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8" w:type="dxa"/>
        <w:tblLayout w:type="fixed"/>
        <w:tblLook w:val="01E0" w:firstRow="1" w:lastRow="1" w:firstColumn="1" w:lastColumn="1" w:noHBand="0" w:noVBand="0"/>
      </w:tblPr>
      <w:tblGrid>
        <w:gridCol w:w="491"/>
        <w:gridCol w:w="978"/>
        <w:gridCol w:w="179"/>
        <w:gridCol w:w="222"/>
        <w:gridCol w:w="3521"/>
        <w:gridCol w:w="499"/>
        <w:gridCol w:w="1545"/>
        <w:gridCol w:w="1497"/>
        <w:gridCol w:w="996"/>
      </w:tblGrid>
      <w:tr w:rsidR="008F6547" w:rsidRPr="008F6547" w:rsidTr="00D416A0">
        <w:trPr>
          <w:trHeight w:val="284"/>
        </w:trPr>
        <w:tc>
          <w:tcPr>
            <w:tcW w:w="5391" w:type="dxa"/>
            <w:gridSpan w:val="5"/>
            <w:vMerge w:val="restart"/>
            <w:shd w:val="clear" w:color="auto" w:fill="auto"/>
            <w:noWrap/>
            <w:tcMar>
              <w:left w:w="28" w:type="dxa"/>
            </w:tcMar>
          </w:tcPr>
          <w:p w:rsidR="008F6547" w:rsidRPr="008F6547" w:rsidRDefault="00AD584D" w:rsidP="00FB1CF0">
            <w:pPr>
              <w:keepNext w:val="0"/>
              <w:jc w:val="left"/>
            </w:pPr>
            <w:r w:rsidRPr="00FB1CF0">
              <w:rPr>
                <w:sz w:val="16"/>
                <w:szCs w:val="16"/>
              </w:rPr>
              <w:t>Vergabestelle</w:t>
            </w:r>
          </w:p>
        </w:tc>
        <w:tc>
          <w:tcPr>
            <w:tcW w:w="4537" w:type="dxa"/>
            <w:gridSpan w:val="4"/>
            <w:tcBorders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  <w:r w:rsidRPr="008F6547">
              <w:t>Datum der Versendung</w:t>
            </w:r>
          </w:p>
        </w:tc>
      </w:tr>
      <w:tr w:rsidR="008F6547" w:rsidRPr="008F6547" w:rsidTr="00D416A0">
        <w:trPr>
          <w:trHeight w:val="284"/>
        </w:trPr>
        <w:tc>
          <w:tcPr>
            <w:tcW w:w="5391" w:type="dxa"/>
            <w:gridSpan w:val="5"/>
            <w:vMerge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</w:p>
        </w:tc>
        <w:tc>
          <w:tcPr>
            <w:tcW w:w="4537" w:type="dxa"/>
            <w:gridSpan w:val="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  <w:r w:rsidRPr="008F6547">
              <w:t>Vergabeart</w:t>
            </w:r>
          </w:p>
        </w:tc>
      </w:tr>
      <w:tr w:rsidR="008F6547" w:rsidRPr="008F6547" w:rsidTr="00D416A0">
        <w:trPr>
          <w:trHeight w:val="284"/>
        </w:trPr>
        <w:tc>
          <w:tcPr>
            <w:tcW w:w="5391" w:type="dxa"/>
            <w:gridSpan w:val="5"/>
            <w:vMerge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</w:p>
        </w:tc>
        <w:tc>
          <w:tcPr>
            <w:tcW w:w="499" w:type="dxa"/>
            <w:tcBorders>
              <w:lef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  <w:r w:rsidRPr="008F654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="002429FA">
              <w:fldChar w:fldCharType="separate"/>
            </w:r>
            <w:r w:rsidRPr="008F6547">
              <w:fldChar w:fldCharType="end"/>
            </w:r>
          </w:p>
        </w:tc>
        <w:tc>
          <w:tcPr>
            <w:tcW w:w="4038" w:type="dxa"/>
            <w:gridSpan w:val="3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  <w:r w:rsidRPr="008F6547">
              <w:t>Öffentliche Ausschreibung</w:t>
            </w:r>
          </w:p>
        </w:tc>
      </w:tr>
      <w:tr w:rsidR="008F6547" w:rsidRPr="008F6547" w:rsidTr="008956F9">
        <w:trPr>
          <w:trHeight w:val="284"/>
        </w:trPr>
        <w:tc>
          <w:tcPr>
            <w:tcW w:w="5391" w:type="dxa"/>
            <w:gridSpan w:val="5"/>
            <w:vMerge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</w:p>
        </w:tc>
        <w:tc>
          <w:tcPr>
            <w:tcW w:w="499" w:type="dxa"/>
            <w:tcBorders>
              <w:lef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:rsidR="008F6547" w:rsidRPr="008F6547" w:rsidRDefault="008F6547" w:rsidP="00FB1CF0">
            <w:pPr>
              <w:keepNext w:val="0"/>
            </w:pPr>
            <w:r w:rsidRPr="008F654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="002429FA">
              <w:fldChar w:fldCharType="separate"/>
            </w:r>
            <w:r w:rsidRPr="008F6547">
              <w:fldChar w:fldCharType="end"/>
            </w:r>
          </w:p>
        </w:tc>
        <w:tc>
          <w:tcPr>
            <w:tcW w:w="4038" w:type="dxa"/>
            <w:gridSpan w:val="3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956F9" w:rsidRDefault="008956F9" w:rsidP="008956F9">
            <w:pPr>
              <w:keepNext w:val="0"/>
            </w:pPr>
            <w:r w:rsidRPr="008F6547">
              <w:t>Beschränkte Ausschreibung</w:t>
            </w:r>
            <w:r>
              <w:t xml:space="preserve"> ohne </w:t>
            </w:r>
          </w:p>
          <w:p w:rsidR="008F6547" w:rsidRPr="008F6547" w:rsidRDefault="008956F9" w:rsidP="008956F9">
            <w:pPr>
              <w:keepNext w:val="0"/>
            </w:pPr>
            <w:r>
              <w:t>Teilnahmewettbewerb</w:t>
            </w:r>
          </w:p>
        </w:tc>
      </w:tr>
      <w:tr w:rsidR="00E06D8F" w:rsidRPr="008F6547" w:rsidTr="00D416A0">
        <w:trPr>
          <w:trHeight w:val="340"/>
        </w:trPr>
        <w:tc>
          <w:tcPr>
            <w:tcW w:w="5391" w:type="dxa"/>
            <w:gridSpan w:val="5"/>
            <w:vMerge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E06D8F" w:rsidRPr="008F6547" w:rsidRDefault="00E06D8F" w:rsidP="00FB1CF0">
            <w:pPr>
              <w:keepNext w:val="0"/>
            </w:pPr>
          </w:p>
        </w:tc>
        <w:tc>
          <w:tcPr>
            <w:tcW w:w="499" w:type="dxa"/>
            <w:tcBorders>
              <w:lef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:rsidR="00E06D8F" w:rsidRPr="008F6547" w:rsidRDefault="00E06D8F" w:rsidP="00FB1CF0">
            <w:pPr>
              <w:keepNext w:val="0"/>
              <w:jc w:val="left"/>
            </w:pPr>
            <w:r w:rsidRPr="008F654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="002429FA">
              <w:fldChar w:fldCharType="separate"/>
            </w:r>
            <w:r w:rsidRPr="008F6547">
              <w:fldChar w:fldCharType="end"/>
            </w:r>
          </w:p>
        </w:tc>
        <w:tc>
          <w:tcPr>
            <w:tcW w:w="4038" w:type="dxa"/>
            <w:gridSpan w:val="3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:rsidR="008956F9" w:rsidRDefault="008956F9" w:rsidP="008956F9">
            <w:pPr>
              <w:keepNext w:val="0"/>
              <w:jc w:val="left"/>
            </w:pPr>
            <w:r>
              <w:t>Beschränkte Ausschreibung mit</w:t>
            </w:r>
          </w:p>
          <w:p w:rsidR="00E06D8F" w:rsidRPr="008F6547" w:rsidRDefault="008956F9" w:rsidP="008956F9">
            <w:pPr>
              <w:keepNext w:val="0"/>
              <w:jc w:val="left"/>
            </w:pPr>
            <w:r>
              <w:t>Teilnahmewettbewerb</w:t>
            </w:r>
          </w:p>
        </w:tc>
      </w:tr>
      <w:tr w:rsidR="008F6547" w:rsidRPr="008F6547" w:rsidTr="008956F9">
        <w:trPr>
          <w:trHeight w:val="284"/>
        </w:trPr>
        <w:tc>
          <w:tcPr>
            <w:tcW w:w="5391" w:type="dxa"/>
            <w:gridSpan w:val="5"/>
            <w:vMerge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</w:p>
        </w:tc>
        <w:tc>
          <w:tcPr>
            <w:tcW w:w="499" w:type="dxa"/>
            <w:tcBorders>
              <w:lef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:rsidR="008F6547" w:rsidRPr="008F6547" w:rsidRDefault="008F6547" w:rsidP="00FB1CF0">
            <w:pPr>
              <w:keepNext w:val="0"/>
            </w:pPr>
            <w:r w:rsidRPr="008F654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="002429FA">
              <w:fldChar w:fldCharType="separate"/>
            </w:r>
            <w:r w:rsidRPr="008F6547">
              <w:fldChar w:fldCharType="end"/>
            </w:r>
          </w:p>
        </w:tc>
        <w:tc>
          <w:tcPr>
            <w:tcW w:w="4038" w:type="dxa"/>
            <w:gridSpan w:val="3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956F9" w:rsidRDefault="008956F9" w:rsidP="008956F9">
            <w:pPr>
              <w:keepNext w:val="0"/>
            </w:pPr>
            <w:r>
              <w:t>Verhandlungsvergabe ohne</w:t>
            </w:r>
          </w:p>
          <w:p w:rsidR="008F6547" w:rsidRPr="008F6547" w:rsidRDefault="008956F9" w:rsidP="008956F9">
            <w:pPr>
              <w:keepNext w:val="0"/>
            </w:pPr>
            <w:r>
              <w:t>Teilnahmewettbewerb</w:t>
            </w:r>
          </w:p>
        </w:tc>
      </w:tr>
      <w:tr w:rsidR="009D53F1" w:rsidRPr="008F6547" w:rsidTr="00150CA7">
        <w:trPr>
          <w:trHeight w:val="284"/>
        </w:trPr>
        <w:tc>
          <w:tcPr>
            <w:tcW w:w="5391" w:type="dxa"/>
            <w:gridSpan w:val="5"/>
            <w:vMerge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9D53F1" w:rsidRPr="008F6547" w:rsidRDefault="009D53F1" w:rsidP="00FB1CF0">
            <w:pPr>
              <w:keepNext w:val="0"/>
            </w:pPr>
          </w:p>
        </w:tc>
        <w:tc>
          <w:tcPr>
            <w:tcW w:w="499" w:type="dxa"/>
            <w:tcBorders>
              <w:lef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:rsidR="009D53F1" w:rsidRPr="008F6547" w:rsidRDefault="009D53F1" w:rsidP="00FB1CF0">
            <w:pPr>
              <w:keepNext w:val="0"/>
            </w:pPr>
            <w:r w:rsidRPr="008F654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="002429FA">
              <w:fldChar w:fldCharType="separate"/>
            </w:r>
            <w:r w:rsidRPr="008F6547">
              <w:fldChar w:fldCharType="end"/>
            </w:r>
          </w:p>
        </w:tc>
        <w:tc>
          <w:tcPr>
            <w:tcW w:w="4038" w:type="dxa"/>
            <w:gridSpan w:val="3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956F9" w:rsidRDefault="008956F9" w:rsidP="008956F9">
            <w:pPr>
              <w:keepNext w:val="0"/>
            </w:pPr>
            <w:r>
              <w:t>Verhandlungsvergabe mit</w:t>
            </w:r>
          </w:p>
          <w:p w:rsidR="009D53F1" w:rsidRPr="008F6547" w:rsidRDefault="008956F9" w:rsidP="008956F9">
            <w:pPr>
              <w:keepNext w:val="0"/>
            </w:pPr>
            <w:r>
              <w:t>Teilnahmewettbewerb</w:t>
            </w:r>
          </w:p>
        </w:tc>
      </w:tr>
      <w:tr w:rsidR="008F6547" w:rsidRPr="008F6547" w:rsidTr="00D416A0">
        <w:trPr>
          <w:trHeight w:val="284"/>
        </w:trPr>
        <w:tc>
          <w:tcPr>
            <w:tcW w:w="5391" w:type="dxa"/>
            <w:gridSpan w:val="5"/>
            <w:vMerge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</w:p>
        </w:tc>
        <w:tc>
          <w:tcPr>
            <w:tcW w:w="49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  <w:r w:rsidRPr="008F654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="002429FA">
              <w:fldChar w:fldCharType="separate"/>
            </w:r>
            <w:r w:rsidRPr="008F6547">
              <w:fldChar w:fldCharType="end"/>
            </w:r>
          </w:p>
        </w:tc>
        <w:tc>
          <w:tcPr>
            <w:tcW w:w="4038" w:type="dxa"/>
            <w:gridSpan w:val="3"/>
            <w:tcBorders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  <w:r w:rsidRPr="008F6547">
              <w:t>Internationale NATO-Ausschreibung</w:t>
            </w:r>
          </w:p>
        </w:tc>
      </w:tr>
      <w:tr w:rsidR="00FB00E0" w:rsidRPr="008F6547" w:rsidTr="00D416A0">
        <w:trPr>
          <w:trHeight w:val="284"/>
        </w:trPr>
        <w:tc>
          <w:tcPr>
            <w:tcW w:w="5391" w:type="dxa"/>
            <w:gridSpan w:val="5"/>
            <w:vMerge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FB00E0" w:rsidRPr="008F6547" w:rsidRDefault="00FB00E0" w:rsidP="00FB1CF0">
            <w:pPr>
              <w:keepNext w:val="0"/>
            </w:pPr>
          </w:p>
        </w:tc>
        <w:tc>
          <w:tcPr>
            <w:tcW w:w="4537" w:type="dxa"/>
            <w:gridSpan w:val="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FB00E0" w:rsidRPr="008F6547" w:rsidRDefault="00FB00E0" w:rsidP="00FB1CF0">
            <w:pPr>
              <w:keepNext w:val="0"/>
            </w:pPr>
          </w:p>
        </w:tc>
      </w:tr>
      <w:tr w:rsidR="008F6547" w:rsidRPr="008F6547" w:rsidTr="00D416A0">
        <w:trPr>
          <w:trHeight w:val="284"/>
        </w:trPr>
        <w:tc>
          <w:tcPr>
            <w:tcW w:w="5391" w:type="dxa"/>
            <w:gridSpan w:val="5"/>
            <w:vMerge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</w:p>
        </w:tc>
        <w:tc>
          <w:tcPr>
            <w:tcW w:w="4537" w:type="dxa"/>
            <w:gridSpan w:val="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FB00E0" w:rsidP="00FB1CF0">
            <w:pPr>
              <w:keepNext w:val="0"/>
            </w:pPr>
            <w:r>
              <w:t>Ablauf der Angebotsfrist</w:t>
            </w:r>
          </w:p>
        </w:tc>
      </w:tr>
      <w:tr w:rsidR="008F6547" w:rsidRPr="008F6547" w:rsidTr="00D416A0">
        <w:trPr>
          <w:trHeight w:val="284"/>
        </w:trPr>
        <w:tc>
          <w:tcPr>
            <w:tcW w:w="5391" w:type="dxa"/>
            <w:gridSpan w:val="5"/>
            <w:vMerge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</w:p>
        </w:tc>
        <w:tc>
          <w:tcPr>
            <w:tcW w:w="2044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  <w:r w:rsidRPr="008F6547">
              <w:t>Datum</w:t>
            </w:r>
          </w:p>
        </w:tc>
        <w:tc>
          <w:tcPr>
            <w:tcW w:w="2493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  <w:r w:rsidRPr="008F6547">
              <w:t>Uhrzeit</w:t>
            </w:r>
          </w:p>
        </w:tc>
      </w:tr>
      <w:tr w:rsidR="008F6547" w:rsidRPr="008F6547" w:rsidTr="00D416A0">
        <w:trPr>
          <w:trHeight w:val="284"/>
        </w:trPr>
        <w:tc>
          <w:tcPr>
            <w:tcW w:w="5391" w:type="dxa"/>
            <w:gridSpan w:val="5"/>
            <w:vMerge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</w:p>
        </w:tc>
        <w:tc>
          <w:tcPr>
            <w:tcW w:w="453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FB00E0" w:rsidP="00FB1CF0">
            <w:pPr>
              <w:keepNext w:val="0"/>
            </w:pPr>
            <w:r>
              <w:t>Binde</w:t>
            </w:r>
            <w:r w:rsidR="008F6547" w:rsidRPr="008F6547">
              <w:t>frist endet am</w:t>
            </w:r>
          </w:p>
        </w:tc>
      </w:tr>
      <w:tr w:rsidR="00FB00E0" w:rsidRPr="008F6547" w:rsidTr="00D416A0">
        <w:trPr>
          <w:trHeight w:val="284"/>
        </w:trPr>
        <w:tc>
          <w:tcPr>
            <w:tcW w:w="5391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FB00E0" w:rsidRDefault="00FB00E0" w:rsidP="00FB1CF0">
            <w:pPr>
              <w:keepNext w:val="0"/>
              <w:rPr>
                <w:b/>
                <w:noProof/>
              </w:rPr>
            </w:pPr>
          </w:p>
        </w:tc>
        <w:tc>
          <w:tcPr>
            <w:tcW w:w="4537" w:type="dxa"/>
            <w:gridSpan w:val="4"/>
            <w:tcBorders>
              <w:top w:val="single" w:sz="4" w:space="0" w:color="808080"/>
              <w:left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FB00E0" w:rsidRPr="008F6547" w:rsidRDefault="00FB00E0" w:rsidP="00FB1CF0">
            <w:pPr>
              <w:keepNext w:val="0"/>
            </w:pPr>
          </w:p>
        </w:tc>
      </w:tr>
      <w:tr w:rsidR="00FB00E0" w:rsidRPr="008F6547" w:rsidTr="00FB00E0">
        <w:trPr>
          <w:trHeight w:val="284"/>
        </w:trPr>
        <w:tc>
          <w:tcPr>
            <w:tcW w:w="5391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FB00E0" w:rsidRDefault="00FB00E0" w:rsidP="00FB1CF0">
            <w:pPr>
              <w:keepNext w:val="0"/>
              <w:rPr>
                <w:b/>
                <w:noProof/>
              </w:rPr>
            </w:pPr>
          </w:p>
        </w:tc>
        <w:tc>
          <w:tcPr>
            <w:tcW w:w="4537" w:type="dxa"/>
            <w:gridSpan w:val="4"/>
            <w:tcBorders>
              <w:left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FB00E0" w:rsidRPr="008F6547" w:rsidRDefault="00FB00E0" w:rsidP="00FB1CF0">
            <w:pPr>
              <w:keepNext w:val="0"/>
            </w:pPr>
          </w:p>
        </w:tc>
      </w:tr>
      <w:tr w:rsidR="00FB00E0" w:rsidRPr="008F6547" w:rsidTr="00FB00E0">
        <w:trPr>
          <w:trHeight w:val="284"/>
        </w:trPr>
        <w:tc>
          <w:tcPr>
            <w:tcW w:w="5391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FB00E0" w:rsidRDefault="00FB00E0" w:rsidP="00FB1CF0">
            <w:pPr>
              <w:keepNext w:val="0"/>
              <w:rPr>
                <w:b/>
                <w:noProof/>
              </w:rPr>
            </w:pPr>
          </w:p>
        </w:tc>
        <w:tc>
          <w:tcPr>
            <w:tcW w:w="4537" w:type="dxa"/>
            <w:gridSpan w:val="4"/>
            <w:tcBorders>
              <w:left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FB00E0" w:rsidRPr="008F6547" w:rsidRDefault="00FB00E0" w:rsidP="00FB1CF0">
            <w:pPr>
              <w:keepNext w:val="0"/>
            </w:pPr>
          </w:p>
        </w:tc>
      </w:tr>
      <w:tr w:rsidR="008F6547" w:rsidRPr="008F6547" w:rsidTr="00FB00E0">
        <w:trPr>
          <w:trHeight w:val="284"/>
        </w:trPr>
        <w:tc>
          <w:tcPr>
            <w:tcW w:w="5391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FB1CF0" w:rsidRDefault="00C2240B" w:rsidP="00FB1CF0">
            <w:pPr>
              <w:keepNext w:val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52BD086B" wp14:editId="38F8DA3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9525</wp:posOffset>
                      </wp:positionV>
                      <wp:extent cx="228600" cy="0"/>
                      <wp:effectExtent l="0" t="0" r="0" b="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A36A05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75pt" to="-1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" o:allowincell="f" strokecolor="gray" strokeweight=".25pt"/>
                  </w:pict>
                </mc:Fallback>
              </mc:AlternateContent>
            </w:r>
            <w:r w:rsidR="008F6547" w:rsidRPr="00FB1CF0">
              <w:rPr>
                <w:b/>
              </w:rPr>
              <w:t>Aufforderung zur Abgabe eines Angebots</w:t>
            </w:r>
          </w:p>
        </w:tc>
        <w:tc>
          <w:tcPr>
            <w:tcW w:w="4537" w:type="dxa"/>
            <w:gridSpan w:val="4"/>
            <w:tcBorders>
              <w:left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</w:p>
        </w:tc>
      </w:tr>
      <w:tr w:rsidR="008F6547" w:rsidRPr="008F6547" w:rsidTr="00D416A0">
        <w:trPr>
          <w:trHeight w:val="284"/>
        </w:trPr>
        <w:tc>
          <w:tcPr>
            <w:tcW w:w="5391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FB1CF0" w:rsidRDefault="00D416A0" w:rsidP="001F2CC4">
            <w:pPr>
              <w:keepNext w:val="0"/>
              <w:rPr>
                <w:bCs/>
                <w:iCs/>
              </w:rPr>
            </w:pPr>
            <w:r>
              <w:rPr>
                <w:bCs/>
                <w:iCs/>
              </w:rPr>
              <w:t>(</w:t>
            </w:r>
            <w:r w:rsidR="00E06D8F" w:rsidRPr="00FB1CF0">
              <w:rPr>
                <w:bCs/>
                <w:iCs/>
              </w:rPr>
              <w:t>Vergabeverfahren</w:t>
            </w:r>
            <w:r w:rsidR="009D53F1" w:rsidRPr="00FB1CF0">
              <w:rPr>
                <w:bCs/>
                <w:iCs/>
              </w:rPr>
              <w:t xml:space="preserve"> gemäß </w:t>
            </w:r>
            <w:proofErr w:type="spellStart"/>
            <w:r w:rsidR="001F2CC4">
              <w:rPr>
                <w:bCs/>
                <w:iCs/>
              </w:rPr>
              <w:t>UVgO</w:t>
            </w:r>
            <w:proofErr w:type="spellEnd"/>
            <w:r>
              <w:rPr>
                <w:bCs/>
                <w:iCs/>
              </w:rPr>
              <w:t>)</w:t>
            </w:r>
          </w:p>
        </w:tc>
        <w:tc>
          <w:tcPr>
            <w:tcW w:w="2044" w:type="dxa"/>
            <w:gridSpan w:val="2"/>
            <w:tcBorders>
              <w:left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</w:p>
        </w:tc>
        <w:tc>
          <w:tcPr>
            <w:tcW w:w="2493" w:type="dxa"/>
            <w:gridSpan w:val="2"/>
            <w:tcBorders>
              <w:left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FB1CF0">
            <w:pPr>
              <w:keepNext w:val="0"/>
            </w:pPr>
          </w:p>
        </w:tc>
      </w:tr>
      <w:tr w:rsidR="00E06D8F" w:rsidRPr="008F6547" w:rsidTr="00D416A0">
        <w:trPr>
          <w:trHeight w:val="284"/>
        </w:trPr>
        <w:tc>
          <w:tcPr>
            <w:tcW w:w="5391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E06D8F" w:rsidRPr="00FB1CF0" w:rsidRDefault="00E06D8F" w:rsidP="00FB1CF0">
            <w:pPr>
              <w:keepNext w:val="0"/>
              <w:rPr>
                <w:bCs/>
                <w:iCs/>
              </w:rPr>
            </w:pPr>
          </w:p>
        </w:tc>
        <w:tc>
          <w:tcPr>
            <w:tcW w:w="2044" w:type="dxa"/>
            <w:gridSpan w:val="2"/>
            <w:tcBorders>
              <w:left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E06D8F" w:rsidRPr="008F6547" w:rsidRDefault="00E06D8F" w:rsidP="00FB1CF0">
            <w:pPr>
              <w:keepNext w:val="0"/>
            </w:pPr>
          </w:p>
        </w:tc>
        <w:tc>
          <w:tcPr>
            <w:tcW w:w="2493" w:type="dxa"/>
            <w:gridSpan w:val="2"/>
            <w:tcBorders>
              <w:left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E06D8F" w:rsidRPr="008F6547" w:rsidRDefault="00E06D8F" w:rsidP="00FB1CF0">
            <w:pPr>
              <w:keepNext w:val="0"/>
            </w:pPr>
          </w:p>
        </w:tc>
      </w:tr>
      <w:tr w:rsidR="00D416A0" w:rsidRPr="007A5293" w:rsidTr="00D416A0">
        <w:trPr>
          <w:trHeight w:val="284"/>
        </w:trPr>
        <w:tc>
          <w:tcPr>
            <w:tcW w:w="9928" w:type="dxa"/>
            <w:gridSpan w:val="9"/>
            <w:noWrap/>
            <w:tcMar>
              <w:left w:w="28" w:type="dxa"/>
            </w:tcMar>
            <w:vAlign w:val="center"/>
          </w:tcPr>
          <w:p w:rsidR="00D416A0" w:rsidRPr="007A5293" w:rsidRDefault="00D416A0" w:rsidP="00D416A0">
            <w:r>
              <w:t>Bezeichnung der L</w:t>
            </w:r>
            <w:r w:rsidRPr="007A5293">
              <w:t>eistung</w:t>
            </w:r>
          </w:p>
        </w:tc>
      </w:tr>
      <w:tr w:rsidR="00D416A0" w:rsidRPr="007A5293" w:rsidTr="00D416A0">
        <w:trPr>
          <w:trHeight w:val="284"/>
        </w:trPr>
        <w:tc>
          <w:tcPr>
            <w:tcW w:w="1870" w:type="dxa"/>
            <w:gridSpan w:val="4"/>
            <w:noWrap/>
            <w:tcMar>
              <w:left w:w="28" w:type="dxa"/>
            </w:tcMar>
            <w:vAlign w:val="center"/>
          </w:tcPr>
          <w:p w:rsidR="00D416A0" w:rsidRPr="007A5293" w:rsidRDefault="00D416A0" w:rsidP="00D416A0">
            <w:pPr>
              <w:rPr>
                <w:sz w:val="16"/>
                <w:szCs w:val="16"/>
              </w:rPr>
            </w:pPr>
            <w:r w:rsidRPr="007A5293">
              <w:rPr>
                <w:sz w:val="16"/>
                <w:szCs w:val="16"/>
              </w:rPr>
              <w:t>Maßnahmennummer</w:t>
            </w:r>
          </w:p>
        </w:tc>
        <w:tc>
          <w:tcPr>
            <w:tcW w:w="8058" w:type="dxa"/>
            <w:gridSpan w:val="5"/>
            <w:noWrap/>
            <w:vAlign w:val="center"/>
          </w:tcPr>
          <w:p w:rsidR="00D416A0" w:rsidRPr="007A5293" w:rsidRDefault="00D416A0" w:rsidP="00D416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Maßnahme</w:t>
            </w:r>
          </w:p>
        </w:tc>
      </w:tr>
      <w:tr w:rsidR="00D416A0" w:rsidRPr="007A5293" w:rsidTr="00D416A0">
        <w:trPr>
          <w:trHeight w:val="284"/>
        </w:trPr>
        <w:tc>
          <w:tcPr>
            <w:tcW w:w="1870" w:type="dxa"/>
            <w:gridSpan w:val="4"/>
            <w:vMerge w:val="restart"/>
            <w:noWrap/>
            <w:tcMar>
              <w:left w:w="28" w:type="dxa"/>
            </w:tcMar>
            <w:vAlign w:val="center"/>
          </w:tcPr>
          <w:p w:rsidR="00D416A0" w:rsidRPr="007A5293" w:rsidRDefault="00D416A0" w:rsidP="00D416A0"/>
        </w:tc>
        <w:tc>
          <w:tcPr>
            <w:tcW w:w="8058" w:type="dxa"/>
            <w:gridSpan w:val="5"/>
            <w:vAlign w:val="center"/>
          </w:tcPr>
          <w:p w:rsidR="00D416A0" w:rsidRPr="007A5293" w:rsidRDefault="00D416A0" w:rsidP="00D416A0"/>
        </w:tc>
      </w:tr>
      <w:tr w:rsidR="00D416A0" w:rsidRPr="007A5293" w:rsidTr="00D416A0">
        <w:trPr>
          <w:trHeight w:val="284"/>
        </w:trPr>
        <w:tc>
          <w:tcPr>
            <w:tcW w:w="1870" w:type="dxa"/>
            <w:gridSpan w:val="4"/>
            <w:vMerge/>
            <w:noWrap/>
            <w:tcMar>
              <w:left w:w="28" w:type="dxa"/>
            </w:tcMar>
            <w:vAlign w:val="center"/>
          </w:tcPr>
          <w:p w:rsidR="00D416A0" w:rsidRPr="007A5293" w:rsidRDefault="00D416A0" w:rsidP="00D416A0"/>
        </w:tc>
        <w:tc>
          <w:tcPr>
            <w:tcW w:w="8058" w:type="dxa"/>
            <w:gridSpan w:val="5"/>
            <w:vAlign w:val="center"/>
          </w:tcPr>
          <w:p w:rsidR="00D416A0" w:rsidRPr="007A5293" w:rsidRDefault="00D416A0" w:rsidP="00D416A0"/>
        </w:tc>
      </w:tr>
      <w:tr w:rsidR="00D416A0" w:rsidRPr="007A5293" w:rsidTr="00D416A0">
        <w:trPr>
          <w:trHeight w:val="340"/>
        </w:trPr>
        <w:tc>
          <w:tcPr>
            <w:tcW w:w="1870" w:type="dxa"/>
            <w:gridSpan w:val="4"/>
            <w:noWrap/>
            <w:tcMar>
              <w:left w:w="28" w:type="dxa"/>
            </w:tcMar>
            <w:vAlign w:val="center"/>
          </w:tcPr>
          <w:p w:rsidR="00D416A0" w:rsidRPr="007A5293" w:rsidRDefault="00D416A0" w:rsidP="00D416A0">
            <w:pPr>
              <w:rPr>
                <w:sz w:val="16"/>
                <w:szCs w:val="16"/>
              </w:rPr>
            </w:pPr>
            <w:r w:rsidRPr="007A5293">
              <w:rPr>
                <w:sz w:val="16"/>
                <w:szCs w:val="16"/>
              </w:rPr>
              <w:t>Vergabenummer</w:t>
            </w:r>
          </w:p>
        </w:tc>
        <w:tc>
          <w:tcPr>
            <w:tcW w:w="8058" w:type="dxa"/>
            <w:gridSpan w:val="5"/>
            <w:vAlign w:val="center"/>
          </w:tcPr>
          <w:p w:rsidR="00D416A0" w:rsidRPr="007A5293" w:rsidRDefault="00D416A0" w:rsidP="00D416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Leistung</w:t>
            </w:r>
          </w:p>
        </w:tc>
      </w:tr>
      <w:tr w:rsidR="00D416A0" w:rsidRPr="007A5293" w:rsidTr="00D416A0">
        <w:trPr>
          <w:trHeight w:val="284"/>
        </w:trPr>
        <w:tc>
          <w:tcPr>
            <w:tcW w:w="1870" w:type="dxa"/>
            <w:gridSpan w:val="4"/>
            <w:noWrap/>
            <w:tcMar>
              <w:left w:w="28" w:type="dxa"/>
            </w:tcMar>
            <w:vAlign w:val="center"/>
          </w:tcPr>
          <w:p w:rsidR="00D416A0" w:rsidRPr="007A5293" w:rsidRDefault="00D416A0" w:rsidP="00D416A0"/>
        </w:tc>
        <w:tc>
          <w:tcPr>
            <w:tcW w:w="8058" w:type="dxa"/>
            <w:gridSpan w:val="5"/>
            <w:vAlign w:val="center"/>
          </w:tcPr>
          <w:p w:rsidR="00D416A0" w:rsidRPr="007A5293" w:rsidRDefault="00D416A0" w:rsidP="00D416A0"/>
        </w:tc>
      </w:tr>
      <w:tr w:rsidR="00D416A0" w:rsidRPr="007A5293" w:rsidTr="00D416A0">
        <w:trPr>
          <w:trHeight w:val="284"/>
        </w:trPr>
        <w:tc>
          <w:tcPr>
            <w:tcW w:w="1870" w:type="dxa"/>
            <w:gridSpan w:val="4"/>
            <w:noWrap/>
            <w:tcMar>
              <w:left w:w="28" w:type="dxa"/>
            </w:tcMar>
            <w:vAlign w:val="center"/>
          </w:tcPr>
          <w:p w:rsidR="00D416A0" w:rsidRPr="007A5293" w:rsidRDefault="00D416A0" w:rsidP="00D416A0"/>
        </w:tc>
        <w:tc>
          <w:tcPr>
            <w:tcW w:w="8058" w:type="dxa"/>
            <w:gridSpan w:val="5"/>
            <w:vAlign w:val="center"/>
          </w:tcPr>
          <w:p w:rsidR="00D416A0" w:rsidRPr="007A5293" w:rsidRDefault="00D416A0" w:rsidP="00D416A0"/>
        </w:tc>
      </w:tr>
      <w:tr w:rsidR="008F6547" w:rsidRPr="008F6547" w:rsidTr="00D416A0">
        <w:trPr>
          <w:trHeight w:val="340"/>
        </w:trPr>
        <w:tc>
          <w:tcPr>
            <w:tcW w:w="9928" w:type="dxa"/>
            <w:gridSpan w:val="9"/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D416A0" w:rsidRDefault="00081305" w:rsidP="00FB1CF0">
            <w:pPr>
              <w:keepNext w:val="0"/>
              <w:spacing w:before="120"/>
              <w:rPr>
                <w:b/>
              </w:rPr>
            </w:pPr>
            <w:r w:rsidRPr="00D416A0">
              <w:rPr>
                <w:b/>
              </w:rPr>
              <w:t>Anlagen</w:t>
            </w:r>
          </w:p>
        </w:tc>
      </w:tr>
      <w:tr w:rsidR="004E3711" w:rsidRPr="00520D3B" w:rsidTr="00D416A0">
        <w:trPr>
          <w:trHeight w:hRule="exact"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76C66" w:rsidRPr="00081305" w:rsidRDefault="00576C66" w:rsidP="00FB1CF0">
            <w:pPr>
              <w:pStyle w:val="FormatvorlageFettLinks0cmHngend1cm"/>
              <w:keepNext w:val="0"/>
            </w:pPr>
            <w:r>
              <w:t>A)</w:t>
            </w:r>
          </w:p>
        </w:tc>
        <w:tc>
          <w:tcPr>
            <w:tcW w:w="8441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576C66" w:rsidRPr="00081305" w:rsidRDefault="00576C66" w:rsidP="00FB1CF0">
            <w:pPr>
              <w:pStyle w:val="FormatvorlageFettLinks0cmHngend1cm"/>
              <w:keepNext w:val="0"/>
            </w:pPr>
            <w:r w:rsidRPr="00081305">
              <w:t>die beim Bieter verbleiben</w:t>
            </w:r>
            <w:r w:rsidR="00E06D8F">
              <w:t xml:space="preserve"> und im Vergabeverfahren zu beachten sind: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76C66" w:rsidRPr="00520D3B" w:rsidRDefault="00576C66" w:rsidP="00FB1CF0">
            <w:pPr>
              <w:keepNext w:val="0"/>
            </w:pPr>
          </w:p>
        </w:tc>
      </w:tr>
      <w:tr w:rsidR="00B9518A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9518A" w:rsidRPr="00520D3B" w:rsidRDefault="007E60FB" w:rsidP="00FB1CF0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B9518A" w:rsidRPr="00520D3B" w:rsidRDefault="00B13529" w:rsidP="00FB1CF0">
            <w:pPr>
              <w:keepNext w:val="0"/>
            </w:pPr>
            <w:r>
              <w:t xml:space="preserve">L </w:t>
            </w:r>
            <w:r w:rsidR="00B9518A">
              <w:t>212</w:t>
            </w: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B9518A" w:rsidRPr="00520D3B" w:rsidRDefault="00B9518A" w:rsidP="00FB00E0">
            <w:pPr>
              <w:keepNext w:val="0"/>
            </w:pPr>
            <w:r>
              <w:t>Bewerbungsbedingungen</w:t>
            </w:r>
            <w:r w:rsidR="00E06D8F">
              <w:t xml:space="preserve"> 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9518A" w:rsidRPr="00520D3B" w:rsidRDefault="00B9518A" w:rsidP="00FB1CF0">
            <w:pPr>
              <w:keepNext w:val="0"/>
            </w:pPr>
          </w:p>
        </w:tc>
      </w:tr>
      <w:tr w:rsidR="0054257D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4257D" w:rsidRPr="00520D3B" w:rsidRDefault="00FA3138" w:rsidP="00FB1CF0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54257D" w:rsidRDefault="00B13529" w:rsidP="001F2CC4">
            <w:pPr>
              <w:keepNext w:val="0"/>
            </w:pPr>
            <w:r>
              <w:t>L 227</w:t>
            </w: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54257D" w:rsidRDefault="00FB00E0" w:rsidP="00FB00E0">
            <w:pPr>
              <w:keepNext w:val="0"/>
            </w:pPr>
            <w:r>
              <w:t>Gewichtung der Zuschlag</w:t>
            </w:r>
            <w:r w:rsidR="00B13529">
              <w:t>skriterien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4257D" w:rsidRPr="00520D3B" w:rsidRDefault="0054257D" w:rsidP="00FB1CF0">
            <w:pPr>
              <w:keepNext w:val="0"/>
            </w:pPr>
          </w:p>
        </w:tc>
      </w:tr>
      <w:tr w:rsidR="00907986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07986" w:rsidRDefault="00907986" w:rsidP="00FB1CF0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907986" w:rsidRDefault="00907986" w:rsidP="001F2CC4">
            <w:pPr>
              <w:keepNext w:val="0"/>
            </w:pPr>
            <w:r>
              <w:t>L 227</w:t>
            </w:r>
            <w:r w:rsidR="001F2CC4">
              <w:t>0</w:t>
            </w: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907986" w:rsidRDefault="00FB00E0" w:rsidP="00FB00E0">
            <w:pPr>
              <w:keepNext w:val="0"/>
            </w:pPr>
            <w:r>
              <w:t>Gewichtung der Zuschlag</w:t>
            </w:r>
            <w:r w:rsidR="00907986">
              <w:t>skriterien</w:t>
            </w:r>
            <w:r w:rsidR="001F2CC4">
              <w:t xml:space="preserve"> - Anlage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07986" w:rsidRPr="00520D3B" w:rsidRDefault="00907986" w:rsidP="00FB1CF0">
            <w:pPr>
              <w:keepNext w:val="0"/>
            </w:pPr>
          </w:p>
        </w:tc>
      </w:tr>
      <w:tr w:rsidR="00AF6E24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F6E24" w:rsidRPr="00520D3B" w:rsidRDefault="007E60FB" w:rsidP="00FB1CF0">
            <w:pPr>
              <w:keepNext w:val="0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2"/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AF6E24" w:rsidRDefault="006B074D" w:rsidP="00FB1CF0">
            <w:pPr>
              <w:keepNext w:val="0"/>
            </w:pPr>
            <w:r>
              <w:t>L 2440</w:t>
            </w: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AF6E24" w:rsidRDefault="006B074D" w:rsidP="00FB1CF0">
            <w:pPr>
              <w:keepNext w:val="0"/>
            </w:pPr>
            <w:r>
              <w:t>Informationen zur Datenerhebung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F6E24" w:rsidRPr="00520D3B" w:rsidRDefault="00AF6E24" w:rsidP="00FB1CF0">
            <w:pPr>
              <w:keepNext w:val="0"/>
            </w:pPr>
          </w:p>
        </w:tc>
      </w:tr>
      <w:tr w:rsidR="00D416A0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416A0" w:rsidRPr="00520D3B" w:rsidRDefault="007E60FB" w:rsidP="00FB1CF0">
            <w:pPr>
              <w:keepNext w:val="0"/>
            </w:pPr>
            <w: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0"/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  <w:bookmarkEnd w:id="1"/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416A0" w:rsidRPr="00520D3B" w:rsidRDefault="006B074D" w:rsidP="00FB1CF0">
            <w:pPr>
              <w:keepNext w:val="0"/>
            </w:pPr>
            <w:r>
              <w:t>L 2492</w:t>
            </w: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D416A0" w:rsidRPr="00520D3B" w:rsidRDefault="006B074D" w:rsidP="00FB1CF0">
            <w:pPr>
              <w:keepNext w:val="0"/>
            </w:pPr>
            <w:r>
              <w:t>Online-Vergaben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416A0" w:rsidRPr="00520D3B" w:rsidRDefault="00D416A0" w:rsidP="00FB1CF0">
            <w:pPr>
              <w:keepNext w:val="0"/>
            </w:pPr>
          </w:p>
        </w:tc>
      </w:tr>
      <w:tr w:rsidR="00DE22D1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2429FA">
              <w:fldChar w:fldCharType="separate"/>
            </w:r>
            <w:r w:rsidRPr="00520D3B"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</w:p>
        </w:tc>
      </w:tr>
      <w:bookmarkStart w:id="2" w:name="OLE_LINK1"/>
      <w:tr w:rsidR="004F60ED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F60ED" w:rsidRPr="00520D3B" w:rsidRDefault="004F60ED" w:rsidP="00FB1CF0">
            <w:pPr>
              <w:keepNext w:val="0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2429FA">
              <w:fldChar w:fldCharType="separate"/>
            </w:r>
            <w:r w:rsidRPr="00520D3B">
              <w:fldChar w:fldCharType="end"/>
            </w:r>
            <w:bookmarkEnd w:id="2"/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F60ED" w:rsidRPr="00520D3B" w:rsidRDefault="004F60ED" w:rsidP="00FB1CF0">
            <w:pPr>
              <w:keepNext w:val="0"/>
            </w:pP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4F60ED" w:rsidRPr="00520D3B" w:rsidRDefault="004F60ED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F60ED" w:rsidRPr="00520D3B" w:rsidRDefault="004F60ED" w:rsidP="00FB1CF0">
            <w:pPr>
              <w:keepNext w:val="0"/>
            </w:pPr>
          </w:p>
        </w:tc>
      </w:tr>
      <w:tr w:rsidR="002A4DCF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2A4DCF" w:rsidRPr="00520D3B" w:rsidRDefault="002A4DCF" w:rsidP="00FB1CF0">
            <w:pPr>
              <w:keepNext w:val="0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2429FA">
              <w:fldChar w:fldCharType="separate"/>
            </w:r>
            <w:r w:rsidRPr="00520D3B"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2A4DCF" w:rsidRPr="00520D3B" w:rsidRDefault="002A4DCF" w:rsidP="00FB1CF0">
            <w:pPr>
              <w:keepNext w:val="0"/>
            </w:pP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2A4DCF" w:rsidRPr="00520D3B" w:rsidRDefault="002A4DCF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2A4DCF" w:rsidRPr="00520D3B" w:rsidRDefault="002A4DCF" w:rsidP="00FB1CF0">
            <w:pPr>
              <w:keepNext w:val="0"/>
            </w:pPr>
          </w:p>
        </w:tc>
      </w:tr>
      <w:tr w:rsidR="00DE22D1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2429FA">
              <w:fldChar w:fldCharType="separate"/>
            </w:r>
            <w:r w:rsidRPr="00520D3B"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</w:p>
        </w:tc>
      </w:tr>
      <w:tr w:rsidR="00DE22D1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</w:p>
        </w:tc>
      </w:tr>
      <w:tr w:rsidR="00DE22D1" w:rsidRPr="00520D3B" w:rsidTr="00D416A0">
        <w:trPr>
          <w:trHeight w:hRule="exact"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081305" w:rsidRDefault="00DE22D1" w:rsidP="00FB1CF0">
            <w:pPr>
              <w:pStyle w:val="FormatvorlageFettLinks0cmHngend1cm"/>
              <w:keepNext w:val="0"/>
            </w:pPr>
            <w:r>
              <w:t>B)</w:t>
            </w:r>
          </w:p>
        </w:tc>
        <w:tc>
          <w:tcPr>
            <w:tcW w:w="8441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081305" w:rsidRDefault="00DE22D1" w:rsidP="00FB1CF0">
            <w:pPr>
              <w:pStyle w:val="FormatvorlageFettLinks0cmHngend1cm"/>
              <w:keepNext w:val="0"/>
            </w:pPr>
            <w:r w:rsidRPr="00081305">
              <w:t xml:space="preserve">die </w:t>
            </w:r>
            <w:r w:rsidR="00E06D8F">
              <w:t>beim Bieter verbleiben und Vertragsbestandteil werden: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</w:p>
        </w:tc>
      </w:tr>
      <w:tr w:rsidR="00D04664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04664" w:rsidRDefault="00D71A03" w:rsidP="00FB1CF0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04664" w:rsidRDefault="00D04664" w:rsidP="00FB1CF0">
            <w:pPr>
              <w:keepNext w:val="0"/>
            </w:pP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D04664" w:rsidRPr="00D04664" w:rsidRDefault="00D04664" w:rsidP="00FB1CF0">
            <w:pPr>
              <w:keepNext w:val="0"/>
            </w:pPr>
            <w:r w:rsidRPr="00D04664">
              <w:t>Teile der Leistungsbeschreibung: Beschreibung, Pläne, sonstige Anlagen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04664" w:rsidRPr="00520D3B" w:rsidRDefault="00D04664" w:rsidP="00FB1CF0">
            <w:pPr>
              <w:keepNext w:val="0"/>
            </w:pPr>
          </w:p>
        </w:tc>
      </w:tr>
      <w:tr w:rsidR="00DE22D1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7E60FB" w:rsidP="00FB1CF0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7A00FE" w:rsidP="001F2CC4">
            <w:pPr>
              <w:keepNext w:val="0"/>
            </w:pPr>
            <w:r>
              <w:t xml:space="preserve">L </w:t>
            </w:r>
            <w:r w:rsidR="00DE22D1" w:rsidRPr="00520D3B">
              <w:t>214</w:t>
            </w: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  <w:r w:rsidRPr="00520D3B">
              <w:t>Besondere Vertragsbedingungen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22D1" w:rsidRPr="00520D3B" w:rsidRDefault="00DE22D1" w:rsidP="00FB1CF0">
            <w:pPr>
              <w:keepNext w:val="0"/>
            </w:pPr>
          </w:p>
        </w:tc>
      </w:tr>
      <w:tr w:rsidR="002429FA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2429FA" w:rsidRDefault="002429FA" w:rsidP="00FB1CF0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2429FA" w:rsidRDefault="002429FA" w:rsidP="001F2CC4">
            <w:pPr>
              <w:keepNext w:val="0"/>
            </w:pPr>
            <w:r>
              <w:t>L 2140.LP</w:t>
            </w: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2429FA" w:rsidRDefault="002429FA" w:rsidP="00FB00E0">
            <w:pPr>
              <w:keepNext w:val="0"/>
            </w:pPr>
            <w:r>
              <w:t xml:space="preserve">Weitere </w:t>
            </w:r>
            <w:r w:rsidRPr="00520D3B">
              <w:t>Besondere Vertragsbedingungen</w:t>
            </w:r>
            <w:r>
              <w:t xml:space="preserve"> Landschaftspflege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2429FA" w:rsidDel="00E06D8F" w:rsidRDefault="002429FA" w:rsidP="00FB1CF0">
            <w:pPr>
              <w:keepNext w:val="0"/>
            </w:pPr>
          </w:p>
        </w:tc>
      </w:tr>
      <w:tr w:rsidR="00BE356E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E356E" w:rsidRPr="00520D3B" w:rsidRDefault="007E60FB" w:rsidP="00FB1CF0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BE356E" w:rsidRDefault="007A00FE" w:rsidP="001F2CC4">
            <w:pPr>
              <w:keepNext w:val="0"/>
            </w:pPr>
            <w:r>
              <w:t xml:space="preserve">L </w:t>
            </w:r>
            <w:r w:rsidR="00BE356E">
              <w:t>215</w:t>
            </w: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BE356E" w:rsidRDefault="00BE356E" w:rsidP="00FB00E0">
            <w:pPr>
              <w:keepNext w:val="0"/>
            </w:pPr>
            <w:r>
              <w:t xml:space="preserve">Zusätzliche Vertragsbedingungen 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E356E" w:rsidDel="00E06D8F" w:rsidRDefault="00BE356E" w:rsidP="00FB1CF0">
            <w:pPr>
              <w:keepNext w:val="0"/>
            </w:pPr>
          </w:p>
        </w:tc>
      </w:tr>
      <w:tr w:rsidR="00405622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05622" w:rsidRPr="00520D3B" w:rsidRDefault="00405622" w:rsidP="00FB1CF0">
            <w:pPr>
              <w:keepNext w:val="0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2429FA">
              <w:fldChar w:fldCharType="separate"/>
            </w:r>
            <w:r w:rsidRPr="00520D3B"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05622" w:rsidRPr="00520D3B" w:rsidRDefault="008D2923" w:rsidP="00FB1CF0">
            <w:pPr>
              <w:keepNext w:val="0"/>
            </w:pPr>
            <w:r>
              <w:t>L 224</w:t>
            </w: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405622" w:rsidRPr="00520D3B" w:rsidRDefault="008D2923" w:rsidP="00FB1CF0">
            <w:pPr>
              <w:keepNext w:val="0"/>
            </w:pPr>
            <w:r>
              <w:t>Lohngleitklausel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05622" w:rsidRPr="00520D3B" w:rsidRDefault="00405622" w:rsidP="00FB1CF0">
            <w:pPr>
              <w:keepNext w:val="0"/>
            </w:pPr>
          </w:p>
        </w:tc>
      </w:tr>
      <w:tr w:rsidR="002429FA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2429FA" w:rsidRPr="00520D3B" w:rsidRDefault="002429FA" w:rsidP="00FB1CF0">
            <w:pPr>
              <w:keepNext w:val="0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>
              <w:fldChar w:fldCharType="separate"/>
            </w:r>
            <w:r w:rsidRPr="00520D3B"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2429FA" w:rsidRDefault="002429FA" w:rsidP="00FB1CF0">
            <w:pPr>
              <w:keepNext w:val="0"/>
            </w:pPr>
            <w:r>
              <w:t>L 225</w:t>
            </w: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2429FA" w:rsidRPr="00520D3B" w:rsidRDefault="002429FA" w:rsidP="00FB1CF0">
            <w:pPr>
              <w:keepNext w:val="0"/>
            </w:pPr>
            <w:r>
              <w:t>Stoffpreisgleitklausel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2429FA" w:rsidRPr="00520D3B" w:rsidRDefault="002429FA" w:rsidP="00FB1CF0">
            <w:pPr>
              <w:keepNext w:val="0"/>
            </w:pPr>
          </w:p>
        </w:tc>
      </w:tr>
      <w:tr w:rsidR="00ED056A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ED056A" w:rsidP="00FB1CF0">
            <w:pPr>
              <w:keepNext w:val="0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2429FA">
              <w:fldChar w:fldCharType="separate"/>
            </w:r>
            <w:r w:rsidRPr="00520D3B"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8D2923" w:rsidP="00FB1CF0">
            <w:pPr>
              <w:keepNext w:val="0"/>
            </w:pPr>
            <w:r>
              <w:t xml:space="preserve">L </w:t>
            </w:r>
            <w:r w:rsidRPr="00520D3B">
              <w:t>244</w:t>
            </w: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8D2923" w:rsidP="00FB1CF0">
            <w:pPr>
              <w:keepNext w:val="0"/>
            </w:pPr>
            <w:r w:rsidRPr="00520D3B">
              <w:t>Datenverarbeitung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ED056A" w:rsidP="00FB1CF0">
            <w:pPr>
              <w:keepNext w:val="0"/>
            </w:pPr>
          </w:p>
        </w:tc>
      </w:tr>
      <w:tr w:rsidR="00ED056A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</w:tcPr>
          <w:p w:rsidR="00ED056A" w:rsidRDefault="00ED056A">
            <w:r w:rsidRPr="00ED16DC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16DC">
              <w:instrText xml:space="preserve"> FORMCHECKBOX </w:instrText>
            </w:r>
            <w:r w:rsidR="002429FA">
              <w:fldChar w:fldCharType="separate"/>
            </w:r>
            <w:r w:rsidRPr="00ED16DC"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8D2923" w:rsidP="00FB1CF0">
            <w:pPr>
              <w:keepNext w:val="0"/>
            </w:pPr>
            <w:r>
              <w:t>L 2441</w:t>
            </w: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8D2923" w:rsidP="00FB1CF0">
            <w:pPr>
              <w:keepNext w:val="0"/>
            </w:pPr>
            <w:r>
              <w:t>Auftragsverarbeitung - Vertragsbedingungen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ED056A" w:rsidP="00FB1CF0">
            <w:pPr>
              <w:keepNext w:val="0"/>
            </w:pPr>
          </w:p>
        </w:tc>
      </w:tr>
      <w:tr w:rsidR="00ED056A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</w:tcPr>
          <w:p w:rsidR="00ED056A" w:rsidRDefault="00ED056A">
            <w:r w:rsidRPr="00ED16DC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16DC">
              <w:instrText xml:space="preserve"> FORMCHECKBOX </w:instrText>
            </w:r>
            <w:r w:rsidR="002429FA">
              <w:fldChar w:fldCharType="separate"/>
            </w:r>
            <w:r w:rsidRPr="00ED16DC"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ED056A" w:rsidP="00FB1CF0">
            <w:pPr>
              <w:keepNext w:val="0"/>
            </w:pP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ED056A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ED056A" w:rsidP="00FB1CF0">
            <w:pPr>
              <w:keepNext w:val="0"/>
            </w:pPr>
          </w:p>
        </w:tc>
      </w:tr>
      <w:tr w:rsidR="00ED056A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8D2923" w:rsidP="00FB1CF0">
            <w:pPr>
              <w:keepNext w:val="0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2429FA">
              <w:fldChar w:fldCharType="separate"/>
            </w:r>
            <w:r w:rsidRPr="00520D3B">
              <w:fldChar w:fldCharType="end"/>
            </w: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ED056A" w:rsidP="00FB1CF0">
            <w:pPr>
              <w:keepNext w:val="0"/>
            </w:pP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ED056A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ED056A" w:rsidP="00FB1CF0">
            <w:pPr>
              <w:keepNext w:val="0"/>
            </w:pPr>
          </w:p>
        </w:tc>
      </w:tr>
      <w:tr w:rsidR="008D2923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FB1CF0">
            <w:pPr>
              <w:keepNext w:val="0"/>
            </w:pPr>
          </w:p>
        </w:tc>
        <w:tc>
          <w:tcPr>
            <w:tcW w:w="115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FB1CF0">
            <w:pPr>
              <w:keepNext w:val="0"/>
            </w:pPr>
          </w:p>
        </w:tc>
        <w:tc>
          <w:tcPr>
            <w:tcW w:w="728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FB1CF0">
            <w:pPr>
              <w:keepNext w:val="0"/>
            </w:pPr>
          </w:p>
        </w:tc>
      </w:tr>
      <w:tr w:rsidR="00ED056A" w:rsidRPr="00520D3B" w:rsidTr="00D416A0">
        <w:trPr>
          <w:trHeight w:hRule="exact"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081305" w:rsidRDefault="00ED056A" w:rsidP="00FB1CF0">
            <w:pPr>
              <w:pStyle w:val="FormatvorlageFettLinks0cmHngend1cm"/>
              <w:keepNext w:val="0"/>
            </w:pPr>
            <w:r>
              <w:t>C)</w:t>
            </w:r>
          </w:p>
        </w:tc>
        <w:tc>
          <w:tcPr>
            <w:tcW w:w="9437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081305" w:rsidRDefault="00D04664" w:rsidP="00FB1CF0">
            <w:pPr>
              <w:pStyle w:val="FormatvorlageFettLinks0cmHngend1cm"/>
              <w:keepNext w:val="0"/>
            </w:pPr>
            <w:r>
              <w:t>d</w:t>
            </w:r>
            <w:r w:rsidR="00ED056A" w:rsidRPr="00081305">
              <w:t>ie</w:t>
            </w:r>
            <w:r w:rsidR="00ED056A">
              <w:t>, soweit erforderlich,</w:t>
            </w:r>
            <w:r w:rsidR="00ED056A" w:rsidRPr="00081305">
              <w:t xml:space="preserve"> ausgefüllt </w:t>
            </w:r>
            <w:r w:rsidR="00ED056A">
              <w:t>mit dem Angebot einzureichen</w:t>
            </w:r>
            <w:r w:rsidR="00ED056A" w:rsidRPr="00081305">
              <w:t xml:space="preserve"> sind</w:t>
            </w:r>
            <w:r w:rsidR="00926B7C">
              <w:t>:</w:t>
            </w:r>
            <w:r w:rsidR="00ED056A" w:rsidRPr="00081305">
              <w:t xml:space="preserve"> </w:t>
            </w:r>
          </w:p>
        </w:tc>
      </w:tr>
      <w:tr w:rsidR="00ED056A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D71A03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Kontrollkästchen25"/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5B5A36" w:rsidP="00FB1CF0">
            <w:pPr>
              <w:keepNext w:val="0"/>
            </w:pPr>
            <w:r>
              <w:t xml:space="preserve">L </w:t>
            </w:r>
            <w:r w:rsidR="00ED056A">
              <w:t>213</w:t>
            </w: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ED056A" w:rsidP="00FB1CF0">
            <w:pPr>
              <w:keepNext w:val="0"/>
            </w:pPr>
            <w:r>
              <w:t>Angebotsschreiben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Pr="00520D3B" w:rsidRDefault="00ED056A" w:rsidP="00FB1CF0">
            <w:pPr>
              <w:keepNext w:val="0"/>
            </w:pPr>
          </w:p>
        </w:tc>
      </w:tr>
      <w:tr w:rsidR="00ED056A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Default="00D71A03" w:rsidP="00FB1CF0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Default="00ED056A" w:rsidP="00FB1CF0">
            <w:pPr>
              <w:keepNext w:val="0"/>
            </w:pP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Default="00ED056A" w:rsidP="00FB1CF0">
            <w:pPr>
              <w:keepNext w:val="0"/>
            </w:pPr>
            <w:r>
              <w:t>Teile der Leistungsbeschreibung: Leistungsverzeichnis / Leistungsprogramm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Del="00E06D8F" w:rsidRDefault="00ED056A" w:rsidP="00FB1CF0">
            <w:pPr>
              <w:keepNext w:val="0"/>
            </w:pPr>
          </w:p>
        </w:tc>
      </w:tr>
      <w:tr w:rsidR="00D04664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04664" w:rsidRDefault="00D04664" w:rsidP="00FB1CF0">
            <w:pPr>
              <w:keepNext w:val="0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2429FA">
              <w:fldChar w:fldCharType="separate"/>
            </w:r>
            <w:r w:rsidRPr="00520D3B"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04664" w:rsidRDefault="00D04664" w:rsidP="00FB1CF0">
            <w:pPr>
              <w:keepNext w:val="0"/>
            </w:pPr>
            <w:r>
              <w:t>L 124</w:t>
            </w:r>
            <w:r w:rsidR="002429FA">
              <w:t xml:space="preserve"> /</w:t>
            </w:r>
          </w:p>
          <w:p w:rsidR="002429FA" w:rsidRDefault="002429FA" w:rsidP="00FB1CF0">
            <w:pPr>
              <w:keepNext w:val="0"/>
            </w:pPr>
            <w:r>
              <w:t>L 1240</w:t>
            </w: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D04664" w:rsidRDefault="00D04664" w:rsidP="00FB1CF0">
            <w:pPr>
              <w:keepNext w:val="0"/>
            </w:pPr>
            <w:r>
              <w:t>Eigenerklärung zur Eignung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04664" w:rsidDel="00E06D8F" w:rsidRDefault="00D04664" w:rsidP="00FB1CF0">
            <w:pPr>
              <w:keepNext w:val="0"/>
            </w:pPr>
          </w:p>
        </w:tc>
      </w:tr>
      <w:tr w:rsidR="00D62126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Default="00D62126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Default="00D62126" w:rsidP="00FB1CF0">
            <w:pPr>
              <w:keepNext w:val="0"/>
            </w:pPr>
            <w:r>
              <w:t>L 234</w:t>
            </w: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Default="00D62126" w:rsidP="00FB1CF0">
            <w:pPr>
              <w:keepNext w:val="0"/>
            </w:pPr>
            <w:r>
              <w:t>Erklärung Bieter-/Arbeitsgemeinschaft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Del="00E06D8F" w:rsidRDefault="00D62126" w:rsidP="00FB1CF0">
            <w:pPr>
              <w:keepNext w:val="0"/>
            </w:pPr>
          </w:p>
        </w:tc>
      </w:tr>
      <w:tr w:rsidR="00ED056A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Default="007E60FB" w:rsidP="00FB1CF0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Default="005B5A36" w:rsidP="00FB1CF0">
            <w:pPr>
              <w:keepNext w:val="0"/>
            </w:pPr>
            <w:r>
              <w:t xml:space="preserve">L </w:t>
            </w:r>
            <w:r w:rsidR="00ED056A">
              <w:t>23</w:t>
            </w:r>
            <w:r w:rsidR="00D62126">
              <w:t>5</w:t>
            </w: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RDefault="005B5A36" w:rsidP="00FB1CF0">
            <w:pPr>
              <w:keepNext w:val="0"/>
            </w:pPr>
            <w:r>
              <w:t xml:space="preserve">Verzeichnis der </w:t>
            </w:r>
            <w:r w:rsidR="00D62126">
              <w:t>Leistungen von Unterauftragnehmern bzw. anderer Unternehmen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ED056A" w:rsidDel="00E06D8F" w:rsidRDefault="00ED056A" w:rsidP="00FB1CF0">
            <w:pPr>
              <w:keepNext w:val="0"/>
            </w:pPr>
          </w:p>
        </w:tc>
      </w:tr>
      <w:tr w:rsidR="00926B7C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  <w:r>
              <w:t>L 248</w:t>
            </w: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  <w:r>
              <w:t>Erklärung zur Verwendung von Holzprodukten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Del="00E06D8F" w:rsidRDefault="00926B7C" w:rsidP="00FB1CF0">
            <w:pPr>
              <w:keepNext w:val="0"/>
            </w:pPr>
          </w:p>
        </w:tc>
      </w:tr>
      <w:tr w:rsidR="00754CB0" w:rsidRPr="00520D3B" w:rsidTr="00BD7036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754CB0" w:rsidRDefault="00754CB0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754CB0" w:rsidRDefault="00754CB0" w:rsidP="00FB1CF0">
            <w:pPr>
              <w:keepNext w:val="0"/>
            </w:pPr>
            <w:r>
              <w:t>L 2481</w:t>
            </w:r>
          </w:p>
        </w:tc>
        <w:tc>
          <w:tcPr>
            <w:tcW w:w="8459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754CB0" w:rsidRDefault="00754CB0" w:rsidP="00754CB0">
            <w:pPr>
              <w:keepNext w:val="0"/>
            </w:pPr>
            <w:r>
              <w:t xml:space="preserve">Erklärung zur Lieferung </w:t>
            </w:r>
            <w:r w:rsidR="0056382F">
              <w:t xml:space="preserve">und Verwendung </w:t>
            </w:r>
            <w:r>
              <w:t>von gebietseigenen Pflanzen</w:t>
            </w:r>
          </w:p>
        </w:tc>
      </w:tr>
      <w:tr w:rsidR="00BC13AA" w:rsidRPr="00520D3B" w:rsidTr="00BD7036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13AA" w:rsidRDefault="00BC13AA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13AA" w:rsidRDefault="00BC13AA" w:rsidP="00FB1CF0">
            <w:pPr>
              <w:keepNext w:val="0"/>
            </w:pPr>
            <w:r>
              <w:t>L 2491</w:t>
            </w:r>
          </w:p>
        </w:tc>
        <w:tc>
          <w:tcPr>
            <w:tcW w:w="8459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BC13AA" w:rsidDel="00E06D8F" w:rsidRDefault="00BC13AA" w:rsidP="00FB1CF0">
            <w:pPr>
              <w:keepNext w:val="0"/>
            </w:pPr>
            <w:r>
              <w:t>Erklärung zur Vermeidung des Erwerbs von Produkten aus ausbeuterischer Kinderarbeit</w:t>
            </w:r>
          </w:p>
        </w:tc>
      </w:tr>
      <w:tr w:rsidR="00926B7C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2429FA" w:rsidP="00FB1CF0">
            <w:pPr>
              <w:keepNext w:val="0"/>
            </w:pPr>
            <w:r>
              <w:t>L 2496</w:t>
            </w: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2429FA" w:rsidP="00FB1CF0">
            <w:pPr>
              <w:keepNext w:val="0"/>
            </w:pPr>
            <w:r>
              <w:t>Schutzerklärung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Del="00E06D8F" w:rsidRDefault="00926B7C" w:rsidP="00FB1CF0">
            <w:pPr>
              <w:keepNext w:val="0"/>
            </w:pPr>
          </w:p>
        </w:tc>
      </w:tr>
      <w:tr w:rsidR="00BC13AA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13AA" w:rsidRDefault="00BC13AA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13AA" w:rsidRDefault="00BC13AA" w:rsidP="00FB1CF0">
            <w:pPr>
              <w:keepNext w:val="0"/>
            </w:pP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BC13AA" w:rsidRDefault="00BC13AA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13AA" w:rsidDel="00E06D8F" w:rsidRDefault="00BC13AA" w:rsidP="00FB1CF0">
            <w:pPr>
              <w:keepNext w:val="0"/>
            </w:pPr>
          </w:p>
        </w:tc>
      </w:tr>
      <w:tr w:rsidR="00926B7C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Del="00E06D8F" w:rsidRDefault="00926B7C" w:rsidP="00FB1CF0">
            <w:pPr>
              <w:keepNext w:val="0"/>
            </w:pPr>
          </w:p>
        </w:tc>
      </w:tr>
      <w:tr w:rsidR="00926B7C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Del="00E06D8F" w:rsidRDefault="00926B7C" w:rsidP="00FB1CF0">
            <w:pPr>
              <w:keepNext w:val="0"/>
            </w:pPr>
          </w:p>
        </w:tc>
      </w:tr>
      <w:tr w:rsidR="00926B7C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Del="00E06D8F" w:rsidRDefault="00926B7C" w:rsidP="00FB1CF0">
            <w:pPr>
              <w:keepNext w:val="0"/>
            </w:pPr>
          </w:p>
        </w:tc>
      </w:tr>
      <w:tr w:rsidR="00926B7C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Del="00E06D8F" w:rsidRDefault="00926B7C" w:rsidP="00FB1CF0">
            <w:pPr>
              <w:keepNext w:val="0"/>
            </w:pPr>
          </w:p>
        </w:tc>
      </w:tr>
      <w:tr w:rsidR="00926B7C" w:rsidRPr="00520D3B" w:rsidTr="00BD7036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Pr="00926B7C" w:rsidRDefault="00926B7C" w:rsidP="00FB1CF0">
            <w:pPr>
              <w:keepNext w:val="0"/>
              <w:rPr>
                <w:b/>
              </w:rPr>
            </w:pPr>
            <w:r w:rsidRPr="00926B7C">
              <w:rPr>
                <w:b/>
              </w:rPr>
              <w:t>D)</w:t>
            </w:r>
          </w:p>
        </w:tc>
        <w:tc>
          <w:tcPr>
            <w:tcW w:w="9437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Pr="00926B7C" w:rsidDel="00E06D8F" w:rsidRDefault="00926B7C" w:rsidP="00FB1CF0">
            <w:pPr>
              <w:keepNext w:val="0"/>
              <w:rPr>
                <w:b/>
              </w:rPr>
            </w:pPr>
            <w:r w:rsidRPr="00926B7C">
              <w:rPr>
                <w:b/>
              </w:rPr>
              <w:t>die ausgefüllt auf gesondertes Verlangen der Vergabestelle einzureichen sind</w:t>
            </w:r>
            <w:r>
              <w:rPr>
                <w:b/>
              </w:rPr>
              <w:t>:</w:t>
            </w:r>
          </w:p>
        </w:tc>
      </w:tr>
      <w:tr w:rsidR="00926B7C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7E60FB" w:rsidP="00FB1CF0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D62126" w:rsidP="00FB1CF0">
            <w:pPr>
              <w:keepNext w:val="0"/>
            </w:pPr>
            <w:r>
              <w:t>L 236</w:t>
            </w: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D62126" w:rsidP="00FB1CF0">
            <w:pPr>
              <w:keepNext w:val="0"/>
            </w:pPr>
            <w:r>
              <w:t>Verpflichtungserklärung anderer Unternehmen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Del="00E06D8F" w:rsidRDefault="00926B7C" w:rsidP="00FB1CF0">
            <w:pPr>
              <w:keepNext w:val="0"/>
            </w:pPr>
          </w:p>
        </w:tc>
      </w:tr>
      <w:tr w:rsidR="00926B7C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F037D1" w:rsidP="00FB1CF0">
            <w:pPr>
              <w:keepNext w:val="0"/>
            </w:pPr>
            <w:r>
              <w:t>L 2442</w:t>
            </w: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F037D1" w:rsidP="00FB1CF0">
            <w:pPr>
              <w:keepNext w:val="0"/>
            </w:pPr>
            <w:r>
              <w:t>Erklärung Auftragsverarbeitung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Del="00E06D8F" w:rsidRDefault="00926B7C" w:rsidP="00FB1CF0">
            <w:pPr>
              <w:keepNext w:val="0"/>
            </w:pPr>
          </w:p>
        </w:tc>
      </w:tr>
      <w:tr w:rsidR="00926B7C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2429FA" w:rsidP="00FB1CF0">
            <w:pPr>
              <w:keepNext w:val="0"/>
            </w:pPr>
            <w:r>
              <w:t>L 2495</w:t>
            </w: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2429FA" w:rsidP="00FB1CF0">
            <w:pPr>
              <w:keepNext w:val="0"/>
            </w:pPr>
            <w:r>
              <w:t>Verpflichtungserklärung</w:t>
            </w: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Del="00E06D8F" w:rsidRDefault="00926B7C" w:rsidP="00FB1CF0">
            <w:pPr>
              <w:keepNext w:val="0"/>
            </w:pPr>
          </w:p>
        </w:tc>
      </w:tr>
      <w:tr w:rsidR="00926B7C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Del="00E06D8F" w:rsidRDefault="00926B7C" w:rsidP="00FB1CF0">
            <w:pPr>
              <w:keepNext w:val="0"/>
            </w:pPr>
          </w:p>
        </w:tc>
      </w:tr>
      <w:tr w:rsidR="00926B7C" w:rsidRPr="00520D3B" w:rsidTr="00D416A0">
        <w:trPr>
          <w:trHeight w:val="284"/>
        </w:trPr>
        <w:tc>
          <w:tcPr>
            <w:tcW w:w="49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7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7463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RDefault="00926B7C" w:rsidP="00FB1CF0">
            <w:pPr>
              <w:keepNext w:val="0"/>
            </w:pPr>
          </w:p>
        </w:tc>
        <w:tc>
          <w:tcPr>
            <w:tcW w:w="9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26B7C" w:rsidDel="00E06D8F" w:rsidRDefault="00926B7C" w:rsidP="00FB1CF0">
            <w:pPr>
              <w:keepNext w:val="0"/>
            </w:pPr>
          </w:p>
        </w:tc>
      </w:tr>
    </w:tbl>
    <w:p w:rsidR="006D6DE1" w:rsidRDefault="006D6DE1" w:rsidP="00097066">
      <w:pPr>
        <w:keepNext w:val="0"/>
        <w:sectPr w:rsidR="006D6DE1" w:rsidSect="00AD584D">
          <w:headerReference w:type="even" r:id="rId7"/>
          <w:headerReference w:type="default" r:id="rId8"/>
          <w:footerReference w:type="default" r:id="rId9"/>
          <w:pgSz w:w="11906" w:h="16838" w:code="9"/>
          <w:pgMar w:top="1134" w:right="851" w:bottom="567" w:left="1304" w:header="709" w:footer="130" w:gutter="0"/>
          <w:cols w:space="708"/>
          <w:docGrid w:linePitch="360"/>
        </w:sectPr>
      </w:pP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483"/>
        <w:gridCol w:w="371"/>
        <w:gridCol w:w="25"/>
        <w:gridCol w:w="992"/>
        <w:gridCol w:w="3969"/>
        <w:gridCol w:w="851"/>
        <w:gridCol w:w="3232"/>
      </w:tblGrid>
      <w:tr w:rsidR="00FC1057" w:rsidRPr="00520D3B" w:rsidTr="00FB1CF0">
        <w:trPr>
          <w:trHeight w:val="680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FB1CF0" w:rsidRDefault="005F32A5" w:rsidP="00FB1CF0">
            <w:pPr>
              <w:keepNext w:val="0"/>
              <w:jc w:val="left"/>
              <w:rPr>
                <w:b/>
              </w:rPr>
            </w:pPr>
            <w:r>
              <w:lastRenderedPageBreak/>
              <w:br w:type="page"/>
            </w:r>
            <w:r w:rsidR="0066119D" w:rsidRPr="00FB1CF0">
              <w:rPr>
                <w:b/>
              </w:rPr>
              <w:t>1</w:t>
            </w:r>
          </w:p>
          <w:p w:rsidR="000A42AA" w:rsidRPr="00FB1CF0" w:rsidRDefault="000A42AA" w:rsidP="00FB1CF0">
            <w:pPr>
              <w:keepNext w:val="0"/>
              <w:jc w:val="left"/>
              <w:rPr>
                <w:b/>
              </w:rPr>
            </w:pPr>
          </w:p>
        </w:tc>
        <w:tc>
          <w:tcPr>
            <w:tcW w:w="9440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1F2CC4" w:rsidRDefault="0066119D" w:rsidP="00FB1CF0">
            <w:pPr>
              <w:keepNext w:val="0"/>
              <w:ind w:right="-113"/>
              <w:rPr>
                <w:b/>
              </w:rPr>
            </w:pPr>
            <w:r w:rsidRPr="00FB1CF0">
              <w:rPr>
                <w:b/>
              </w:rPr>
              <w:t xml:space="preserve">Es ist beabsichtigt, die in beiliegender Leistungsbeschreibung bezeichneten Leistungen zu </w:t>
            </w:r>
          </w:p>
          <w:p w:rsidR="0066119D" w:rsidRPr="00FB1CF0" w:rsidRDefault="0066119D" w:rsidP="00FB1CF0">
            <w:pPr>
              <w:keepNext w:val="0"/>
              <w:ind w:right="-113"/>
              <w:rPr>
                <w:b/>
              </w:rPr>
            </w:pPr>
            <w:r w:rsidRPr="00FB1CF0">
              <w:rPr>
                <w:b/>
              </w:rPr>
              <w:t>vergeben im Namen und für Rechnung</w:t>
            </w:r>
          </w:p>
        </w:tc>
      </w:tr>
      <w:tr w:rsidR="00FC1057" w:rsidRPr="00520D3B" w:rsidTr="00FB1CF0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520D3B" w:rsidRDefault="0066119D" w:rsidP="00FB1CF0">
            <w:pPr>
              <w:keepNext w:val="0"/>
            </w:pPr>
          </w:p>
        </w:tc>
        <w:tc>
          <w:tcPr>
            <w:tcW w:w="9440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9F5D37" w:rsidRDefault="0066119D" w:rsidP="00FB1CF0">
            <w:pPr>
              <w:keepNext w:val="0"/>
              <w:rPr>
                <w:b/>
              </w:rPr>
            </w:pPr>
          </w:p>
        </w:tc>
      </w:tr>
      <w:tr w:rsidR="005F32A5" w:rsidRPr="00520D3B" w:rsidTr="00FB1CF0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520D3B" w:rsidRDefault="0066119D" w:rsidP="00FB1CF0">
            <w:pPr>
              <w:keepNext w:val="0"/>
            </w:pPr>
          </w:p>
        </w:tc>
        <w:tc>
          <w:tcPr>
            <w:tcW w:w="9440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FB1CF0" w:rsidRDefault="0066119D" w:rsidP="00FB1CF0">
            <w:pPr>
              <w:keepNext w:val="0"/>
              <w:rPr>
                <w:b/>
              </w:rPr>
            </w:pPr>
          </w:p>
        </w:tc>
      </w:tr>
      <w:tr w:rsidR="00D2029D" w:rsidRPr="00520D3B" w:rsidTr="00FB1CF0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2029D" w:rsidRPr="00520D3B" w:rsidRDefault="00D2029D" w:rsidP="00FB1CF0">
            <w:pPr>
              <w:keepNext w:val="0"/>
            </w:pPr>
          </w:p>
        </w:tc>
        <w:tc>
          <w:tcPr>
            <w:tcW w:w="9440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D2029D" w:rsidRPr="00FB1CF0" w:rsidRDefault="00D2029D" w:rsidP="00FB1CF0">
            <w:pPr>
              <w:keepNext w:val="0"/>
              <w:rPr>
                <w:b/>
              </w:rPr>
            </w:pPr>
          </w:p>
        </w:tc>
      </w:tr>
      <w:tr w:rsidR="00D307BD" w:rsidRPr="00520D3B" w:rsidTr="00FB1CF0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307BD" w:rsidRPr="00520D3B" w:rsidRDefault="00D307BD" w:rsidP="00FB1CF0">
            <w:pPr>
              <w:keepNext w:val="0"/>
            </w:pPr>
          </w:p>
        </w:tc>
        <w:tc>
          <w:tcPr>
            <w:tcW w:w="9440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D307BD" w:rsidRPr="00FB1CF0" w:rsidRDefault="00D2029D" w:rsidP="00FB1CF0">
            <w:pPr>
              <w:keepNext w:val="0"/>
              <w:rPr>
                <w:b/>
              </w:rPr>
            </w:pPr>
            <w:r>
              <w:rPr>
                <w:b/>
              </w:rPr>
              <w:t>dieser/diese/dieses vertreten durch:</w:t>
            </w:r>
          </w:p>
        </w:tc>
      </w:tr>
      <w:tr w:rsidR="00FC1057" w:rsidRPr="00520D3B" w:rsidTr="00FB1CF0">
        <w:trPr>
          <w:trHeight w:val="39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FB1CF0" w:rsidRDefault="00515CF8" w:rsidP="00FB1CF0">
            <w:pPr>
              <w:keepNext w:val="0"/>
              <w:rPr>
                <w:b/>
              </w:rPr>
            </w:pPr>
            <w:r w:rsidRPr="00FB1CF0">
              <w:rPr>
                <w:b/>
              </w:rPr>
              <w:t>2</w:t>
            </w:r>
          </w:p>
        </w:tc>
        <w:tc>
          <w:tcPr>
            <w:tcW w:w="9440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1F2CC4" w:rsidRDefault="001F2CC4" w:rsidP="00FB1CF0">
            <w:pPr>
              <w:keepNext w:val="0"/>
              <w:rPr>
                <w:b/>
              </w:rPr>
            </w:pPr>
            <w:r w:rsidRPr="001F2CC4">
              <w:rPr>
                <w:b/>
              </w:rPr>
              <w:t>Kommunikation</w:t>
            </w:r>
          </w:p>
        </w:tc>
      </w:tr>
      <w:tr w:rsidR="001F2CC4" w:rsidRPr="00520D3B" w:rsidTr="001F2CC4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1F2CC4" w:rsidRDefault="001F2CC4" w:rsidP="00FB1CF0">
            <w:pPr>
              <w:keepNext w:val="0"/>
            </w:pPr>
          </w:p>
        </w:tc>
        <w:tc>
          <w:tcPr>
            <w:tcW w:w="9440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1F2CC4" w:rsidRPr="0066119D" w:rsidRDefault="00CA2A8B" w:rsidP="00FB1CF0">
            <w:pPr>
              <w:keepNext w:val="0"/>
            </w:pPr>
            <w:r>
              <w:t>Die Kommunikation erfolgt</w:t>
            </w:r>
          </w:p>
        </w:tc>
      </w:tr>
      <w:tr w:rsidR="00703AEF" w:rsidRPr="00520D3B" w:rsidTr="00CA2A8B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703AEF" w:rsidRPr="00520D3B" w:rsidRDefault="00703AEF" w:rsidP="00FB1CF0">
            <w:pPr>
              <w:keepNext w:val="0"/>
              <w:spacing w:before="60"/>
            </w:pPr>
          </w:p>
        </w:tc>
        <w:tc>
          <w:tcPr>
            <w:tcW w:w="396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703AEF" w:rsidRPr="00520D3B" w:rsidRDefault="00CA2A8B" w:rsidP="00FB1CF0">
            <w:pPr>
              <w:keepNext w:val="0"/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04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703AEF" w:rsidRPr="00520D3B" w:rsidRDefault="00CA2A8B" w:rsidP="00FB1CF0">
            <w:pPr>
              <w:keepNext w:val="0"/>
              <w:spacing w:before="60"/>
            </w:pPr>
            <w:r>
              <w:t>elektronisch über die Vergabeplattform</w:t>
            </w:r>
          </w:p>
        </w:tc>
      </w:tr>
      <w:tr w:rsidR="008956F9" w:rsidRPr="00520D3B" w:rsidTr="00CA2A8B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956F9" w:rsidRPr="00520D3B" w:rsidRDefault="008956F9" w:rsidP="00FB1CF0">
            <w:pPr>
              <w:keepNext w:val="0"/>
              <w:spacing w:before="60"/>
            </w:pPr>
          </w:p>
        </w:tc>
        <w:tc>
          <w:tcPr>
            <w:tcW w:w="396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956F9" w:rsidRDefault="008956F9" w:rsidP="00FB1CF0">
            <w:pPr>
              <w:keepNext w:val="0"/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04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956F9" w:rsidRDefault="008956F9" w:rsidP="00FB1CF0">
            <w:pPr>
              <w:keepNext w:val="0"/>
              <w:spacing w:before="60"/>
            </w:pPr>
            <w:r w:rsidRPr="008956F9">
              <w:t>auf andere Weise (schriftlich/Textform)</w:t>
            </w:r>
          </w:p>
        </w:tc>
      </w:tr>
      <w:tr w:rsidR="00CA2A8B" w:rsidRPr="00520D3B" w:rsidTr="008956F9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A2A8B" w:rsidRPr="00520D3B" w:rsidRDefault="00CA2A8B" w:rsidP="00FB1CF0">
            <w:pPr>
              <w:keepNext w:val="0"/>
            </w:pPr>
          </w:p>
        </w:tc>
        <w:tc>
          <w:tcPr>
            <w:tcW w:w="396" w:type="dxa"/>
            <w:gridSpan w:val="2"/>
            <w:shd w:val="clear" w:color="auto" w:fill="auto"/>
            <w:noWrap/>
            <w:tcMar>
              <w:left w:w="28" w:type="dxa"/>
            </w:tcMar>
          </w:tcPr>
          <w:p w:rsidR="00CA2A8B" w:rsidRPr="00520D3B" w:rsidRDefault="00CA2A8B" w:rsidP="00FB1CF0">
            <w:pPr>
              <w:keepNext w:val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044" w:type="dxa"/>
            <w:gridSpan w:val="4"/>
            <w:shd w:val="clear" w:color="auto" w:fill="auto"/>
            <w:noWrap/>
            <w:tcMar>
              <w:left w:w="28" w:type="dxa"/>
            </w:tcMar>
            <w:vAlign w:val="bottom"/>
          </w:tcPr>
          <w:p w:rsidR="00CA2A8B" w:rsidRPr="00520D3B" w:rsidRDefault="008956F9" w:rsidP="00FB1CF0">
            <w:pPr>
              <w:keepNext w:val="0"/>
              <w:jc w:val="left"/>
            </w:pPr>
            <w:r w:rsidRPr="008956F9">
              <w:t>in Kombination: bis zur Angebots(er)</w:t>
            </w:r>
            <w:proofErr w:type="spellStart"/>
            <w:r w:rsidRPr="008956F9">
              <w:t>öffnung</w:t>
            </w:r>
            <w:proofErr w:type="spellEnd"/>
            <w:r w:rsidRPr="008956F9">
              <w:t xml:space="preserve"> elektronisch über die Vergabeplattform; danach schriftlich oder in Textform</w:t>
            </w:r>
          </w:p>
        </w:tc>
      </w:tr>
      <w:tr w:rsidR="00CA2A8B" w:rsidRPr="00520D3B" w:rsidTr="00CA2A8B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A2A8B" w:rsidRPr="00520D3B" w:rsidRDefault="00CA2A8B" w:rsidP="00FB1CF0">
            <w:pPr>
              <w:keepNext w:val="0"/>
            </w:pPr>
          </w:p>
        </w:tc>
        <w:tc>
          <w:tcPr>
            <w:tcW w:w="396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CA2A8B" w:rsidRDefault="00CA2A8B" w:rsidP="00FB1CF0">
            <w:pPr>
              <w:keepNext w:val="0"/>
              <w:jc w:val="left"/>
            </w:pP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</w:tcMar>
            <w:vAlign w:val="bottom"/>
          </w:tcPr>
          <w:p w:rsidR="00CA2A8B" w:rsidRPr="00520D3B" w:rsidRDefault="00CA2A8B" w:rsidP="00FB1CF0">
            <w:pPr>
              <w:keepNext w:val="0"/>
              <w:jc w:val="left"/>
            </w:pPr>
            <w:r>
              <w:t>Stelle</w:t>
            </w:r>
          </w:p>
        </w:tc>
        <w:tc>
          <w:tcPr>
            <w:tcW w:w="8052" w:type="dxa"/>
            <w:gridSpan w:val="3"/>
            <w:shd w:val="clear" w:color="auto" w:fill="auto"/>
            <w:vAlign w:val="bottom"/>
          </w:tcPr>
          <w:p w:rsidR="00CA2A8B" w:rsidRPr="00520D3B" w:rsidRDefault="00CA2A8B" w:rsidP="00FB1CF0">
            <w:pPr>
              <w:keepNext w:val="0"/>
              <w:jc w:val="left"/>
            </w:pPr>
          </w:p>
        </w:tc>
      </w:tr>
      <w:tr w:rsidR="008956F9" w:rsidRPr="00520D3B" w:rsidTr="00CA2A8B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956F9" w:rsidRPr="00520D3B" w:rsidRDefault="008956F9" w:rsidP="00FB1CF0">
            <w:pPr>
              <w:keepNext w:val="0"/>
            </w:pPr>
          </w:p>
        </w:tc>
        <w:tc>
          <w:tcPr>
            <w:tcW w:w="396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956F9" w:rsidRDefault="008956F9" w:rsidP="00FB1CF0">
            <w:pPr>
              <w:keepNext w:val="0"/>
              <w:jc w:val="left"/>
            </w:pP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</w:tcMar>
            <w:vAlign w:val="bottom"/>
          </w:tcPr>
          <w:p w:rsidR="008956F9" w:rsidRDefault="008956F9" w:rsidP="00FB1CF0">
            <w:pPr>
              <w:keepNext w:val="0"/>
              <w:jc w:val="left"/>
            </w:pPr>
            <w:r w:rsidRPr="008956F9">
              <w:t>Straße</w:t>
            </w:r>
          </w:p>
        </w:tc>
        <w:tc>
          <w:tcPr>
            <w:tcW w:w="8052" w:type="dxa"/>
            <w:gridSpan w:val="3"/>
            <w:shd w:val="clear" w:color="auto" w:fill="auto"/>
            <w:vAlign w:val="bottom"/>
          </w:tcPr>
          <w:p w:rsidR="008956F9" w:rsidRPr="00520D3B" w:rsidRDefault="008956F9" w:rsidP="00FB1CF0">
            <w:pPr>
              <w:keepNext w:val="0"/>
              <w:jc w:val="left"/>
            </w:pPr>
          </w:p>
        </w:tc>
      </w:tr>
      <w:tr w:rsidR="008956F9" w:rsidRPr="00520D3B" w:rsidTr="00CA2A8B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956F9" w:rsidRPr="00520D3B" w:rsidRDefault="008956F9" w:rsidP="00FB1CF0">
            <w:pPr>
              <w:keepNext w:val="0"/>
            </w:pPr>
          </w:p>
        </w:tc>
        <w:tc>
          <w:tcPr>
            <w:tcW w:w="396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956F9" w:rsidRDefault="008956F9" w:rsidP="00FB1CF0">
            <w:pPr>
              <w:keepNext w:val="0"/>
              <w:jc w:val="left"/>
            </w:pP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</w:tcMar>
            <w:vAlign w:val="bottom"/>
          </w:tcPr>
          <w:p w:rsidR="008956F9" w:rsidRDefault="008956F9" w:rsidP="00FB1CF0">
            <w:pPr>
              <w:keepNext w:val="0"/>
              <w:jc w:val="left"/>
            </w:pPr>
            <w:r w:rsidRPr="008956F9">
              <w:t>PLZ / Ort</w:t>
            </w:r>
          </w:p>
        </w:tc>
        <w:tc>
          <w:tcPr>
            <w:tcW w:w="8052" w:type="dxa"/>
            <w:gridSpan w:val="3"/>
            <w:shd w:val="clear" w:color="auto" w:fill="auto"/>
            <w:vAlign w:val="bottom"/>
          </w:tcPr>
          <w:p w:rsidR="008956F9" w:rsidRPr="00520D3B" w:rsidRDefault="008956F9" w:rsidP="00FB1CF0">
            <w:pPr>
              <w:keepNext w:val="0"/>
              <w:jc w:val="left"/>
            </w:pPr>
          </w:p>
        </w:tc>
      </w:tr>
      <w:tr w:rsidR="00CA2A8B" w:rsidRPr="00520D3B" w:rsidTr="00CA2A8B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A2A8B" w:rsidRPr="00520D3B" w:rsidRDefault="00CA2A8B" w:rsidP="00FB1CF0">
            <w:pPr>
              <w:keepNext w:val="0"/>
            </w:pPr>
          </w:p>
        </w:tc>
        <w:tc>
          <w:tcPr>
            <w:tcW w:w="396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CA2A8B" w:rsidRDefault="00CA2A8B" w:rsidP="00FB1CF0">
            <w:pPr>
              <w:keepNext w:val="0"/>
              <w:jc w:val="left"/>
            </w:pPr>
          </w:p>
        </w:tc>
        <w:tc>
          <w:tcPr>
            <w:tcW w:w="992" w:type="dxa"/>
            <w:shd w:val="clear" w:color="auto" w:fill="auto"/>
            <w:noWrap/>
            <w:tcMar>
              <w:left w:w="28" w:type="dxa"/>
            </w:tcMar>
            <w:vAlign w:val="bottom"/>
          </w:tcPr>
          <w:p w:rsidR="00CA2A8B" w:rsidRPr="00520D3B" w:rsidRDefault="008956F9" w:rsidP="00FB1CF0">
            <w:pPr>
              <w:keepNext w:val="0"/>
              <w:jc w:val="left"/>
            </w:pPr>
            <w:r w:rsidRPr="008956F9">
              <w:t>E-Mail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A2A8B" w:rsidRPr="00520D3B" w:rsidRDefault="00CA2A8B" w:rsidP="00FB1CF0">
            <w:pPr>
              <w:keepNext w:val="0"/>
              <w:jc w:val="left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CA2A8B" w:rsidRPr="00520D3B" w:rsidRDefault="00CA2A8B" w:rsidP="00FB1CF0">
            <w:pPr>
              <w:keepNext w:val="0"/>
              <w:jc w:val="left"/>
            </w:pPr>
            <w:r>
              <w:t>Fax</w:t>
            </w:r>
          </w:p>
        </w:tc>
        <w:tc>
          <w:tcPr>
            <w:tcW w:w="3232" w:type="dxa"/>
            <w:shd w:val="clear" w:color="auto" w:fill="auto"/>
            <w:vAlign w:val="bottom"/>
          </w:tcPr>
          <w:p w:rsidR="00CA2A8B" w:rsidRPr="00520D3B" w:rsidRDefault="00CA2A8B" w:rsidP="00FB1CF0">
            <w:pPr>
              <w:keepNext w:val="0"/>
              <w:jc w:val="left"/>
            </w:pPr>
          </w:p>
        </w:tc>
      </w:tr>
      <w:tr w:rsidR="009377BE" w:rsidRPr="00520D3B" w:rsidTr="00BD7036">
        <w:trPr>
          <w:trHeight w:val="284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377BE" w:rsidRPr="00520D3B" w:rsidRDefault="009377BE" w:rsidP="00FB1CF0">
            <w:pPr>
              <w:keepNext w:val="0"/>
            </w:pPr>
          </w:p>
        </w:tc>
        <w:tc>
          <w:tcPr>
            <w:tcW w:w="9440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9377BE" w:rsidRPr="00520D3B" w:rsidRDefault="009377BE" w:rsidP="00FB1CF0">
            <w:pPr>
              <w:keepNext w:val="0"/>
              <w:jc w:val="left"/>
            </w:pPr>
          </w:p>
        </w:tc>
      </w:tr>
      <w:tr w:rsidR="005C0618" w:rsidRPr="00520D3B" w:rsidTr="00FB1CF0">
        <w:trPr>
          <w:trHeight w:val="39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</w:tcPr>
          <w:p w:rsidR="005C0618" w:rsidRPr="00FB1CF0" w:rsidRDefault="00515CF8" w:rsidP="00FB1CF0">
            <w:pPr>
              <w:keepNext w:val="0"/>
              <w:spacing w:before="120"/>
              <w:jc w:val="left"/>
              <w:rPr>
                <w:b/>
              </w:rPr>
            </w:pPr>
            <w:r w:rsidRPr="00FB1CF0">
              <w:rPr>
                <w:b/>
              </w:rPr>
              <w:t>3</w:t>
            </w:r>
          </w:p>
        </w:tc>
        <w:tc>
          <w:tcPr>
            <w:tcW w:w="9440" w:type="dxa"/>
            <w:gridSpan w:val="6"/>
            <w:shd w:val="clear" w:color="auto" w:fill="auto"/>
            <w:noWrap/>
            <w:tcMar>
              <w:left w:w="28" w:type="dxa"/>
            </w:tcMar>
          </w:tcPr>
          <w:p w:rsidR="005C0618" w:rsidRPr="00FB1CF0" w:rsidRDefault="008956F9" w:rsidP="00FB1CF0">
            <w:pPr>
              <w:keepNext w:val="0"/>
              <w:spacing w:before="120"/>
              <w:jc w:val="left"/>
              <w:rPr>
                <w:b/>
              </w:rPr>
            </w:pPr>
            <w:r w:rsidRPr="008956F9">
              <w:rPr>
                <w:b/>
              </w:rPr>
              <w:t>Unterlagen (Eigenerklärungen, Angaben, Bescheinigungen oder sonstige Nachweise)</w:t>
            </w:r>
          </w:p>
        </w:tc>
      </w:tr>
      <w:tr w:rsidR="005A1D2D" w:rsidRPr="00520D3B" w:rsidTr="00FB1CF0">
        <w:trPr>
          <w:trHeight w:val="39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</w:tcPr>
          <w:p w:rsidR="005A1D2D" w:rsidRPr="00FB1CF0" w:rsidRDefault="005A1D2D" w:rsidP="00FB1CF0">
            <w:pPr>
              <w:keepNext w:val="0"/>
              <w:spacing w:before="120"/>
              <w:jc w:val="left"/>
              <w:rPr>
                <w:b/>
              </w:rPr>
            </w:pPr>
            <w:r w:rsidRPr="00FB1CF0">
              <w:rPr>
                <w:b/>
              </w:rPr>
              <w:t>3.1</w:t>
            </w:r>
          </w:p>
        </w:tc>
        <w:tc>
          <w:tcPr>
            <w:tcW w:w="9440" w:type="dxa"/>
            <w:gridSpan w:val="6"/>
            <w:shd w:val="clear" w:color="auto" w:fill="auto"/>
            <w:noWrap/>
            <w:tcMar>
              <w:left w:w="28" w:type="dxa"/>
            </w:tcMar>
          </w:tcPr>
          <w:p w:rsidR="005A1D2D" w:rsidRPr="00FB1CF0" w:rsidRDefault="008956F9" w:rsidP="00FB1CF0">
            <w:pPr>
              <w:keepNext w:val="0"/>
              <w:spacing w:before="120"/>
              <w:jc w:val="left"/>
              <w:rPr>
                <w:b/>
              </w:rPr>
            </w:pPr>
            <w:r>
              <w:rPr>
                <w:b/>
              </w:rPr>
              <w:t xml:space="preserve">Folgende </w:t>
            </w:r>
            <w:r w:rsidR="005A1D2D" w:rsidRPr="00FB1CF0">
              <w:rPr>
                <w:b/>
              </w:rPr>
              <w:t>Unterlagen sind mit dem Angebot einzureichen:</w:t>
            </w:r>
          </w:p>
        </w:tc>
      </w:tr>
      <w:tr w:rsidR="005A1D2D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A1D2D" w:rsidRPr="00515CF8" w:rsidRDefault="005A1D2D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A1D2D" w:rsidRPr="00520D3B" w:rsidRDefault="005A1D2D" w:rsidP="00FB1CF0">
            <w:pPr>
              <w:keepNext w:val="0"/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5A1D2D" w:rsidRDefault="005A1D2D" w:rsidP="00D17D94">
            <w:pPr>
              <w:keepNext w:val="0"/>
              <w:spacing w:before="120"/>
              <w:jc w:val="left"/>
            </w:pPr>
            <w:r>
              <w:t xml:space="preserve">siehe </w:t>
            </w:r>
            <w:r w:rsidR="00566B6A">
              <w:t>(</w:t>
            </w:r>
            <w:r w:rsidR="00FB00E0">
              <w:t>Auftrags</w:t>
            </w:r>
            <w:r w:rsidR="00566B6A">
              <w:t>)B</w:t>
            </w:r>
            <w:r>
              <w:t>ekanntmachung</w:t>
            </w:r>
          </w:p>
        </w:tc>
      </w:tr>
      <w:tr w:rsidR="00044924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44924" w:rsidRPr="00515CF8" w:rsidRDefault="00044924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44924" w:rsidRDefault="00044924" w:rsidP="00FB1CF0">
            <w:pPr>
              <w:keepNext w:val="0"/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044924" w:rsidRDefault="006D02D0" w:rsidP="009377BE">
            <w:pPr>
              <w:keepNext w:val="0"/>
              <w:spacing w:before="120"/>
              <w:jc w:val="left"/>
            </w:pPr>
            <w:r>
              <w:t>L 124</w:t>
            </w:r>
            <w:r w:rsidR="002429FA">
              <w:t xml:space="preserve"> / 1240</w:t>
            </w:r>
            <w:r w:rsidR="009377BE">
              <w:t xml:space="preserve"> - </w:t>
            </w:r>
            <w:r>
              <w:t>Eigenerklärung zur Eignung</w:t>
            </w:r>
          </w:p>
        </w:tc>
      </w:tr>
      <w:tr w:rsidR="00044924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44924" w:rsidRPr="00515CF8" w:rsidRDefault="00044924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44924" w:rsidRDefault="00044924" w:rsidP="00FB1CF0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044924" w:rsidRDefault="009377BE" w:rsidP="009377BE">
            <w:pPr>
              <w:keepNext w:val="0"/>
              <w:spacing w:before="120"/>
              <w:jc w:val="left"/>
            </w:pPr>
            <w:r>
              <w:t>L 248 - Erklärung zur Verwendung von Holzprodukten</w:t>
            </w:r>
          </w:p>
        </w:tc>
      </w:tr>
      <w:tr w:rsidR="00754CB0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754CB0" w:rsidRPr="00515CF8" w:rsidRDefault="00754CB0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754CB0" w:rsidRPr="005A1E1C" w:rsidRDefault="00754CB0" w:rsidP="00FB1CF0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754CB0" w:rsidRDefault="00754CB0" w:rsidP="00FB1CF0">
            <w:pPr>
              <w:keepNext w:val="0"/>
              <w:spacing w:before="120"/>
              <w:jc w:val="left"/>
            </w:pPr>
            <w:r>
              <w:t xml:space="preserve">L 2481 - Erklärung zur Lieferung </w:t>
            </w:r>
            <w:r w:rsidR="0056382F">
              <w:t xml:space="preserve">und Verwendung </w:t>
            </w:r>
            <w:r>
              <w:t>von gebietseigenen Pflanzen</w:t>
            </w:r>
          </w:p>
        </w:tc>
      </w:tr>
      <w:tr w:rsidR="00044924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44924" w:rsidRPr="00515CF8" w:rsidRDefault="00044924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44924" w:rsidRDefault="00044924" w:rsidP="00FB1CF0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044924" w:rsidRDefault="00BC13AA" w:rsidP="00FB1CF0">
            <w:pPr>
              <w:keepNext w:val="0"/>
              <w:spacing w:before="120"/>
              <w:jc w:val="left"/>
            </w:pPr>
            <w:r>
              <w:t xml:space="preserve">L </w:t>
            </w:r>
            <w:r w:rsidRPr="00BE356E">
              <w:t xml:space="preserve">2491 </w:t>
            </w:r>
            <w:r>
              <w:t xml:space="preserve">- </w:t>
            </w:r>
            <w:r w:rsidRPr="00B51F58">
              <w:rPr>
                <w:rFonts w:cs="Arial"/>
                <w:bCs/>
              </w:rPr>
              <w:t>Erklärung zur Vermeidung des Erwerbs von Produkten aus ausbeuterischer Kinderarbeit</w:t>
            </w:r>
          </w:p>
        </w:tc>
      </w:tr>
      <w:tr w:rsidR="00044924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44924" w:rsidRPr="00515CF8" w:rsidRDefault="00044924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44924" w:rsidRDefault="00044924" w:rsidP="00FB1CF0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044924" w:rsidRDefault="002429FA" w:rsidP="00FB1CF0">
            <w:pPr>
              <w:keepNext w:val="0"/>
              <w:spacing w:before="120"/>
              <w:jc w:val="left"/>
            </w:pPr>
            <w:r>
              <w:t>L 2496 - Schutzerklärung</w:t>
            </w:r>
          </w:p>
        </w:tc>
      </w:tr>
      <w:tr w:rsidR="00A076FD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076FD" w:rsidRPr="00515CF8" w:rsidRDefault="00A076FD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076FD" w:rsidRPr="005A1E1C" w:rsidRDefault="00A076FD" w:rsidP="00FB1CF0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A076FD" w:rsidRDefault="00A076FD" w:rsidP="00FB1CF0">
            <w:pPr>
              <w:keepNext w:val="0"/>
              <w:spacing w:before="120"/>
              <w:jc w:val="left"/>
            </w:pPr>
          </w:p>
        </w:tc>
      </w:tr>
      <w:tr w:rsidR="00A076FD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076FD" w:rsidRPr="00515CF8" w:rsidRDefault="00A076FD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076FD" w:rsidRPr="005A1E1C" w:rsidRDefault="00A076FD" w:rsidP="00FB1CF0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A076FD" w:rsidRDefault="00A076FD" w:rsidP="00FB1CF0">
            <w:pPr>
              <w:keepNext w:val="0"/>
              <w:spacing w:before="120"/>
              <w:jc w:val="left"/>
            </w:pPr>
          </w:p>
        </w:tc>
      </w:tr>
      <w:tr w:rsidR="00A076FD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076FD" w:rsidRPr="00515CF8" w:rsidRDefault="00A076FD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076FD" w:rsidRPr="005A1E1C" w:rsidRDefault="00A076FD" w:rsidP="00FB1CF0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A076FD" w:rsidRDefault="00A076FD" w:rsidP="00FB1CF0">
            <w:pPr>
              <w:keepNext w:val="0"/>
              <w:spacing w:before="120"/>
              <w:jc w:val="left"/>
            </w:pPr>
          </w:p>
        </w:tc>
      </w:tr>
      <w:tr w:rsidR="005161D9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61D9" w:rsidRPr="00515CF8" w:rsidRDefault="005161D9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61D9" w:rsidRPr="005A1E1C" w:rsidRDefault="005161D9" w:rsidP="00FB1CF0">
            <w:pPr>
              <w:keepNext w:val="0"/>
              <w:spacing w:before="60"/>
            </w:pPr>
            <w:r w:rsidRPr="00E0344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48">
              <w:instrText xml:space="preserve"> FORMCHECKBOX </w:instrText>
            </w:r>
            <w:r w:rsidR="002429FA">
              <w:fldChar w:fldCharType="separate"/>
            </w:r>
            <w:r w:rsidRPr="00E03448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5161D9" w:rsidRDefault="005161D9" w:rsidP="00FB1CF0">
            <w:pPr>
              <w:keepNext w:val="0"/>
              <w:spacing w:before="120"/>
              <w:jc w:val="left"/>
            </w:pPr>
          </w:p>
        </w:tc>
      </w:tr>
      <w:tr w:rsidR="009377BE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377BE" w:rsidRPr="00515CF8" w:rsidRDefault="009377BE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9377BE" w:rsidRPr="005A1E1C" w:rsidRDefault="009377BE" w:rsidP="00FB1CF0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9377BE" w:rsidRDefault="009377BE" w:rsidP="00FB1CF0">
            <w:pPr>
              <w:keepNext w:val="0"/>
              <w:spacing w:before="120"/>
              <w:jc w:val="left"/>
            </w:pPr>
          </w:p>
        </w:tc>
      </w:tr>
      <w:tr w:rsidR="00BC79DC" w:rsidRPr="00520D3B" w:rsidTr="00FB1CF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</w:tcPr>
          <w:p w:rsidR="00BC79DC" w:rsidRPr="00FB1CF0" w:rsidRDefault="00BC79DC" w:rsidP="00FB1CF0">
            <w:pPr>
              <w:keepNext w:val="0"/>
              <w:spacing w:before="120"/>
              <w:jc w:val="left"/>
              <w:rPr>
                <w:b/>
              </w:rPr>
            </w:pPr>
            <w:r w:rsidRPr="00FB1CF0">
              <w:rPr>
                <w:b/>
              </w:rPr>
              <w:t>3.2</w:t>
            </w:r>
          </w:p>
        </w:tc>
        <w:tc>
          <w:tcPr>
            <w:tcW w:w="9440" w:type="dxa"/>
            <w:gridSpan w:val="6"/>
            <w:shd w:val="clear" w:color="auto" w:fill="auto"/>
            <w:noWrap/>
            <w:tcMar>
              <w:left w:w="28" w:type="dxa"/>
            </w:tcMar>
          </w:tcPr>
          <w:p w:rsidR="00BC79DC" w:rsidRPr="00FB1CF0" w:rsidRDefault="00A076FD" w:rsidP="00A076FD">
            <w:pPr>
              <w:keepNext w:val="0"/>
              <w:spacing w:before="120"/>
              <w:jc w:val="left"/>
              <w:rPr>
                <w:b/>
              </w:rPr>
            </w:pPr>
            <w:r>
              <w:rPr>
                <w:b/>
              </w:rPr>
              <w:t xml:space="preserve">Folgende </w:t>
            </w:r>
            <w:r w:rsidR="00BC79DC" w:rsidRPr="00FB1CF0">
              <w:rPr>
                <w:b/>
              </w:rPr>
              <w:t>Unterlagen sind auf gesondertes Verlangen der Vergabestelle vorzulegen:</w:t>
            </w:r>
          </w:p>
        </w:tc>
      </w:tr>
      <w:tr w:rsidR="00BC79DC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Default="00BC79DC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Default="00BC79DC" w:rsidP="00FB1CF0">
            <w:pPr>
              <w:keepNext w:val="0"/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Default="00BC79DC" w:rsidP="00566B6A">
            <w:pPr>
              <w:keepNext w:val="0"/>
              <w:spacing w:before="120"/>
              <w:jc w:val="left"/>
            </w:pPr>
            <w:r>
              <w:t xml:space="preserve">siehe </w:t>
            </w:r>
            <w:r w:rsidR="00566B6A">
              <w:t>(</w:t>
            </w:r>
            <w:r w:rsidR="00D17D94">
              <w:t>Auftrags</w:t>
            </w:r>
            <w:r w:rsidR="00566B6A">
              <w:t>)B</w:t>
            </w:r>
            <w:r>
              <w:t>ekanntmachung</w:t>
            </w:r>
          </w:p>
        </w:tc>
      </w:tr>
      <w:tr w:rsidR="00BC79DC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Default="00BC79DC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Default="00BC79DC" w:rsidP="00FB1CF0">
            <w:pPr>
              <w:keepNext w:val="0"/>
              <w:spacing w:before="60"/>
            </w:pPr>
            <w:r w:rsidRPr="00E0344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48">
              <w:instrText xml:space="preserve"> FORMCHECKBOX </w:instrText>
            </w:r>
            <w:r w:rsidR="002429FA">
              <w:fldChar w:fldCharType="separate"/>
            </w:r>
            <w:r w:rsidRPr="00E03448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Default="00CA2A8B" w:rsidP="00CA2A8B">
            <w:pPr>
              <w:keepNext w:val="0"/>
              <w:spacing w:before="120"/>
              <w:jc w:val="left"/>
            </w:pPr>
            <w:r>
              <w:t>Vorname, Name,</w:t>
            </w:r>
            <w:r w:rsidR="00BC79DC" w:rsidRPr="00044924">
              <w:t xml:space="preserve"> Geburtsdatum </w:t>
            </w:r>
            <w:r>
              <w:t xml:space="preserve">und Geburtsort </w:t>
            </w:r>
            <w:r w:rsidR="00BC79DC" w:rsidRPr="00044924">
              <w:t xml:space="preserve">aller Geschäftsführer </w:t>
            </w:r>
            <w:r w:rsidR="009377BE">
              <w:t xml:space="preserve">und Prokuristen </w:t>
            </w:r>
          </w:p>
        </w:tc>
      </w:tr>
      <w:tr w:rsidR="00BC79DC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Default="00BC79DC" w:rsidP="00FB1CF0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Default="007E60FB" w:rsidP="00FB1CF0">
            <w:pPr>
              <w:keepNext w:val="0"/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Default="00D62126" w:rsidP="00FB1CF0">
            <w:pPr>
              <w:keepNext w:val="0"/>
              <w:spacing w:before="120"/>
              <w:jc w:val="left"/>
            </w:pPr>
            <w:r>
              <w:t>L 236 - Verpflichtungserklärung anderer Unternehmen</w:t>
            </w:r>
          </w:p>
        </w:tc>
      </w:tr>
      <w:tr w:rsidR="003823E8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Pr="00E03448" w:rsidRDefault="003823E8" w:rsidP="003823E8">
            <w:pPr>
              <w:keepNext w:val="0"/>
              <w:spacing w:before="60"/>
            </w:pPr>
            <w:r w:rsidRPr="00E0344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48">
              <w:instrText xml:space="preserve"> FORMCHECKBOX </w:instrText>
            </w:r>
            <w:r w:rsidR="002429FA">
              <w:fldChar w:fldCharType="separate"/>
            </w:r>
            <w:r w:rsidRPr="00E03448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Pr="00BE356E" w:rsidRDefault="003823E8" w:rsidP="003823E8">
            <w:pPr>
              <w:keepNext w:val="0"/>
              <w:spacing w:before="120"/>
              <w:jc w:val="left"/>
            </w:pPr>
            <w:r>
              <w:t>Zertifikat bzw. Einzelnachweis entsprechend der Erklärung im Formblatt L 248</w:t>
            </w:r>
          </w:p>
        </w:tc>
      </w:tr>
      <w:tr w:rsidR="003823E8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60"/>
            </w:pPr>
            <w:r w:rsidRPr="00E0344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48">
              <w:instrText xml:space="preserve"> FORMCHECKBOX </w:instrText>
            </w:r>
            <w:r w:rsidR="002429FA">
              <w:fldChar w:fldCharType="separate"/>
            </w:r>
            <w:r w:rsidRPr="00E03448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Pr="00BE356E" w:rsidRDefault="003823E8" w:rsidP="003823E8">
            <w:pPr>
              <w:keepNext w:val="0"/>
              <w:spacing w:before="120"/>
              <w:jc w:val="left"/>
            </w:pPr>
            <w:r>
              <w:t>Zertifikat bzw. Einzelnachweis entsprechend der Erklärung im Formblatt L 2481</w:t>
            </w:r>
          </w:p>
        </w:tc>
      </w:tr>
      <w:tr w:rsidR="003823E8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Pr="00E03448" w:rsidRDefault="003823E8" w:rsidP="003823E8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2429FA" w:rsidP="003823E8">
            <w:pPr>
              <w:keepNext w:val="0"/>
              <w:spacing w:before="120"/>
              <w:jc w:val="left"/>
            </w:pPr>
            <w:r>
              <w:t>L 2495 - Verpflichtungserklärung</w:t>
            </w:r>
          </w:p>
        </w:tc>
      </w:tr>
      <w:tr w:rsidR="003823E8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Pr="00E03448" w:rsidRDefault="003823E8" w:rsidP="003823E8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</w:tr>
      <w:tr w:rsidR="003823E8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Pr="00E03448" w:rsidRDefault="003823E8" w:rsidP="003823E8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</w:tr>
      <w:tr w:rsidR="003823E8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Pr="00E03448" w:rsidRDefault="003823E8" w:rsidP="003823E8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</w:tr>
      <w:tr w:rsidR="003823E8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Pr="005A1E1C" w:rsidRDefault="003823E8" w:rsidP="003823E8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</w:tr>
      <w:tr w:rsidR="003823E8" w:rsidRPr="00520D3B" w:rsidTr="00754CB0">
        <w:trPr>
          <w:trHeight w:val="267"/>
        </w:trPr>
        <w:tc>
          <w:tcPr>
            <w:tcW w:w="48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  <w:tc>
          <w:tcPr>
            <w:tcW w:w="37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Pr="005A1E1C" w:rsidRDefault="003823E8" w:rsidP="003823E8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2429FA">
              <w:fldChar w:fldCharType="separate"/>
            </w:r>
            <w:r w:rsidRPr="005A1E1C">
              <w:fldChar w:fldCharType="end"/>
            </w:r>
          </w:p>
        </w:tc>
        <w:tc>
          <w:tcPr>
            <w:tcW w:w="906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823E8" w:rsidRDefault="003823E8" w:rsidP="003823E8">
            <w:pPr>
              <w:keepNext w:val="0"/>
              <w:spacing w:before="120"/>
              <w:jc w:val="left"/>
            </w:pPr>
          </w:p>
        </w:tc>
      </w:tr>
    </w:tbl>
    <w:p w:rsidR="005F21A0" w:rsidRDefault="005F21A0">
      <w:r>
        <w:br w:type="page"/>
      </w: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489"/>
        <w:gridCol w:w="362"/>
        <w:gridCol w:w="28"/>
        <w:gridCol w:w="28"/>
        <w:gridCol w:w="381"/>
        <w:gridCol w:w="16"/>
        <w:gridCol w:w="344"/>
        <w:gridCol w:w="81"/>
        <w:gridCol w:w="8194"/>
      </w:tblGrid>
      <w:tr w:rsidR="00BC79DC" w:rsidRPr="00520D3B" w:rsidTr="00FB1CF0">
        <w:trPr>
          <w:trHeight w:val="397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Pr="00FB1CF0" w:rsidRDefault="00CA16BD" w:rsidP="00FB1CF0">
            <w:pPr>
              <w:keepNext w:val="0"/>
              <w:rPr>
                <w:b/>
              </w:rPr>
            </w:pPr>
            <w:r>
              <w:br w:type="page"/>
            </w:r>
            <w:r w:rsidR="00BC79DC" w:rsidRPr="00FB1CF0">
              <w:rPr>
                <w:b/>
              </w:rPr>
              <w:t>4</w:t>
            </w:r>
          </w:p>
        </w:tc>
        <w:tc>
          <w:tcPr>
            <w:tcW w:w="9434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Pr="00FB1CF0" w:rsidRDefault="00BC79DC" w:rsidP="00FB1CF0">
            <w:pPr>
              <w:keepNext w:val="0"/>
              <w:rPr>
                <w:b/>
              </w:rPr>
            </w:pPr>
            <w:proofErr w:type="spellStart"/>
            <w:r w:rsidRPr="00FB1CF0">
              <w:rPr>
                <w:b/>
              </w:rPr>
              <w:t>Losweise</w:t>
            </w:r>
            <w:proofErr w:type="spellEnd"/>
            <w:r w:rsidRPr="00FB1CF0">
              <w:rPr>
                <w:b/>
              </w:rPr>
              <w:t xml:space="preserve"> Vergabe:</w:t>
            </w:r>
          </w:p>
        </w:tc>
      </w:tr>
      <w:tr w:rsidR="00497180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562746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9044" w:type="dxa"/>
            <w:gridSpan w:val="6"/>
            <w:shd w:val="clear" w:color="auto" w:fill="auto"/>
            <w:vAlign w:val="center"/>
          </w:tcPr>
          <w:p w:rsidR="00497180" w:rsidRPr="00497180" w:rsidRDefault="00497180" w:rsidP="00FB1CF0">
            <w:pPr>
              <w:keepNext w:val="0"/>
            </w:pPr>
            <w:r w:rsidRPr="00497180">
              <w:t>nein</w:t>
            </w:r>
          </w:p>
        </w:tc>
      </w:tr>
      <w:tr w:rsidR="00497180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562746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9044" w:type="dxa"/>
            <w:gridSpan w:val="6"/>
            <w:shd w:val="clear" w:color="auto" w:fill="auto"/>
            <w:vAlign w:val="center"/>
          </w:tcPr>
          <w:p w:rsidR="00497180" w:rsidRPr="00FB1CF0" w:rsidRDefault="00497180" w:rsidP="00DD67C4">
            <w:pPr>
              <w:keepNext w:val="0"/>
              <w:rPr>
                <w:u w:val="single"/>
              </w:rPr>
            </w:pPr>
            <w:r w:rsidRPr="00520D3B">
              <w:t xml:space="preserve">ja, Angebote </w:t>
            </w:r>
            <w:r>
              <w:t xml:space="preserve">sind möglich </w:t>
            </w:r>
          </w:p>
        </w:tc>
      </w:tr>
      <w:tr w:rsidR="00497180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562746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619" w:type="dxa"/>
            <w:gridSpan w:val="3"/>
            <w:shd w:val="clear" w:color="auto" w:fill="auto"/>
            <w:vAlign w:val="center"/>
          </w:tcPr>
          <w:p w:rsidR="00497180" w:rsidRPr="00DD67C4" w:rsidRDefault="00DD67C4" w:rsidP="00FB1CF0">
            <w:pPr>
              <w:keepNext w:val="0"/>
            </w:pPr>
            <w:r>
              <w:t>n</w:t>
            </w:r>
            <w:r w:rsidRPr="00DD67C4">
              <w:t>ur für ein Los</w:t>
            </w:r>
          </w:p>
        </w:tc>
      </w:tr>
      <w:tr w:rsidR="00497180" w:rsidRPr="00520D3B" w:rsidTr="00A3737E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562746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619" w:type="dxa"/>
            <w:gridSpan w:val="3"/>
            <w:shd w:val="clear" w:color="auto" w:fill="auto"/>
            <w:vAlign w:val="center"/>
          </w:tcPr>
          <w:p w:rsidR="00497180" w:rsidRPr="00FB1CF0" w:rsidRDefault="00DD67C4" w:rsidP="00D62126">
            <w:pPr>
              <w:keepNext w:val="0"/>
              <w:rPr>
                <w:u w:val="single"/>
              </w:rPr>
            </w:pPr>
            <w:r>
              <w:t>für ein Los oder mehrere Lose</w:t>
            </w:r>
            <w:r w:rsidR="00F01573">
              <w:t>:</w:t>
            </w:r>
          </w:p>
        </w:tc>
      </w:tr>
      <w:tr w:rsidR="00D62126" w:rsidRPr="00520D3B" w:rsidTr="00D62126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520D3B" w:rsidRDefault="00D62126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FB1CF0" w:rsidRDefault="00D62126" w:rsidP="00FB1CF0">
            <w:pPr>
              <w:keepNext w:val="0"/>
              <w:rPr>
                <w:u w:val="single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D62126" w:rsidRPr="00520D3B" w:rsidRDefault="00D62126" w:rsidP="00FB1CF0">
            <w:pPr>
              <w:keepNext w:val="0"/>
              <w:rPr>
                <w:b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D62126" w:rsidRDefault="00D62126" w:rsidP="00D62126">
            <w:pPr>
              <w:keepNext w:val="0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562746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194" w:type="dxa"/>
            <w:shd w:val="clear" w:color="auto" w:fill="auto"/>
            <w:vAlign w:val="center"/>
          </w:tcPr>
          <w:p w:rsidR="00D62126" w:rsidRDefault="00D62126" w:rsidP="00D62126">
            <w:pPr>
              <w:keepNext w:val="0"/>
            </w:pPr>
            <w:r>
              <w:t>siehe Auftragsbekanntmachung</w:t>
            </w:r>
          </w:p>
        </w:tc>
      </w:tr>
      <w:tr w:rsidR="00D62126" w:rsidRPr="00520D3B" w:rsidTr="00D62126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520D3B" w:rsidRDefault="00D62126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FB1CF0" w:rsidRDefault="00D62126" w:rsidP="00FB1CF0">
            <w:pPr>
              <w:keepNext w:val="0"/>
              <w:rPr>
                <w:u w:val="single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D62126" w:rsidRPr="00520D3B" w:rsidRDefault="00D62126" w:rsidP="00FB1CF0">
            <w:pPr>
              <w:keepNext w:val="0"/>
              <w:rPr>
                <w:b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D62126" w:rsidRPr="00520D3B" w:rsidRDefault="00D62126" w:rsidP="00D62126">
            <w:pPr>
              <w:keepNext w:val="0"/>
              <w:rPr>
                <w:b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562746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194" w:type="dxa"/>
            <w:shd w:val="clear" w:color="auto" w:fill="auto"/>
            <w:vAlign w:val="center"/>
          </w:tcPr>
          <w:p w:rsidR="00D62126" w:rsidRDefault="00D62126" w:rsidP="00D62126">
            <w:pPr>
              <w:keepNext w:val="0"/>
            </w:pPr>
          </w:p>
        </w:tc>
      </w:tr>
      <w:tr w:rsidR="00D62126" w:rsidRPr="00520D3B" w:rsidTr="00D62126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520D3B" w:rsidRDefault="00D62126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FB1CF0" w:rsidRDefault="00D62126" w:rsidP="00FB1CF0">
            <w:pPr>
              <w:keepNext w:val="0"/>
              <w:rPr>
                <w:u w:val="single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D62126" w:rsidRPr="00520D3B" w:rsidRDefault="00D62126" w:rsidP="00FB1CF0">
            <w:pPr>
              <w:keepNext w:val="0"/>
              <w:rPr>
                <w:b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D62126" w:rsidRPr="00520D3B" w:rsidRDefault="00D62126" w:rsidP="00D62126">
            <w:pPr>
              <w:keepNext w:val="0"/>
              <w:rPr>
                <w:b/>
              </w:rPr>
            </w:pPr>
          </w:p>
        </w:tc>
        <w:tc>
          <w:tcPr>
            <w:tcW w:w="8194" w:type="dxa"/>
            <w:shd w:val="clear" w:color="auto" w:fill="auto"/>
            <w:vAlign w:val="center"/>
          </w:tcPr>
          <w:p w:rsidR="00D62126" w:rsidRDefault="00D62126" w:rsidP="00D62126">
            <w:pPr>
              <w:keepNext w:val="0"/>
            </w:pPr>
          </w:p>
        </w:tc>
      </w:tr>
      <w:tr w:rsidR="00D62126" w:rsidRPr="00520D3B" w:rsidTr="00D62126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520D3B" w:rsidRDefault="00D62126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FB1CF0" w:rsidRDefault="00D62126" w:rsidP="00FB1CF0">
            <w:pPr>
              <w:keepNext w:val="0"/>
              <w:rPr>
                <w:u w:val="single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D62126" w:rsidRPr="00520D3B" w:rsidRDefault="00D62126" w:rsidP="00FB1CF0">
            <w:pPr>
              <w:keepNext w:val="0"/>
              <w:rPr>
                <w:b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D62126" w:rsidRPr="00520D3B" w:rsidRDefault="00D62126" w:rsidP="00D62126">
            <w:pPr>
              <w:keepNext w:val="0"/>
              <w:rPr>
                <w:b/>
              </w:rPr>
            </w:pPr>
          </w:p>
        </w:tc>
        <w:tc>
          <w:tcPr>
            <w:tcW w:w="8194" w:type="dxa"/>
            <w:shd w:val="clear" w:color="auto" w:fill="auto"/>
            <w:vAlign w:val="center"/>
          </w:tcPr>
          <w:p w:rsidR="00D62126" w:rsidRDefault="00D62126" w:rsidP="00D62126">
            <w:pPr>
              <w:keepNext w:val="0"/>
            </w:pPr>
          </w:p>
        </w:tc>
      </w:tr>
      <w:tr w:rsidR="00D62126" w:rsidRPr="00520D3B" w:rsidTr="00D62126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520D3B" w:rsidRDefault="00D62126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FB1CF0" w:rsidRDefault="00D62126" w:rsidP="00FB1CF0">
            <w:pPr>
              <w:keepNext w:val="0"/>
              <w:rPr>
                <w:u w:val="single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D62126" w:rsidRPr="00520D3B" w:rsidRDefault="00D62126" w:rsidP="00FB1CF0">
            <w:pPr>
              <w:keepNext w:val="0"/>
              <w:rPr>
                <w:b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D62126" w:rsidRPr="00520D3B" w:rsidRDefault="00D62126" w:rsidP="00D62126">
            <w:pPr>
              <w:keepNext w:val="0"/>
              <w:rPr>
                <w:b/>
              </w:rPr>
            </w:pPr>
          </w:p>
        </w:tc>
        <w:tc>
          <w:tcPr>
            <w:tcW w:w="8194" w:type="dxa"/>
            <w:shd w:val="clear" w:color="auto" w:fill="auto"/>
            <w:vAlign w:val="center"/>
          </w:tcPr>
          <w:p w:rsidR="00D62126" w:rsidRDefault="00D62126" w:rsidP="00D62126">
            <w:pPr>
              <w:keepNext w:val="0"/>
            </w:pPr>
          </w:p>
        </w:tc>
      </w:tr>
      <w:tr w:rsidR="00497180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562746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619" w:type="dxa"/>
            <w:gridSpan w:val="3"/>
            <w:shd w:val="clear" w:color="auto" w:fill="auto"/>
            <w:vAlign w:val="center"/>
          </w:tcPr>
          <w:p w:rsidR="00497180" w:rsidRPr="00FB1CF0" w:rsidRDefault="00DD67C4" w:rsidP="00FB1CF0">
            <w:pPr>
              <w:keepNext w:val="0"/>
              <w:rPr>
                <w:u w:val="single"/>
              </w:rPr>
            </w:pPr>
            <w:r>
              <w:t>nur für alle Lose (alle Lose müssen angeboten werden)</w:t>
            </w:r>
          </w:p>
        </w:tc>
      </w:tr>
      <w:tr w:rsidR="00497180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  <w:tc>
          <w:tcPr>
            <w:tcW w:w="8619" w:type="dxa"/>
            <w:gridSpan w:val="3"/>
            <w:shd w:val="clear" w:color="auto" w:fill="auto"/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</w:tr>
      <w:tr w:rsidR="00497180" w:rsidRPr="00520D3B" w:rsidTr="00D64168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9434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  <w:r w:rsidRPr="00B42906">
              <w:t>Bei zugelassener Angebotsabgabe für mehr als ein Los:</w:t>
            </w:r>
          </w:p>
        </w:tc>
      </w:tr>
      <w:tr w:rsidR="00497180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700F5C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9044" w:type="dxa"/>
            <w:gridSpan w:val="6"/>
            <w:shd w:val="clear" w:color="auto" w:fill="auto"/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  <w:r>
              <w:t>Beschränkung der Zahl der Lose, für die ein Bieter den Zuschlag erhalten kann.</w:t>
            </w:r>
          </w:p>
        </w:tc>
      </w:tr>
      <w:tr w:rsidR="00497180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  <w:tc>
          <w:tcPr>
            <w:tcW w:w="9044" w:type="dxa"/>
            <w:gridSpan w:val="6"/>
            <w:shd w:val="clear" w:color="auto" w:fill="auto"/>
            <w:vAlign w:val="center"/>
          </w:tcPr>
          <w:p w:rsidR="00497180" w:rsidRPr="00FB1CF0" w:rsidRDefault="00497180" w:rsidP="00D62126">
            <w:pPr>
              <w:keepNext w:val="0"/>
              <w:rPr>
                <w:u w:val="single"/>
              </w:rPr>
            </w:pPr>
            <w:r>
              <w:t xml:space="preserve">Höchstzahl: </w:t>
            </w:r>
          </w:p>
        </w:tc>
      </w:tr>
      <w:tr w:rsidR="00D62126" w:rsidRPr="00520D3B" w:rsidTr="00D62126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520D3B" w:rsidRDefault="00D62126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FB1CF0" w:rsidRDefault="00D62126" w:rsidP="00FB1CF0">
            <w:pPr>
              <w:keepNext w:val="0"/>
              <w:rPr>
                <w:u w:val="single"/>
              </w:rPr>
            </w:pP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D62126" w:rsidRDefault="00D62126" w:rsidP="00FB1CF0">
            <w:pPr>
              <w:keepNext w:val="0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562746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619" w:type="dxa"/>
            <w:gridSpan w:val="3"/>
            <w:shd w:val="clear" w:color="auto" w:fill="auto"/>
            <w:vAlign w:val="center"/>
          </w:tcPr>
          <w:p w:rsidR="00D62126" w:rsidRDefault="00D62126" w:rsidP="00566B6A">
            <w:pPr>
              <w:keepNext w:val="0"/>
            </w:pPr>
            <w:r>
              <w:t xml:space="preserve">siehe </w:t>
            </w:r>
            <w:r w:rsidR="00566B6A">
              <w:t>(</w:t>
            </w:r>
            <w:r>
              <w:t>Auftrags</w:t>
            </w:r>
            <w:r w:rsidR="00566B6A">
              <w:t>)B</w:t>
            </w:r>
            <w:r>
              <w:t>ekanntmachung</w:t>
            </w:r>
          </w:p>
        </w:tc>
      </w:tr>
      <w:tr w:rsidR="00D62126" w:rsidRPr="00520D3B" w:rsidTr="00D62126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520D3B" w:rsidRDefault="00D62126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62126" w:rsidRPr="00FB1CF0" w:rsidRDefault="00D62126" w:rsidP="00FB1CF0">
            <w:pPr>
              <w:keepNext w:val="0"/>
              <w:rPr>
                <w:u w:val="single"/>
              </w:rPr>
            </w:pP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D62126" w:rsidRDefault="00D62126" w:rsidP="00FB1CF0">
            <w:pPr>
              <w:keepNext w:val="0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562746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619" w:type="dxa"/>
            <w:gridSpan w:val="3"/>
            <w:shd w:val="clear" w:color="auto" w:fill="auto"/>
            <w:vAlign w:val="center"/>
          </w:tcPr>
          <w:p w:rsidR="00D62126" w:rsidRDefault="00D62126" w:rsidP="00FB1CF0">
            <w:pPr>
              <w:keepNext w:val="0"/>
            </w:pPr>
          </w:p>
        </w:tc>
      </w:tr>
      <w:tr w:rsidR="00497180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  <w:tc>
          <w:tcPr>
            <w:tcW w:w="9044" w:type="dxa"/>
            <w:gridSpan w:val="6"/>
            <w:shd w:val="clear" w:color="auto" w:fill="auto"/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  <w:r>
              <w:t>Bedingungen zur Ermittlung derjenigen Lose, für die ein Bieter den Zuschlag erhält, falls sein Angebot in mehr Losen das wirtschaftlichste ist als der angegebenen Höchstzahl an Losen:</w:t>
            </w:r>
          </w:p>
        </w:tc>
      </w:tr>
      <w:tr w:rsidR="00497180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  <w:tc>
          <w:tcPr>
            <w:tcW w:w="9044" w:type="dxa"/>
            <w:gridSpan w:val="6"/>
            <w:shd w:val="clear" w:color="auto" w:fill="auto"/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</w:tr>
      <w:tr w:rsidR="00497180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  <w:tc>
          <w:tcPr>
            <w:tcW w:w="9044" w:type="dxa"/>
            <w:gridSpan w:val="6"/>
            <w:shd w:val="clear" w:color="auto" w:fill="auto"/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</w:tr>
      <w:tr w:rsidR="00497180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  <w:tc>
          <w:tcPr>
            <w:tcW w:w="9044" w:type="dxa"/>
            <w:gridSpan w:val="6"/>
            <w:shd w:val="clear" w:color="auto" w:fill="auto"/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</w:tr>
      <w:tr w:rsidR="00497180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520D3B" w:rsidRDefault="00497180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  <w:tc>
          <w:tcPr>
            <w:tcW w:w="9044" w:type="dxa"/>
            <w:gridSpan w:val="6"/>
            <w:shd w:val="clear" w:color="auto" w:fill="auto"/>
            <w:vAlign w:val="center"/>
          </w:tcPr>
          <w:p w:rsidR="00497180" w:rsidRPr="00FB1CF0" w:rsidRDefault="00497180" w:rsidP="00FB1CF0">
            <w:pPr>
              <w:keepNext w:val="0"/>
              <w:rPr>
                <w:u w:val="single"/>
              </w:rPr>
            </w:pPr>
          </w:p>
        </w:tc>
      </w:tr>
      <w:tr w:rsidR="00DE7413" w:rsidRPr="00520D3B" w:rsidTr="00497180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FB1CF0">
            <w:pPr>
              <w:keepNext w:val="0"/>
            </w:pPr>
          </w:p>
        </w:tc>
        <w:tc>
          <w:tcPr>
            <w:tcW w:w="39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FB1CF0" w:rsidRDefault="00DE7413" w:rsidP="00FB1CF0">
            <w:pPr>
              <w:keepNext w:val="0"/>
              <w:rPr>
                <w:u w:val="single"/>
              </w:rPr>
            </w:pPr>
          </w:p>
        </w:tc>
        <w:tc>
          <w:tcPr>
            <w:tcW w:w="9044" w:type="dxa"/>
            <w:gridSpan w:val="6"/>
            <w:shd w:val="clear" w:color="auto" w:fill="auto"/>
            <w:vAlign w:val="center"/>
          </w:tcPr>
          <w:p w:rsidR="00DE7413" w:rsidRPr="00FB1CF0" w:rsidRDefault="00DE7413" w:rsidP="00FB1CF0">
            <w:pPr>
              <w:keepNext w:val="0"/>
              <w:rPr>
                <w:u w:val="single"/>
              </w:rPr>
            </w:pPr>
          </w:p>
        </w:tc>
      </w:tr>
      <w:tr w:rsidR="008D2923" w:rsidRPr="00520D3B" w:rsidTr="00FB1CF0">
        <w:trPr>
          <w:trHeight w:val="397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FB1CF0">
            <w:pPr>
              <w:keepNext w:val="0"/>
              <w:rPr>
                <w:b/>
              </w:rPr>
            </w:pPr>
            <w:r>
              <w:rPr>
                <w:b/>
              </w:rPr>
              <w:t xml:space="preserve">5 </w:t>
            </w:r>
          </w:p>
        </w:tc>
        <w:tc>
          <w:tcPr>
            <w:tcW w:w="9434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FB1CF0">
            <w:pPr>
              <w:keepNext w:val="0"/>
              <w:rPr>
                <w:b/>
              </w:rPr>
            </w:pPr>
            <w:r>
              <w:rPr>
                <w:b/>
              </w:rPr>
              <w:t>Mehrere Hauptangebote</w:t>
            </w:r>
          </w:p>
        </w:tc>
      </w:tr>
      <w:tr w:rsidR="008D2923" w:rsidRPr="00520D3B" w:rsidTr="00FB1CF0">
        <w:trPr>
          <w:trHeight w:val="397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FB1CF0">
            <w:pPr>
              <w:keepNext w:val="0"/>
              <w:rPr>
                <w:b/>
              </w:rPr>
            </w:pPr>
          </w:p>
        </w:tc>
        <w:tc>
          <w:tcPr>
            <w:tcW w:w="9434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FB1CF0">
            <w:pPr>
              <w:keepNext w:val="0"/>
              <w:rPr>
                <w:b/>
              </w:rPr>
            </w:pPr>
            <w:r w:rsidRPr="00BC4642">
              <w:t>Die Abgabe von mehr als einem Hauptangebot ist</w:t>
            </w:r>
          </w:p>
        </w:tc>
      </w:tr>
      <w:tr w:rsidR="008D2923" w:rsidRPr="00520D3B" w:rsidTr="008D2923">
        <w:trPr>
          <w:trHeight w:val="240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FB1CF0">
            <w:pPr>
              <w:keepNext w:val="0"/>
              <w:rPr>
                <w:b/>
              </w:rPr>
            </w:pPr>
          </w:p>
        </w:tc>
        <w:tc>
          <w:tcPr>
            <w:tcW w:w="362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FB1CF0">
            <w:pPr>
              <w:keepNext w:val="0"/>
              <w:rPr>
                <w:b/>
              </w:rPr>
            </w:pPr>
            <w:r w:rsidRPr="00520D3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2429FA">
              <w:fldChar w:fldCharType="separate"/>
            </w:r>
            <w:r w:rsidRPr="00520D3B">
              <w:fldChar w:fldCharType="end"/>
            </w:r>
          </w:p>
        </w:tc>
        <w:tc>
          <w:tcPr>
            <w:tcW w:w="9072" w:type="dxa"/>
            <w:gridSpan w:val="7"/>
            <w:shd w:val="clear" w:color="auto" w:fill="auto"/>
            <w:vAlign w:val="center"/>
          </w:tcPr>
          <w:p w:rsidR="008D2923" w:rsidRDefault="008D2923" w:rsidP="00FB1CF0">
            <w:pPr>
              <w:keepNext w:val="0"/>
              <w:rPr>
                <w:b/>
              </w:rPr>
            </w:pPr>
            <w:r w:rsidRPr="00BC4642">
              <w:t>zugelassen</w:t>
            </w:r>
          </w:p>
        </w:tc>
      </w:tr>
      <w:tr w:rsidR="008D2923" w:rsidRPr="00520D3B" w:rsidTr="008D2923">
        <w:trPr>
          <w:trHeight w:val="240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362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9072" w:type="dxa"/>
            <w:gridSpan w:val="7"/>
            <w:shd w:val="clear" w:color="auto" w:fill="auto"/>
            <w:vAlign w:val="center"/>
          </w:tcPr>
          <w:p w:rsidR="008D2923" w:rsidDel="00465E3B" w:rsidRDefault="008D2923" w:rsidP="008D2923">
            <w:r>
              <w:t>W</w:t>
            </w:r>
            <w:r w:rsidRPr="00EA5035">
              <w:t>erden mehrere Hauptangebote abgegeben, muss jedes aus si</w:t>
            </w:r>
            <w:r>
              <w:t>ch heraus zuschlagsfähig sein.</w:t>
            </w:r>
          </w:p>
        </w:tc>
      </w:tr>
      <w:tr w:rsidR="008D2923" w:rsidRPr="00520D3B" w:rsidTr="008D2923">
        <w:trPr>
          <w:trHeight w:val="240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362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  <w:rPr>
                <w:b/>
              </w:rPr>
            </w:pPr>
            <w:r w:rsidRPr="00520D3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2429FA">
              <w:fldChar w:fldCharType="separate"/>
            </w:r>
            <w:r w:rsidRPr="00520D3B">
              <w:fldChar w:fldCharType="end"/>
            </w:r>
          </w:p>
        </w:tc>
        <w:tc>
          <w:tcPr>
            <w:tcW w:w="9072" w:type="dxa"/>
            <w:gridSpan w:val="7"/>
            <w:shd w:val="clear" w:color="auto" w:fill="auto"/>
            <w:vAlign w:val="center"/>
          </w:tcPr>
          <w:p w:rsidR="008D2923" w:rsidRDefault="008D2923" w:rsidP="008D2923">
            <w:pPr>
              <w:keepNext w:val="0"/>
              <w:rPr>
                <w:b/>
              </w:rPr>
            </w:pPr>
            <w:r>
              <w:t>nicht zugelassen.</w:t>
            </w:r>
          </w:p>
        </w:tc>
      </w:tr>
      <w:tr w:rsidR="008D2923" w:rsidRPr="00520D3B" w:rsidTr="008D2923">
        <w:trPr>
          <w:trHeight w:val="240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362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9072" w:type="dxa"/>
            <w:gridSpan w:val="7"/>
            <w:shd w:val="clear" w:color="auto" w:fill="auto"/>
            <w:vAlign w:val="center"/>
          </w:tcPr>
          <w:p w:rsidR="008D2923" w:rsidRDefault="008D2923" w:rsidP="008D2923">
            <w:pPr>
              <w:keepNext w:val="0"/>
              <w:rPr>
                <w:b/>
              </w:rPr>
            </w:pPr>
          </w:p>
        </w:tc>
      </w:tr>
      <w:tr w:rsidR="008D2923" w:rsidRPr="00520D3B" w:rsidTr="00FB1CF0">
        <w:trPr>
          <w:trHeight w:val="397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  <w:r>
              <w:rPr>
                <w:b/>
              </w:rPr>
              <w:t>6</w:t>
            </w:r>
          </w:p>
        </w:tc>
        <w:tc>
          <w:tcPr>
            <w:tcW w:w="9434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  <w:r w:rsidRPr="00FB1CF0">
              <w:rPr>
                <w:b/>
              </w:rPr>
              <w:t xml:space="preserve">Nebenangebote </w:t>
            </w:r>
          </w:p>
        </w:tc>
      </w:tr>
      <w:tr w:rsidR="008D2923" w:rsidRPr="00520D3B" w:rsidTr="00FB1CF0">
        <w:trPr>
          <w:trHeight w:hRule="exact" w:val="278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  <w:jc w:val="left"/>
            </w:pPr>
            <w:r>
              <w:rPr>
                <w:b/>
              </w:rPr>
              <w:t>6</w:t>
            </w:r>
            <w:r w:rsidRPr="00FB1CF0">
              <w:rPr>
                <w:b/>
              </w:rPr>
              <w:t>.1</w:t>
            </w: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Pr="00520D3B">
              <w:instrText xml:space="preserve"> FORMCHECKBOX </w:instrText>
            </w:r>
            <w:r w:rsidR="002429FA">
              <w:fldChar w:fldCharType="separate"/>
            </w:r>
            <w:r w:rsidRPr="00520D3B">
              <w:fldChar w:fldCharType="end"/>
            </w:r>
            <w:bookmarkEnd w:id="4"/>
          </w:p>
        </w:tc>
        <w:tc>
          <w:tcPr>
            <w:tcW w:w="9016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  <w:ind w:right="-113"/>
            </w:pPr>
            <w:r w:rsidRPr="00520D3B">
              <w:t xml:space="preserve">Nebenangebote sind </w:t>
            </w:r>
            <w:r>
              <w:t xml:space="preserve">nicht </w:t>
            </w:r>
            <w:r w:rsidRPr="00520D3B">
              <w:t xml:space="preserve">zugelassen; Nr. 5 der Bewerbungsbedingungen </w:t>
            </w:r>
            <w:r>
              <w:t>gilt nicht.</w:t>
            </w:r>
          </w:p>
        </w:tc>
      </w:tr>
      <w:tr w:rsidR="008D2923" w:rsidRPr="00520D3B" w:rsidTr="00FB1CF0">
        <w:trPr>
          <w:trHeight w:hRule="exact" w:val="567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jc w:val="left"/>
              <w:rPr>
                <w:b/>
              </w:rPr>
            </w:pPr>
            <w:r>
              <w:rPr>
                <w:b/>
              </w:rPr>
              <w:t>6</w:t>
            </w:r>
            <w:r w:rsidRPr="00FB1CF0">
              <w:rPr>
                <w:b/>
              </w:rPr>
              <w:t>.2</w:t>
            </w: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33"/>
            <w:r w:rsidRPr="00520D3B">
              <w:instrText xml:space="preserve"> FORMCHECKBOX </w:instrText>
            </w:r>
            <w:r w:rsidR="002429FA">
              <w:fldChar w:fldCharType="separate"/>
            </w:r>
            <w:r w:rsidRPr="00520D3B">
              <w:fldChar w:fldCharType="end"/>
            </w:r>
            <w:bookmarkEnd w:id="5"/>
          </w:p>
        </w:tc>
        <w:tc>
          <w:tcPr>
            <w:tcW w:w="9016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  <w:ind w:right="-113"/>
            </w:pPr>
            <w:r w:rsidRPr="00520D3B">
              <w:t xml:space="preserve">Nebenangebote sind </w:t>
            </w:r>
            <w:r>
              <w:t>zugelassen (siehe auch Nr. 5 der Bewerbungsbedingungen), ausgenommen Nebenangebote, die Nachlässe mit Bedingungen beinhalten</w:t>
            </w: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FB1CF0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635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  <w:r>
              <w:t>für die gesamte Leistung</w:t>
            </w: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FB1CF0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635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  <w:r>
              <w:t>nur für nachfolgend genannte Bereiche:</w:t>
            </w: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8635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8635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8635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8635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FB1CF0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635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  <w:r>
              <w:t>mit Ausnahme nachfolgend genannter Bereiche:</w:t>
            </w: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8635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8635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8635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8635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FB1CF0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635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  <w:r>
              <w:t>unter folgenden weiteren Bedingungen:</w:t>
            </w: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36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FB1CF0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275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36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8275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36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FB1CF0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275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  <w:tr w:rsidR="008D2923" w:rsidRPr="00520D3B" w:rsidTr="00FB1CF0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41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381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360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FB1CF0" w:rsidRDefault="008D2923" w:rsidP="008D2923">
            <w:pPr>
              <w:keepNext w:val="0"/>
              <w:rPr>
                <w:b/>
              </w:rPr>
            </w:pPr>
          </w:p>
        </w:tc>
        <w:tc>
          <w:tcPr>
            <w:tcW w:w="8275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  <w:tr w:rsidR="008D2923" w:rsidRPr="00520D3B" w:rsidTr="00F96356">
        <w:trPr>
          <w:trHeight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9434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  <w:r>
              <w:t>Nebenangebote müssen die Mindestanforderungen der Leistungsbeschreibung Abschnitt</w:t>
            </w:r>
          </w:p>
          <w:p w:rsidR="008D2923" w:rsidRDefault="008D2923" w:rsidP="008D2923">
            <w:pPr>
              <w:keepNext w:val="0"/>
            </w:pPr>
            <w:r>
              <w:t>erfüllen.</w:t>
            </w:r>
          </w:p>
        </w:tc>
      </w:tr>
      <w:tr w:rsidR="008D2923" w:rsidTr="00D64168">
        <w:trPr>
          <w:trHeight w:hRule="exact" w:val="255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Pr="00520D3B" w:rsidRDefault="008D2923" w:rsidP="008D2923">
            <w:pPr>
              <w:keepNext w:val="0"/>
            </w:pPr>
          </w:p>
        </w:tc>
        <w:tc>
          <w:tcPr>
            <w:tcW w:w="9434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8D2923" w:rsidRDefault="008D2923" w:rsidP="008D2923">
            <w:pPr>
              <w:keepNext w:val="0"/>
            </w:pPr>
          </w:p>
        </w:tc>
      </w:tr>
    </w:tbl>
    <w:p w:rsidR="00DE7413" w:rsidRDefault="00DE7413">
      <w:r>
        <w:br w:type="page"/>
      </w:r>
    </w:p>
    <w:tbl>
      <w:tblPr>
        <w:tblW w:w="10093" w:type="dxa"/>
        <w:tblLayout w:type="fixed"/>
        <w:tblLook w:val="01E0" w:firstRow="1" w:lastRow="1" w:firstColumn="1" w:lastColumn="1" w:noHBand="0" w:noVBand="0"/>
      </w:tblPr>
      <w:tblGrid>
        <w:gridCol w:w="489"/>
        <w:gridCol w:w="418"/>
        <w:gridCol w:w="21"/>
        <w:gridCol w:w="376"/>
        <w:gridCol w:w="1604"/>
        <w:gridCol w:w="7185"/>
      </w:tblGrid>
      <w:tr w:rsidR="00BC79DC" w:rsidRPr="00520D3B" w:rsidTr="00DE7413">
        <w:trPr>
          <w:trHeight w:val="397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Pr="00FB1CF0" w:rsidRDefault="008D2923" w:rsidP="00FB1CF0">
            <w:pPr>
              <w:keepNext w:val="0"/>
              <w:jc w:val="lef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Pr="00520D3B" w:rsidRDefault="00BC79DC" w:rsidP="00FB1CF0">
            <w:pPr>
              <w:keepNext w:val="0"/>
              <w:jc w:val="left"/>
            </w:pPr>
            <w:r w:rsidRPr="00FB1CF0">
              <w:rPr>
                <w:b/>
              </w:rPr>
              <w:t>Angebotswertung:</w:t>
            </w:r>
          </w:p>
        </w:tc>
      </w:tr>
      <w:tr w:rsidR="00BC79DC" w:rsidRPr="00520D3B" w:rsidTr="00DE7413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Pr="00FB1CF0" w:rsidRDefault="00BC79DC" w:rsidP="00FB1CF0">
            <w:pPr>
              <w:keepNext w:val="0"/>
              <w:jc w:val="left"/>
              <w:rPr>
                <w:b/>
              </w:rPr>
            </w:pP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Pr="00BC79DC" w:rsidRDefault="00BC79DC" w:rsidP="00FB1CF0">
            <w:pPr>
              <w:keepNext w:val="0"/>
              <w:jc w:val="left"/>
            </w:pPr>
            <w:r w:rsidRPr="00BC79DC">
              <w:t xml:space="preserve">Kriterien für die Wertung der Haupt- und </w:t>
            </w:r>
            <w:r w:rsidR="00392BF9">
              <w:t xml:space="preserve">ggf. </w:t>
            </w:r>
            <w:r w:rsidRPr="00BC79DC">
              <w:t>Nebenangebote</w:t>
            </w:r>
          </w:p>
        </w:tc>
      </w:tr>
      <w:tr w:rsidR="00BC79DC" w:rsidRPr="00520D3B" w:rsidTr="00DE7413">
        <w:trPr>
          <w:trHeight w:val="311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Pr="00FB1CF0" w:rsidRDefault="00BC79DC" w:rsidP="00FB1CF0">
            <w:pPr>
              <w:keepNext w:val="0"/>
              <w:jc w:val="left"/>
              <w:rPr>
                <w:b/>
              </w:rPr>
            </w:pPr>
          </w:p>
        </w:tc>
        <w:bookmarkStart w:id="6" w:name="Vergart4_2110"/>
        <w:tc>
          <w:tcPr>
            <w:tcW w:w="439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Pr="00BC79DC" w:rsidRDefault="00CF425A" w:rsidP="00FB1CF0">
            <w:pPr>
              <w:keepNext w:val="0"/>
              <w:jc w:val="left"/>
            </w:pPr>
            <w:r w:rsidRPr="00FB1CF0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B1CF0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FB1CF0">
              <w:rPr>
                <w:b/>
              </w:rPr>
              <w:fldChar w:fldCharType="end"/>
            </w:r>
            <w:bookmarkEnd w:id="6"/>
          </w:p>
        </w:tc>
        <w:tc>
          <w:tcPr>
            <w:tcW w:w="916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Pr="00BC79DC" w:rsidRDefault="00830214" w:rsidP="00830214">
            <w:pPr>
              <w:keepNext w:val="0"/>
              <w:jc w:val="left"/>
            </w:pPr>
            <w:r>
              <w:t>Zuschlag</w:t>
            </w:r>
            <w:r w:rsidR="00BC79DC">
              <w:t>skriterium Preis</w:t>
            </w:r>
            <w:r w:rsidR="00A94D71">
              <w:t xml:space="preserve"> </w:t>
            </w:r>
          </w:p>
        </w:tc>
      </w:tr>
      <w:tr w:rsidR="00BC79DC" w:rsidRPr="00520D3B" w:rsidTr="00DE7413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Pr="00FB1CF0" w:rsidRDefault="00BC79DC" w:rsidP="00FB1CF0">
            <w:pPr>
              <w:keepNext w:val="0"/>
              <w:jc w:val="left"/>
              <w:rPr>
                <w:b/>
              </w:rPr>
            </w:pPr>
          </w:p>
        </w:tc>
        <w:tc>
          <w:tcPr>
            <w:tcW w:w="439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Pr="00FB1CF0" w:rsidRDefault="00BC79DC" w:rsidP="00FB1CF0">
            <w:pPr>
              <w:keepNext w:val="0"/>
              <w:jc w:val="left"/>
              <w:rPr>
                <w:b/>
              </w:rPr>
            </w:pPr>
          </w:p>
        </w:tc>
        <w:tc>
          <w:tcPr>
            <w:tcW w:w="916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BC79DC" w:rsidRPr="006049A7" w:rsidRDefault="00BC79DC" w:rsidP="00FB1CF0">
            <w:pPr>
              <w:keepNext w:val="0"/>
              <w:jc w:val="left"/>
            </w:pPr>
            <w:r w:rsidRPr="006049A7">
              <w:t>Der Preis wird aus der Wertungssumme des Angebotes ermittelt.</w:t>
            </w:r>
          </w:p>
          <w:p w:rsidR="00BC79DC" w:rsidRPr="006049A7" w:rsidRDefault="00BC79DC" w:rsidP="00FB1CF0">
            <w:pPr>
              <w:keepNext w:val="0"/>
              <w:jc w:val="left"/>
            </w:pPr>
            <w:r w:rsidRPr="006049A7">
              <w:t>Die Wertungssummen werden ermittelt aus den nachgerechneten Angebotssummen, insbesondere unter Berück</w:t>
            </w:r>
            <w:r w:rsidR="009756A1">
              <w:t>sichtigung von Nachlässen.</w:t>
            </w:r>
            <w:r w:rsidRPr="006049A7">
              <w:t xml:space="preserve"> </w:t>
            </w:r>
          </w:p>
        </w:tc>
      </w:tr>
      <w:tr w:rsidR="00C17809" w:rsidRPr="00520D3B" w:rsidTr="00DE7413">
        <w:trPr>
          <w:trHeight w:val="439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RDefault="00C17809" w:rsidP="00FB1CF0">
            <w:pPr>
              <w:keepNext w:val="0"/>
              <w:jc w:val="left"/>
              <w:rPr>
                <w:b/>
              </w:rPr>
            </w:pPr>
          </w:p>
        </w:tc>
        <w:tc>
          <w:tcPr>
            <w:tcW w:w="439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RDefault="00C17809" w:rsidP="00FB1CF0">
            <w:pPr>
              <w:keepNext w:val="0"/>
              <w:jc w:val="left"/>
              <w:rPr>
                <w:b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FB1CF0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916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6049A7" w:rsidRDefault="0034395C" w:rsidP="0086142B">
            <w:pPr>
              <w:keepNext w:val="0"/>
              <w:jc w:val="left"/>
            </w:pPr>
            <w:r>
              <w:t xml:space="preserve">Mehrere </w:t>
            </w:r>
            <w:r w:rsidR="00830214">
              <w:t>Zuschlag</w:t>
            </w:r>
            <w:r w:rsidR="00C17809" w:rsidRPr="006049A7">
              <w:t xml:space="preserve">skriterien gemäß </w:t>
            </w:r>
            <w:r w:rsidR="00CF425A">
              <w:t>Formblatt</w:t>
            </w:r>
            <w:r w:rsidR="00C17809" w:rsidRPr="006049A7">
              <w:t xml:space="preserve"> </w:t>
            </w:r>
            <w:r w:rsidR="0086142B">
              <w:t>Zuschlag</w:t>
            </w:r>
            <w:r w:rsidR="00C17809" w:rsidRPr="006049A7">
              <w:t>skriterien</w:t>
            </w:r>
          </w:p>
        </w:tc>
      </w:tr>
      <w:tr w:rsidR="00C17809" w:rsidRPr="00520D3B" w:rsidTr="00DE7413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RDefault="00C17809" w:rsidP="00FB1CF0">
            <w:pPr>
              <w:keepNext w:val="0"/>
              <w:jc w:val="left"/>
              <w:rPr>
                <w:b/>
              </w:rPr>
            </w:pP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EF49F9" w:rsidRDefault="001B0545" w:rsidP="00FB1CF0">
            <w:pPr>
              <w:keepNext w:val="0"/>
              <w:jc w:val="left"/>
            </w:pPr>
            <w:r w:rsidRPr="00B8318F">
              <w:t xml:space="preserve">Bei der Vergabe von Aufträgen </w:t>
            </w:r>
            <w:r>
              <w:t>werden</w:t>
            </w:r>
            <w:r w:rsidRPr="00B8318F">
              <w:t xml:space="preserve"> Werkstätten für behinderte Menschen, Inklusionsbetriebe und anerkannte Blindenwerkstätten als bevorzugte Bieter berücksichtig</w:t>
            </w:r>
            <w:r>
              <w:t xml:space="preserve">t. </w:t>
            </w:r>
          </w:p>
          <w:p w:rsidR="00EF49F9" w:rsidRDefault="001B0545" w:rsidP="00FB1CF0">
            <w:pPr>
              <w:keepNext w:val="0"/>
              <w:jc w:val="left"/>
            </w:pPr>
            <w:r w:rsidRPr="00B8318F">
              <w:t>Bei der Beurteilung der Wirtschaftlichkeit von Angeboten wird der von einem bevorzugten Bieter angebotene Preis mit ein</w:t>
            </w:r>
            <w:r>
              <w:t>em Abschlag von 10 Prozent gewertet.</w:t>
            </w:r>
          </w:p>
          <w:p w:rsidR="00EF49F9" w:rsidRDefault="001B0545" w:rsidP="00FB1CF0">
            <w:pPr>
              <w:keepNext w:val="0"/>
              <w:jc w:val="left"/>
            </w:pPr>
            <w:r w:rsidRPr="00B8318F">
              <w:t xml:space="preserve">Falls das Angebot von einer Bietergemeinschaft abgegeben wird, </w:t>
            </w:r>
            <w:r>
              <w:t>wird</w:t>
            </w:r>
            <w:r w:rsidRPr="00B8318F">
              <w:t xml:space="preserve"> der Ermittlung des Abschlags auf den Preis nur derjenige Anteil zugrunde</w:t>
            </w:r>
            <w:r>
              <w:t xml:space="preserve"> gelegt</w:t>
            </w:r>
            <w:r w:rsidRPr="00B8318F">
              <w:t xml:space="preserve">, </w:t>
            </w:r>
            <w:proofErr w:type="gramStart"/>
            <w:r w:rsidRPr="00B8318F">
              <w:t>den bevorzugte Bieter</w:t>
            </w:r>
            <w:proofErr w:type="gramEnd"/>
            <w:r w:rsidRPr="00B8318F">
              <w:t xml:space="preserve"> an dem Gesamtangebot der</w:t>
            </w:r>
            <w:r>
              <w:t xml:space="preserve"> </w:t>
            </w:r>
          </w:p>
          <w:p w:rsidR="00EF49F9" w:rsidRDefault="00EF49F9" w:rsidP="00FB1CF0">
            <w:pPr>
              <w:keepNext w:val="0"/>
              <w:jc w:val="left"/>
            </w:pPr>
            <w:r>
              <w:t>B</w:t>
            </w:r>
            <w:r w:rsidR="001B0545">
              <w:t xml:space="preserve">ietergemeinschaft haben. </w:t>
            </w:r>
          </w:p>
          <w:p w:rsidR="00C17809" w:rsidRDefault="001B0545" w:rsidP="00FB1CF0">
            <w:pPr>
              <w:keepNext w:val="0"/>
              <w:jc w:val="left"/>
            </w:pPr>
            <w:r w:rsidRPr="00B8318F">
              <w:t>Ist das Angebot eines bevorzugten Bieters ebenso wirtschaftlich wie das eines sonstigen Bieters, so ist dem bevorzugten Bieter der Zuschlag zu erteilen.</w:t>
            </w:r>
            <w:r w:rsidR="00D64168">
              <w:br/>
            </w:r>
          </w:p>
        </w:tc>
      </w:tr>
      <w:tr w:rsidR="00C17809" w:rsidRPr="00520D3B" w:rsidTr="00DE7413">
        <w:trPr>
          <w:trHeight w:val="397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RDefault="008D2923" w:rsidP="00FB1CF0">
            <w:pPr>
              <w:keepNext w:val="0"/>
              <w:jc w:val="lef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RDefault="00DE7413" w:rsidP="00FB1CF0">
            <w:pPr>
              <w:keepNext w:val="0"/>
              <w:jc w:val="left"/>
              <w:rPr>
                <w:b/>
              </w:rPr>
            </w:pPr>
            <w:r>
              <w:rPr>
                <w:b/>
              </w:rPr>
              <w:t>Zugelassene Angebotsabgabe</w:t>
            </w:r>
          </w:p>
        </w:tc>
      </w:tr>
      <w:tr w:rsidR="00DE7413" w:rsidRPr="00520D3B" w:rsidTr="00DE7413">
        <w:trPr>
          <w:trHeight w:val="298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1F2CC4">
            <w:pPr>
              <w:keepNext w:val="0"/>
            </w:pPr>
          </w:p>
        </w:tc>
        <w:tc>
          <w:tcPr>
            <w:tcW w:w="41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Default="00DE7413" w:rsidP="001F2CC4">
            <w:pPr>
              <w:keepNext w:val="0"/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186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Default="00DE7413" w:rsidP="001F2CC4">
            <w:pPr>
              <w:keepNext w:val="0"/>
            </w:pPr>
            <w:r>
              <w:t>Elektronisch</w:t>
            </w:r>
          </w:p>
        </w:tc>
      </w:tr>
      <w:tr w:rsidR="00DE7413" w:rsidRPr="00520D3B" w:rsidTr="00DE7413">
        <w:trPr>
          <w:trHeight w:val="298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1F2CC4">
            <w:pPr>
              <w:keepNext w:val="0"/>
            </w:pPr>
          </w:p>
        </w:tc>
        <w:tc>
          <w:tcPr>
            <w:tcW w:w="41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1F2CC4">
            <w:pPr>
              <w:keepNext w:val="0"/>
            </w:pPr>
          </w:p>
        </w:tc>
        <w:tc>
          <w:tcPr>
            <w:tcW w:w="39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1F2CC4">
            <w:pPr>
              <w:keepNext w:val="0"/>
            </w:pPr>
            <w:r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8789" w:type="dxa"/>
            <w:gridSpan w:val="2"/>
            <w:shd w:val="clear" w:color="auto" w:fill="auto"/>
            <w:vAlign w:val="center"/>
          </w:tcPr>
          <w:p w:rsidR="00DE7413" w:rsidRPr="00520D3B" w:rsidRDefault="00DE7413" w:rsidP="001F2CC4">
            <w:pPr>
              <w:keepNext w:val="0"/>
            </w:pPr>
            <w:r>
              <w:t>in Textform</w:t>
            </w:r>
            <w:r w:rsidR="007E60FB">
              <w:t xml:space="preserve"> </w:t>
            </w:r>
            <w:r w:rsidR="007E60FB" w:rsidRPr="00464FD5">
              <w:rPr>
                <w:color w:val="0070C0"/>
              </w:rPr>
              <w:t>per E-Mail</w:t>
            </w:r>
          </w:p>
        </w:tc>
      </w:tr>
      <w:tr w:rsidR="00DE7413" w:rsidRPr="00520D3B" w:rsidTr="00DE7413">
        <w:trPr>
          <w:trHeight w:val="298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1F2CC4">
            <w:pPr>
              <w:keepNext w:val="0"/>
            </w:pPr>
          </w:p>
        </w:tc>
        <w:tc>
          <w:tcPr>
            <w:tcW w:w="41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1F2CC4">
            <w:pPr>
              <w:keepNext w:val="0"/>
            </w:pPr>
          </w:p>
        </w:tc>
        <w:tc>
          <w:tcPr>
            <w:tcW w:w="39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Default="00DE7413" w:rsidP="001F2CC4">
            <w:pPr>
              <w:keepNext w:val="0"/>
              <w:rPr>
                <w:b/>
              </w:rPr>
            </w:pPr>
            <w: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8789" w:type="dxa"/>
            <w:gridSpan w:val="2"/>
            <w:shd w:val="clear" w:color="auto" w:fill="auto"/>
            <w:vAlign w:val="center"/>
          </w:tcPr>
          <w:p w:rsidR="00DE7413" w:rsidRDefault="00DE7413" w:rsidP="001F2CC4">
            <w:pPr>
              <w:keepNext w:val="0"/>
            </w:pPr>
            <w:r>
              <w:t xml:space="preserve">mit </w:t>
            </w:r>
            <w:r w:rsidRPr="00520D3B">
              <w:t>fortgeschrittener</w:t>
            </w:r>
            <w:r>
              <w:t>/m</w:t>
            </w:r>
            <w:r w:rsidRPr="00520D3B">
              <w:t xml:space="preserve"> Signatur</w:t>
            </w:r>
            <w:r>
              <w:t>/Siegel</w:t>
            </w:r>
          </w:p>
        </w:tc>
      </w:tr>
      <w:tr w:rsidR="00DE7413" w:rsidRPr="00520D3B" w:rsidTr="00DE7413">
        <w:trPr>
          <w:trHeight w:val="298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1F2CC4">
            <w:pPr>
              <w:keepNext w:val="0"/>
            </w:pPr>
          </w:p>
        </w:tc>
        <w:tc>
          <w:tcPr>
            <w:tcW w:w="41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1F2CC4">
            <w:pPr>
              <w:keepNext w:val="0"/>
            </w:pPr>
          </w:p>
        </w:tc>
        <w:tc>
          <w:tcPr>
            <w:tcW w:w="397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Default="00DE7413" w:rsidP="001F2CC4">
            <w:pPr>
              <w:keepNext w:val="0"/>
              <w:rPr>
                <w:b/>
              </w:rPr>
            </w:pPr>
            <w: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8789" w:type="dxa"/>
            <w:gridSpan w:val="2"/>
            <w:shd w:val="clear" w:color="auto" w:fill="auto"/>
            <w:vAlign w:val="center"/>
          </w:tcPr>
          <w:p w:rsidR="00DE7413" w:rsidRDefault="00DE7413" w:rsidP="001F2CC4">
            <w:pPr>
              <w:keepNext w:val="0"/>
            </w:pPr>
            <w:r>
              <w:t xml:space="preserve">mit </w:t>
            </w:r>
            <w:r w:rsidRPr="00520D3B">
              <w:t>qualifizierter</w:t>
            </w:r>
            <w:r>
              <w:t>/m</w:t>
            </w:r>
            <w:r w:rsidRPr="00520D3B">
              <w:t xml:space="preserve"> Signatur</w:t>
            </w:r>
            <w:r>
              <w:t>/Siegel</w:t>
            </w:r>
          </w:p>
        </w:tc>
      </w:tr>
      <w:tr w:rsidR="00DE7413" w:rsidRPr="00520D3B" w:rsidTr="00DE7413">
        <w:trPr>
          <w:trHeight w:val="311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FB1CF0">
            <w:pPr>
              <w:keepNext w:val="0"/>
            </w:pP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FB1CF0">
            <w:pPr>
              <w:keepNext w:val="0"/>
            </w:pPr>
            <w:r w:rsidRPr="00DE7413">
              <w:t>Bei elektronischer Angebotsübermittlung in Textform muss der Bieter zu erkennen sein; falls vorgegeben, ist das Angebot mit der geforderten Signatur/dem geforderten Siegel zu versehen.</w:t>
            </w:r>
          </w:p>
        </w:tc>
      </w:tr>
      <w:tr w:rsidR="00DE7413" w:rsidRPr="00520D3B" w:rsidTr="00DE7413">
        <w:trPr>
          <w:trHeight w:val="311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FB1CF0">
            <w:pPr>
              <w:keepNext w:val="0"/>
            </w:pP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Default="00DE7413" w:rsidP="00DE7413">
            <w:pPr>
              <w:keepNext w:val="0"/>
            </w:pPr>
            <w:r>
              <w:t>Das Angebot ist zusammen mit den Anlagen bis zum Ablauf der Angebotsfrist über die Vergabeplattform der Vergabestelle zu übermitteln.</w:t>
            </w:r>
          </w:p>
          <w:p w:rsidR="00DE7413" w:rsidRPr="00DE7413" w:rsidRDefault="00DE7413" w:rsidP="00FB1CF0">
            <w:pPr>
              <w:keepNext w:val="0"/>
            </w:pPr>
          </w:p>
        </w:tc>
      </w:tr>
      <w:tr w:rsidR="007E60FB" w:rsidRPr="00520D3B" w:rsidTr="00DE7413">
        <w:trPr>
          <w:trHeight w:val="311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7E60FB" w:rsidRPr="00520D3B" w:rsidRDefault="007E60FB" w:rsidP="00FB1CF0">
            <w:pPr>
              <w:keepNext w:val="0"/>
            </w:pP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7E60FB" w:rsidRPr="00464FD5" w:rsidRDefault="007E60FB" w:rsidP="007E60FB">
            <w:pPr>
              <w:keepNext w:val="0"/>
              <w:rPr>
                <w:color w:val="0070C0"/>
              </w:rPr>
            </w:pPr>
            <w:r w:rsidRPr="00464FD5">
              <w:rPr>
                <w:color w:val="0070C0"/>
              </w:rPr>
              <w:t>Das Angebot ist zusammen mit den Anlagen bis zum Ablauf der Angebotsfrist der Vergabestelle zu übermitteln.</w:t>
            </w:r>
          </w:p>
          <w:p w:rsidR="007E60FB" w:rsidRDefault="007E60FB" w:rsidP="00DE7413">
            <w:pPr>
              <w:keepNext w:val="0"/>
            </w:pPr>
          </w:p>
        </w:tc>
      </w:tr>
      <w:tr w:rsidR="00C17809" w:rsidRPr="00520D3B" w:rsidTr="00DE7413">
        <w:trPr>
          <w:trHeight w:val="311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520D3B" w:rsidRDefault="00C17809" w:rsidP="00FB1CF0">
            <w:pPr>
              <w:keepNext w:val="0"/>
            </w:pPr>
          </w:p>
        </w:tc>
        <w:tc>
          <w:tcPr>
            <w:tcW w:w="41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520D3B" w:rsidRDefault="00DE7413" w:rsidP="00FB1CF0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9FA">
              <w:fldChar w:fldCharType="separate"/>
            </w:r>
            <w:r>
              <w:fldChar w:fldCharType="end"/>
            </w:r>
          </w:p>
        </w:tc>
        <w:tc>
          <w:tcPr>
            <w:tcW w:w="9186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520D3B" w:rsidRDefault="00DE7413" w:rsidP="00FB1CF0">
            <w:pPr>
              <w:keepNext w:val="0"/>
            </w:pPr>
            <w:r>
              <w:t>Schriftlich</w:t>
            </w:r>
          </w:p>
        </w:tc>
      </w:tr>
      <w:tr w:rsidR="00DE7413" w:rsidRPr="00520D3B" w:rsidTr="00DE7413">
        <w:trPr>
          <w:trHeight w:val="311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Pr="00520D3B" w:rsidRDefault="00DE7413" w:rsidP="00FB1CF0">
            <w:pPr>
              <w:keepNext w:val="0"/>
            </w:pP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DE7413" w:rsidRDefault="00DE7413" w:rsidP="00FB1CF0">
            <w:pPr>
              <w:keepNext w:val="0"/>
            </w:pPr>
            <w:r w:rsidRPr="00DE7413">
              <w:t>Das beigefügte Angebotsschreiben ist zu unterzeichnen und zusammen mit den Anlagen in verschlossenem Umschlag bis zum Ablauf der Angebotsfrist an folgende Anschrift zu senden oder dort abzugeben:</w:t>
            </w:r>
          </w:p>
        </w:tc>
      </w:tr>
      <w:tr w:rsidR="00C17809" w:rsidRPr="00520D3B" w:rsidTr="00DE7413">
        <w:trPr>
          <w:trHeight w:hRule="exact" w:val="312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</w:tcPr>
          <w:p w:rsidR="00C17809" w:rsidRPr="00FB1CF0" w:rsidRDefault="00C17809" w:rsidP="00FB1CF0">
            <w:pPr>
              <w:keepNext w:val="0"/>
              <w:spacing w:before="120"/>
              <w:jc w:val="left"/>
              <w:rPr>
                <w:b/>
              </w:rPr>
            </w:pPr>
          </w:p>
        </w:tc>
        <w:tc>
          <w:tcPr>
            <w:tcW w:w="439" w:type="dxa"/>
            <w:gridSpan w:val="2"/>
            <w:shd w:val="clear" w:color="auto" w:fill="auto"/>
            <w:noWrap/>
            <w:tcMar>
              <w:left w:w="28" w:type="dxa"/>
            </w:tcMar>
          </w:tcPr>
          <w:p w:rsidR="00C17809" w:rsidRPr="00C145C7" w:rsidRDefault="00C17809" w:rsidP="00FB1CF0">
            <w:pPr>
              <w:keepNext w:val="0"/>
              <w:spacing w:before="120"/>
              <w:ind w:right="-113"/>
            </w:pPr>
            <w:r w:rsidRPr="00C145C7"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C145C7">
              <w:instrText xml:space="preserve"> FORMCHECKBOX </w:instrText>
            </w:r>
            <w:r w:rsidR="002429FA">
              <w:fldChar w:fldCharType="separate"/>
            </w:r>
            <w:r w:rsidRPr="00C145C7">
              <w:fldChar w:fldCharType="end"/>
            </w:r>
          </w:p>
        </w:tc>
        <w:tc>
          <w:tcPr>
            <w:tcW w:w="916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C145C7" w:rsidRDefault="00C17809" w:rsidP="00FB1CF0">
            <w:pPr>
              <w:keepNext w:val="0"/>
              <w:spacing w:before="120"/>
              <w:ind w:right="-113"/>
            </w:pPr>
            <w:r>
              <w:t>s</w:t>
            </w:r>
            <w:r w:rsidRPr="00C145C7">
              <w:t>iehe Briefkopf</w:t>
            </w:r>
          </w:p>
        </w:tc>
      </w:tr>
      <w:tr w:rsidR="00C17809" w:rsidRPr="00520D3B" w:rsidTr="00DE7413">
        <w:trPr>
          <w:trHeight w:hRule="exact" w:val="312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</w:tcPr>
          <w:p w:rsidR="00C17809" w:rsidRPr="00FB1CF0" w:rsidRDefault="00C17809" w:rsidP="00FB1CF0">
            <w:pPr>
              <w:keepNext w:val="0"/>
              <w:spacing w:before="120"/>
              <w:jc w:val="left"/>
              <w:rPr>
                <w:b/>
              </w:rPr>
            </w:pPr>
          </w:p>
        </w:tc>
        <w:tc>
          <w:tcPr>
            <w:tcW w:w="439" w:type="dxa"/>
            <w:gridSpan w:val="2"/>
            <w:shd w:val="clear" w:color="auto" w:fill="auto"/>
            <w:noWrap/>
            <w:tcMar>
              <w:left w:w="28" w:type="dxa"/>
            </w:tcMar>
          </w:tcPr>
          <w:p w:rsidR="00C17809" w:rsidRPr="00C145C7" w:rsidRDefault="00C17809" w:rsidP="00FB1CF0">
            <w:pPr>
              <w:keepNext w:val="0"/>
              <w:spacing w:before="120"/>
              <w:ind w:right="-113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FB1CF0">
              <w:rPr>
                <w:b/>
              </w:rPr>
              <w:instrText xml:space="preserve"> FORMCHECKBOX </w:instrText>
            </w:r>
            <w:r w:rsidR="002429FA">
              <w:rPr>
                <w:b/>
              </w:rPr>
            </w:r>
            <w:r w:rsidR="002429FA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916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C145C7" w:rsidRDefault="00C17809" w:rsidP="00FB1CF0">
            <w:pPr>
              <w:keepNext w:val="0"/>
              <w:spacing w:before="120"/>
              <w:ind w:right="-113"/>
            </w:pPr>
            <w:r>
              <w:t>Stelle:</w:t>
            </w:r>
          </w:p>
        </w:tc>
      </w:tr>
      <w:tr w:rsidR="00C17809" w:rsidRPr="00520D3B" w:rsidTr="00DE7413">
        <w:trPr>
          <w:trHeight w:hRule="exact" w:val="312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</w:tcPr>
          <w:p w:rsidR="00C17809" w:rsidRPr="00FB1CF0" w:rsidRDefault="00C17809" w:rsidP="00FB1CF0">
            <w:pPr>
              <w:keepNext w:val="0"/>
              <w:spacing w:before="120"/>
              <w:jc w:val="left"/>
              <w:rPr>
                <w:b/>
              </w:rPr>
            </w:pPr>
          </w:p>
        </w:tc>
        <w:tc>
          <w:tcPr>
            <w:tcW w:w="439" w:type="dxa"/>
            <w:gridSpan w:val="2"/>
            <w:shd w:val="clear" w:color="auto" w:fill="auto"/>
            <w:noWrap/>
            <w:tcMar>
              <w:left w:w="28" w:type="dxa"/>
            </w:tcMar>
          </w:tcPr>
          <w:p w:rsidR="00C17809" w:rsidRPr="00FB1CF0" w:rsidRDefault="00C17809" w:rsidP="00FB1CF0">
            <w:pPr>
              <w:keepNext w:val="0"/>
              <w:spacing w:before="120"/>
              <w:ind w:right="-113"/>
              <w:rPr>
                <w:b/>
              </w:rPr>
            </w:pPr>
          </w:p>
        </w:tc>
        <w:tc>
          <w:tcPr>
            <w:tcW w:w="916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Default="00C17809" w:rsidP="00FB1CF0">
            <w:pPr>
              <w:keepNext w:val="0"/>
              <w:spacing w:before="120"/>
              <w:ind w:right="-113"/>
            </w:pPr>
          </w:p>
        </w:tc>
      </w:tr>
      <w:tr w:rsidR="007F4358" w:rsidRPr="00520D3B" w:rsidTr="00DE7413">
        <w:trPr>
          <w:trHeight w:hRule="exact" w:val="312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</w:tcPr>
          <w:p w:rsidR="007F4358" w:rsidRPr="00FB1CF0" w:rsidRDefault="007F4358" w:rsidP="00FB1CF0">
            <w:pPr>
              <w:keepNext w:val="0"/>
              <w:spacing w:before="120"/>
              <w:jc w:val="left"/>
              <w:rPr>
                <w:b/>
              </w:rPr>
            </w:pPr>
          </w:p>
        </w:tc>
        <w:tc>
          <w:tcPr>
            <w:tcW w:w="439" w:type="dxa"/>
            <w:gridSpan w:val="2"/>
            <w:shd w:val="clear" w:color="auto" w:fill="auto"/>
            <w:noWrap/>
            <w:tcMar>
              <w:left w:w="28" w:type="dxa"/>
            </w:tcMar>
          </w:tcPr>
          <w:p w:rsidR="007F4358" w:rsidRPr="00FB1CF0" w:rsidRDefault="007F4358" w:rsidP="00FB1CF0">
            <w:pPr>
              <w:keepNext w:val="0"/>
              <w:spacing w:before="120"/>
              <w:ind w:right="-113"/>
              <w:rPr>
                <w:b/>
              </w:rPr>
            </w:pPr>
          </w:p>
        </w:tc>
        <w:tc>
          <w:tcPr>
            <w:tcW w:w="916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7F4358" w:rsidRDefault="007F4358" w:rsidP="00FB1CF0">
            <w:pPr>
              <w:keepNext w:val="0"/>
              <w:spacing w:before="120"/>
              <w:ind w:right="-113"/>
            </w:pPr>
          </w:p>
        </w:tc>
      </w:tr>
      <w:tr w:rsidR="007F4358" w:rsidRPr="00520D3B" w:rsidTr="00DE7413">
        <w:trPr>
          <w:trHeight w:hRule="exact" w:val="312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</w:tcPr>
          <w:p w:rsidR="007F4358" w:rsidRPr="00FB1CF0" w:rsidRDefault="007F4358" w:rsidP="00FB1CF0">
            <w:pPr>
              <w:keepNext w:val="0"/>
              <w:spacing w:before="120"/>
              <w:jc w:val="left"/>
              <w:rPr>
                <w:b/>
              </w:rPr>
            </w:pPr>
          </w:p>
        </w:tc>
        <w:tc>
          <w:tcPr>
            <w:tcW w:w="439" w:type="dxa"/>
            <w:gridSpan w:val="2"/>
            <w:shd w:val="clear" w:color="auto" w:fill="auto"/>
            <w:noWrap/>
            <w:tcMar>
              <w:left w:w="28" w:type="dxa"/>
            </w:tcMar>
          </w:tcPr>
          <w:p w:rsidR="007F4358" w:rsidRPr="00FB1CF0" w:rsidRDefault="007F4358" w:rsidP="00FB1CF0">
            <w:pPr>
              <w:keepNext w:val="0"/>
              <w:spacing w:before="120"/>
              <w:ind w:right="-113"/>
              <w:rPr>
                <w:b/>
              </w:rPr>
            </w:pPr>
          </w:p>
        </w:tc>
        <w:tc>
          <w:tcPr>
            <w:tcW w:w="916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7F4358" w:rsidRDefault="007F4358" w:rsidP="00FB1CF0">
            <w:pPr>
              <w:keepNext w:val="0"/>
              <w:spacing w:before="120"/>
              <w:ind w:right="-113"/>
            </w:pPr>
          </w:p>
        </w:tc>
      </w:tr>
      <w:tr w:rsidR="007F4358" w:rsidRPr="00520D3B" w:rsidTr="00DE7413">
        <w:trPr>
          <w:trHeight w:hRule="exact" w:val="312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</w:tcPr>
          <w:p w:rsidR="007F4358" w:rsidRPr="00FB1CF0" w:rsidRDefault="007F4358" w:rsidP="00FB1CF0">
            <w:pPr>
              <w:keepNext w:val="0"/>
              <w:spacing w:before="120"/>
              <w:jc w:val="left"/>
              <w:rPr>
                <w:b/>
              </w:rPr>
            </w:pPr>
          </w:p>
        </w:tc>
        <w:tc>
          <w:tcPr>
            <w:tcW w:w="439" w:type="dxa"/>
            <w:gridSpan w:val="2"/>
            <w:shd w:val="clear" w:color="auto" w:fill="auto"/>
            <w:noWrap/>
            <w:tcMar>
              <w:left w:w="28" w:type="dxa"/>
            </w:tcMar>
          </w:tcPr>
          <w:p w:rsidR="007F4358" w:rsidRPr="00FB1CF0" w:rsidRDefault="007F4358" w:rsidP="00FB1CF0">
            <w:pPr>
              <w:keepNext w:val="0"/>
              <w:spacing w:before="120"/>
              <w:ind w:right="-113"/>
              <w:rPr>
                <w:b/>
              </w:rPr>
            </w:pPr>
          </w:p>
        </w:tc>
        <w:tc>
          <w:tcPr>
            <w:tcW w:w="916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7F4358" w:rsidRDefault="007F4358" w:rsidP="00FB1CF0">
            <w:pPr>
              <w:keepNext w:val="0"/>
              <w:spacing w:before="120"/>
              <w:ind w:right="-113"/>
            </w:pPr>
          </w:p>
        </w:tc>
      </w:tr>
      <w:tr w:rsidR="00C17809" w:rsidRPr="00520D3B" w:rsidTr="00DE7413">
        <w:trPr>
          <w:trHeight w:val="397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RDefault="00C17809" w:rsidP="00FB1CF0">
            <w:pPr>
              <w:keepNext w:val="0"/>
              <w:rPr>
                <w:b/>
              </w:rPr>
            </w:pP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520D3B" w:rsidRDefault="00C17809" w:rsidP="00830214">
            <w:pPr>
              <w:keepNext w:val="0"/>
            </w:pPr>
            <w:r>
              <w:t>Der Umschlag ist außen mit Namen (Firm</w:t>
            </w:r>
            <w:r w:rsidR="007F4358">
              <w:t>a) und Anschrif</w:t>
            </w:r>
            <w:r>
              <w:t>t des Bieters und der Angabe „Angebot für</w:t>
            </w:r>
            <w:r w:rsidR="007F4358">
              <w:t xml:space="preserve"> …"</w:t>
            </w:r>
          </w:p>
        </w:tc>
      </w:tr>
      <w:tr w:rsidR="00C17809" w:rsidRPr="00520D3B" w:rsidTr="00DE7413">
        <w:trPr>
          <w:trHeight w:val="263"/>
        </w:trPr>
        <w:tc>
          <w:tcPr>
            <w:tcW w:w="489" w:type="dxa"/>
            <w:tcBorders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Del="00C145C7" w:rsidRDefault="00C17809" w:rsidP="00FB1CF0">
            <w:pPr>
              <w:keepNext w:val="0"/>
              <w:rPr>
                <w:b/>
              </w:rPr>
            </w:pPr>
          </w:p>
        </w:tc>
        <w:tc>
          <w:tcPr>
            <w:tcW w:w="2419" w:type="dxa"/>
            <w:gridSpan w:val="4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Default="00C17809" w:rsidP="00FB1CF0">
            <w:pPr>
              <w:keepNext w:val="0"/>
            </w:pPr>
            <w:r>
              <w:t>Maßnahme</w:t>
            </w:r>
            <w:r w:rsidR="00DA76C4">
              <w:t>n</w:t>
            </w:r>
            <w:r>
              <w:t>nummer:</w:t>
            </w:r>
          </w:p>
        </w:tc>
        <w:tc>
          <w:tcPr>
            <w:tcW w:w="7185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Default="00DA76C4" w:rsidP="00FB1CF0">
            <w:pPr>
              <w:keepNext w:val="0"/>
            </w:pPr>
            <w:r>
              <w:t>M</w:t>
            </w:r>
            <w:r w:rsidR="00C17809">
              <w:t>aßnahme:</w:t>
            </w:r>
          </w:p>
        </w:tc>
      </w:tr>
      <w:tr w:rsidR="00C17809" w:rsidRPr="00520D3B" w:rsidTr="00DE7413">
        <w:trPr>
          <w:trHeight w:val="263"/>
        </w:trPr>
        <w:tc>
          <w:tcPr>
            <w:tcW w:w="489" w:type="dxa"/>
            <w:tcBorders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Del="00C145C7" w:rsidRDefault="00C17809" w:rsidP="00FB1CF0">
            <w:pPr>
              <w:keepNext w:val="0"/>
              <w:rPr>
                <w:b/>
              </w:rPr>
            </w:pPr>
          </w:p>
        </w:tc>
        <w:tc>
          <w:tcPr>
            <w:tcW w:w="2419" w:type="dxa"/>
            <w:gridSpan w:val="4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Default="00C17809" w:rsidP="00FB1CF0">
            <w:pPr>
              <w:keepNext w:val="0"/>
            </w:pPr>
          </w:p>
        </w:tc>
        <w:tc>
          <w:tcPr>
            <w:tcW w:w="7185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Default="00C17809" w:rsidP="00FB1CF0">
            <w:pPr>
              <w:keepNext w:val="0"/>
            </w:pPr>
          </w:p>
        </w:tc>
      </w:tr>
      <w:tr w:rsidR="00C17809" w:rsidRPr="00520D3B" w:rsidTr="00DE7413">
        <w:trPr>
          <w:trHeight w:val="263"/>
        </w:trPr>
        <w:tc>
          <w:tcPr>
            <w:tcW w:w="489" w:type="dxa"/>
            <w:tcBorders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Del="00C145C7" w:rsidRDefault="00C17809" w:rsidP="00FB1CF0">
            <w:pPr>
              <w:keepNext w:val="0"/>
              <w:rPr>
                <w:b/>
              </w:rPr>
            </w:pPr>
          </w:p>
        </w:tc>
        <w:tc>
          <w:tcPr>
            <w:tcW w:w="2419" w:type="dxa"/>
            <w:gridSpan w:val="4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Default="00C17809" w:rsidP="00FB1CF0">
            <w:pPr>
              <w:keepNext w:val="0"/>
            </w:pPr>
            <w:r>
              <w:t>Vergabenummer:</w:t>
            </w:r>
          </w:p>
        </w:tc>
        <w:tc>
          <w:tcPr>
            <w:tcW w:w="7185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Default="00C17809" w:rsidP="00FB1CF0">
            <w:pPr>
              <w:keepNext w:val="0"/>
            </w:pPr>
            <w:r>
              <w:t>Leistung:</w:t>
            </w:r>
          </w:p>
        </w:tc>
      </w:tr>
      <w:tr w:rsidR="00C17809" w:rsidRPr="00520D3B" w:rsidTr="00DE7413">
        <w:trPr>
          <w:trHeight w:val="263"/>
        </w:trPr>
        <w:tc>
          <w:tcPr>
            <w:tcW w:w="489" w:type="dxa"/>
            <w:tcBorders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Del="00C145C7" w:rsidRDefault="00C17809" w:rsidP="00FB1CF0">
            <w:pPr>
              <w:keepNext w:val="0"/>
              <w:rPr>
                <w:b/>
              </w:rPr>
            </w:pPr>
          </w:p>
        </w:tc>
        <w:tc>
          <w:tcPr>
            <w:tcW w:w="2419" w:type="dxa"/>
            <w:gridSpan w:val="4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Default="00C17809" w:rsidP="00FB1CF0">
            <w:pPr>
              <w:keepNext w:val="0"/>
            </w:pPr>
          </w:p>
        </w:tc>
        <w:tc>
          <w:tcPr>
            <w:tcW w:w="7185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Default="00C17809" w:rsidP="00FB1CF0">
            <w:pPr>
              <w:keepNext w:val="0"/>
            </w:pPr>
          </w:p>
        </w:tc>
      </w:tr>
      <w:tr w:rsidR="00C17809" w:rsidRPr="00520D3B" w:rsidTr="00DE7413">
        <w:trPr>
          <w:trHeight w:val="263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Del="00C145C7" w:rsidRDefault="00C17809" w:rsidP="00FB1CF0">
            <w:pPr>
              <w:keepNext w:val="0"/>
              <w:rPr>
                <w:b/>
              </w:rPr>
            </w:pP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Default="00DA76C4" w:rsidP="00FB1CF0">
            <w:pPr>
              <w:keepNext w:val="0"/>
            </w:pPr>
            <w:r>
              <w:t>zu versehen (</w:t>
            </w:r>
            <w:r w:rsidR="00C17809">
              <w:t>ggf. unter Verwendung eines bereit gestellten Kennzettels</w:t>
            </w:r>
            <w:r>
              <w:t>)</w:t>
            </w:r>
            <w:r w:rsidR="00C17809">
              <w:t>.</w:t>
            </w:r>
          </w:p>
        </w:tc>
      </w:tr>
      <w:tr w:rsidR="00C17809" w:rsidRPr="00520D3B" w:rsidTr="00DE7413">
        <w:trPr>
          <w:trHeight w:val="263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Del="00C145C7" w:rsidRDefault="00C17809" w:rsidP="00FB1CF0">
            <w:pPr>
              <w:keepNext w:val="0"/>
              <w:rPr>
                <w:b/>
              </w:rPr>
            </w:pP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Default="00C17809" w:rsidP="00830214">
            <w:pPr>
              <w:keepNext w:val="0"/>
            </w:pPr>
          </w:p>
        </w:tc>
      </w:tr>
      <w:tr w:rsidR="00C17809" w:rsidRPr="005F32A5" w:rsidTr="00DE7413">
        <w:trPr>
          <w:trHeight w:val="397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</w:tcPr>
          <w:p w:rsidR="00C17809" w:rsidRPr="00FB1CF0" w:rsidRDefault="008D2923" w:rsidP="00FB1CF0">
            <w:pPr>
              <w:keepNext w:val="0"/>
              <w:jc w:val="lef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</w:tcPr>
          <w:p w:rsidR="00F96356" w:rsidRDefault="00466BC7" w:rsidP="00FB1CF0">
            <w:pPr>
              <w:keepNext w:val="0"/>
              <w:jc w:val="left"/>
              <w:rPr>
                <w:b/>
              </w:rPr>
            </w:pPr>
            <w:r w:rsidRPr="002D21AC">
              <w:rPr>
                <w:b/>
              </w:rPr>
              <w:t>Stelle, an die sich de</w:t>
            </w:r>
            <w:r w:rsidR="00F96356">
              <w:rPr>
                <w:b/>
              </w:rPr>
              <w:t>r Bewerber oder Bieter zur P</w:t>
            </w:r>
            <w:r w:rsidRPr="002D21AC">
              <w:rPr>
                <w:b/>
              </w:rPr>
              <w:t xml:space="preserve">rüfung behaupteter Verstöße gegen die </w:t>
            </w:r>
          </w:p>
          <w:p w:rsidR="00C17809" w:rsidRPr="002D21AC" w:rsidRDefault="00466BC7" w:rsidP="00FB1CF0">
            <w:pPr>
              <w:keepNext w:val="0"/>
              <w:jc w:val="left"/>
              <w:rPr>
                <w:b/>
              </w:rPr>
            </w:pPr>
            <w:r w:rsidRPr="002D21AC">
              <w:rPr>
                <w:b/>
              </w:rPr>
              <w:t xml:space="preserve">Vergabebestimmungen </w:t>
            </w:r>
            <w:r w:rsidR="002429FA" w:rsidRPr="006120F9">
              <w:rPr>
                <w:b/>
              </w:rPr>
              <w:t>im Zuge der Rechts- und Fachaufsicht</w:t>
            </w:r>
            <w:r w:rsidR="002429FA" w:rsidRPr="002D21AC">
              <w:rPr>
                <w:b/>
              </w:rPr>
              <w:t xml:space="preserve"> </w:t>
            </w:r>
            <w:r w:rsidRPr="002D21AC">
              <w:rPr>
                <w:b/>
              </w:rPr>
              <w:t>wenden kann:</w:t>
            </w:r>
          </w:p>
        </w:tc>
      </w:tr>
      <w:tr w:rsidR="00C17809" w:rsidRPr="00520D3B" w:rsidTr="00DE7413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520D3B" w:rsidRDefault="00C17809" w:rsidP="00FB1CF0">
            <w:pPr>
              <w:keepNext w:val="0"/>
            </w:pP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520D3B" w:rsidRDefault="00C17809" w:rsidP="00FB1CF0">
            <w:pPr>
              <w:keepNext w:val="0"/>
            </w:pPr>
          </w:p>
        </w:tc>
      </w:tr>
      <w:tr w:rsidR="00C17809" w:rsidRPr="00520D3B" w:rsidTr="00DE7413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520D3B" w:rsidRDefault="00C17809" w:rsidP="00FB1CF0">
            <w:pPr>
              <w:keepNext w:val="0"/>
            </w:pPr>
          </w:p>
        </w:tc>
        <w:tc>
          <w:tcPr>
            <w:tcW w:w="9604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520D3B" w:rsidRDefault="00C17809" w:rsidP="00FB1CF0">
            <w:pPr>
              <w:keepNext w:val="0"/>
            </w:pPr>
          </w:p>
        </w:tc>
      </w:tr>
      <w:tr w:rsidR="00C17809" w:rsidRPr="00520D3B" w:rsidTr="00DE7413">
        <w:trPr>
          <w:trHeight w:val="284"/>
        </w:trPr>
        <w:tc>
          <w:tcPr>
            <w:tcW w:w="48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FB1CF0" w:rsidRDefault="008D2923" w:rsidP="00FB1CF0">
            <w:pPr>
              <w:keepNext w:val="0"/>
              <w:spacing w:before="12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604" w:type="dxa"/>
            <w:gridSpan w:val="5"/>
            <w:tcBorders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C17809" w:rsidRPr="00520D3B" w:rsidRDefault="00C17809" w:rsidP="00FB1CF0">
            <w:pPr>
              <w:keepNext w:val="0"/>
              <w:spacing w:before="120"/>
            </w:pPr>
          </w:p>
        </w:tc>
      </w:tr>
    </w:tbl>
    <w:p w:rsidR="006B074D" w:rsidRDefault="006B074D" w:rsidP="00097066">
      <w:pPr>
        <w:keepNext w:val="0"/>
      </w:pPr>
    </w:p>
    <w:p w:rsidR="006B074D" w:rsidRPr="006B074D" w:rsidRDefault="006B074D" w:rsidP="006B074D"/>
    <w:p w:rsidR="006B074D" w:rsidRPr="006B074D" w:rsidRDefault="006B074D" w:rsidP="006B074D"/>
    <w:p w:rsidR="002748DF" w:rsidRPr="006B074D" w:rsidRDefault="002748DF" w:rsidP="002429FA">
      <w:bookmarkStart w:id="7" w:name="_GoBack"/>
      <w:bookmarkEnd w:id="7"/>
    </w:p>
    <w:sectPr w:rsidR="002748DF" w:rsidRPr="006B074D" w:rsidSect="00AD584D">
      <w:headerReference w:type="even" r:id="rId10"/>
      <w:footnotePr>
        <w:numFmt w:val="chicago"/>
      </w:footnotePr>
      <w:pgSz w:w="11906" w:h="16838" w:code="9"/>
      <w:pgMar w:top="1134" w:right="851" w:bottom="567" w:left="1304" w:header="709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6F9" w:rsidRDefault="008956F9">
      <w:r>
        <w:separator/>
      </w:r>
    </w:p>
    <w:p w:rsidR="008956F9" w:rsidRDefault="008956F9"/>
    <w:p w:rsidR="008956F9" w:rsidRDefault="008956F9"/>
    <w:p w:rsidR="008956F9" w:rsidRDefault="008956F9"/>
  </w:endnote>
  <w:endnote w:type="continuationSeparator" w:id="0">
    <w:p w:rsidR="008956F9" w:rsidRDefault="008956F9">
      <w:r>
        <w:continuationSeparator/>
      </w:r>
    </w:p>
    <w:p w:rsidR="008956F9" w:rsidRDefault="008956F9"/>
    <w:p w:rsidR="008956F9" w:rsidRDefault="008956F9"/>
    <w:p w:rsidR="008956F9" w:rsidRDefault="00895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8956F9" w:rsidRPr="00B9518A" w:rsidTr="00B9518A">
      <w:trPr>
        <w:cantSplit/>
        <w:trHeight w:hRule="exact" w:val="397"/>
      </w:trPr>
      <w:tc>
        <w:tcPr>
          <w:tcW w:w="8280" w:type="dxa"/>
          <w:vAlign w:val="center"/>
        </w:tcPr>
        <w:p w:rsidR="008956F9" w:rsidRPr="00B9518A" w:rsidRDefault="007E60FB" w:rsidP="006B074D">
          <w:pPr>
            <w:tabs>
              <w:tab w:val="left" w:pos="146"/>
            </w:tabs>
            <w:jc w:val="left"/>
            <w:rPr>
              <w:rFonts w:cs="Arial"/>
              <w:sz w:val="12"/>
              <w:szCs w:val="12"/>
            </w:rPr>
          </w:pPr>
          <w:r>
            <w:rPr>
              <w:rFonts w:cs="Arial"/>
              <w:color w:val="0070C0"/>
              <w:sz w:val="16"/>
              <w:szCs w:val="16"/>
            </w:rPr>
            <w:t>[Hinweis: hier Eintrag des Namens der Kommune und Stand]</w:t>
          </w:r>
        </w:p>
      </w:tc>
      <w:tc>
        <w:tcPr>
          <w:tcW w:w="1620" w:type="dxa"/>
          <w:vAlign w:val="center"/>
        </w:tcPr>
        <w:p w:rsidR="008956F9" w:rsidRPr="00B9518A" w:rsidRDefault="008956F9" w:rsidP="00D6072E">
          <w:pPr>
            <w:jc w:val="right"/>
            <w:rPr>
              <w:rFonts w:cs="Arial"/>
              <w:sz w:val="16"/>
              <w:szCs w:val="16"/>
            </w:rPr>
          </w:pPr>
          <w:r w:rsidRPr="00B9518A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B9518A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B9518A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2429FA">
            <w:rPr>
              <w:rFonts w:cs="Arial"/>
              <w:noProof/>
              <w:snapToGrid w:val="0"/>
              <w:sz w:val="16"/>
              <w:szCs w:val="16"/>
            </w:rPr>
            <w:t>5</w:t>
          </w:r>
          <w:r w:rsidRPr="00B9518A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B9518A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B9518A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B9518A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B9518A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2429FA">
            <w:rPr>
              <w:rFonts w:cs="Arial"/>
              <w:noProof/>
              <w:snapToGrid w:val="0"/>
              <w:sz w:val="16"/>
              <w:szCs w:val="16"/>
            </w:rPr>
            <w:t>5</w:t>
          </w:r>
          <w:r w:rsidRPr="00B9518A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:rsidR="008956F9" w:rsidRPr="00AD584D" w:rsidRDefault="008956F9">
    <w:pPr>
      <w:pStyle w:val="Fuzeil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6F9" w:rsidRDefault="008956F9">
      <w:r>
        <w:separator/>
      </w:r>
    </w:p>
    <w:p w:rsidR="008956F9" w:rsidRDefault="008956F9"/>
    <w:p w:rsidR="008956F9" w:rsidRDefault="008956F9"/>
    <w:p w:rsidR="008956F9" w:rsidRDefault="008956F9"/>
  </w:footnote>
  <w:footnote w:type="continuationSeparator" w:id="0">
    <w:p w:rsidR="008956F9" w:rsidRDefault="008956F9">
      <w:r>
        <w:continuationSeparator/>
      </w:r>
    </w:p>
    <w:p w:rsidR="008956F9" w:rsidRDefault="008956F9"/>
    <w:p w:rsidR="008956F9" w:rsidRDefault="008956F9"/>
    <w:p w:rsidR="008956F9" w:rsidRDefault="008956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6F9" w:rsidRDefault="008956F9"/>
  <w:p w:rsidR="008956F9" w:rsidRDefault="008956F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6F9" w:rsidRDefault="007E60FB" w:rsidP="00A24041">
    <w:pPr>
      <w:pStyle w:val="Kopfzeile"/>
      <w:ind w:right="-149"/>
    </w:pPr>
    <w:r>
      <w:t>Aufforderung zur Abgabe eines Angebotes per E-Mail</w:t>
    </w:r>
  </w:p>
  <w:p w:rsidR="008956F9" w:rsidRPr="00B9518A" w:rsidRDefault="008956F9" w:rsidP="00B9518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6F9" w:rsidRDefault="008956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2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06"/>
    <w:rsid w:val="00000E0D"/>
    <w:rsid w:val="000021DC"/>
    <w:rsid w:val="0000737B"/>
    <w:rsid w:val="000114D3"/>
    <w:rsid w:val="000140AB"/>
    <w:rsid w:val="000146D5"/>
    <w:rsid w:val="00035DD6"/>
    <w:rsid w:val="000368A2"/>
    <w:rsid w:val="000429C6"/>
    <w:rsid w:val="00043FA4"/>
    <w:rsid w:val="00044924"/>
    <w:rsid w:val="00061C99"/>
    <w:rsid w:val="00067697"/>
    <w:rsid w:val="00080D66"/>
    <w:rsid w:val="00081305"/>
    <w:rsid w:val="00092354"/>
    <w:rsid w:val="00097066"/>
    <w:rsid w:val="000A093B"/>
    <w:rsid w:val="000A42AA"/>
    <w:rsid w:val="000B47E1"/>
    <w:rsid w:val="000C08FF"/>
    <w:rsid w:val="000C1D6B"/>
    <w:rsid w:val="000C74BC"/>
    <w:rsid w:val="000D129F"/>
    <w:rsid w:val="000D17A6"/>
    <w:rsid w:val="000D29E0"/>
    <w:rsid w:val="000E1C82"/>
    <w:rsid w:val="000E21BD"/>
    <w:rsid w:val="000E598C"/>
    <w:rsid w:val="000F251A"/>
    <w:rsid w:val="000F6152"/>
    <w:rsid w:val="001028D9"/>
    <w:rsid w:val="00102B09"/>
    <w:rsid w:val="00106076"/>
    <w:rsid w:val="00107E81"/>
    <w:rsid w:val="0011127A"/>
    <w:rsid w:val="00111842"/>
    <w:rsid w:val="001136BF"/>
    <w:rsid w:val="00114BD6"/>
    <w:rsid w:val="00120307"/>
    <w:rsid w:val="00121007"/>
    <w:rsid w:val="00124B39"/>
    <w:rsid w:val="00125729"/>
    <w:rsid w:val="00127C79"/>
    <w:rsid w:val="0013022E"/>
    <w:rsid w:val="00133247"/>
    <w:rsid w:val="001426F7"/>
    <w:rsid w:val="00150CA7"/>
    <w:rsid w:val="00163E2F"/>
    <w:rsid w:val="00171BE1"/>
    <w:rsid w:val="001843E0"/>
    <w:rsid w:val="00184646"/>
    <w:rsid w:val="00184FEB"/>
    <w:rsid w:val="00194944"/>
    <w:rsid w:val="001A615D"/>
    <w:rsid w:val="001A6205"/>
    <w:rsid w:val="001A7441"/>
    <w:rsid w:val="001B0545"/>
    <w:rsid w:val="001B4C06"/>
    <w:rsid w:val="001B52C5"/>
    <w:rsid w:val="001B705C"/>
    <w:rsid w:val="001C0F2A"/>
    <w:rsid w:val="001C509D"/>
    <w:rsid w:val="001D435E"/>
    <w:rsid w:val="001E0C92"/>
    <w:rsid w:val="001E385B"/>
    <w:rsid w:val="001F13C6"/>
    <w:rsid w:val="001F2C73"/>
    <w:rsid w:val="001F2CC4"/>
    <w:rsid w:val="001F390E"/>
    <w:rsid w:val="001F47CC"/>
    <w:rsid w:val="001F7915"/>
    <w:rsid w:val="00202EF3"/>
    <w:rsid w:val="00207AF7"/>
    <w:rsid w:val="00227DA1"/>
    <w:rsid w:val="002350BD"/>
    <w:rsid w:val="00236A5D"/>
    <w:rsid w:val="002429FA"/>
    <w:rsid w:val="00250C32"/>
    <w:rsid w:val="002517FD"/>
    <w:rsid w:val="00252725"/>
    <w:rsid w:val="00253DB2"/>
    <w:rsid w:val="00254202"/>
    <w:rsid w:val="00263542"/>
    <w:rsid w:val="002748DF"/>
    <w:rsid w:val="00276147"/>
    <w:rsid w:val="00283AEC"/>
    <w:rsid w:val="00283F32"/>
    <w:rsid w:val="00287E12"/>
    <w:rsid w:val="00292A64"/>
    <w:rsid w:val="002947AE"/>
    <w:rsid w:val="002A4DCF"/>
    <w:rsid w:val="002B7050"/>
    <w:rsid w:val="002C0051"/>
    <w:rsid w:val="002C0637"/>
    <w:rsid w:val="002C0F7B"/>
    <w:rsid w:val="002C403D"/>
    <w:rsid w:val="002D21AC"/>
    <w:rsid w:val="002D41E0"/>
    <w:rsid w:val="002D4784"/>
    <w:rsid w:val="002E1B66"/>
    <w:rsid w:val="002E3746"/>
    <w:rsid w:val="002E4302"/>
    <w:rsid w:val="002F4952"/>
    <w:rsid w:val="00303C97"/>
    <w:rsid w:val="00310096"/>
    <w:rsid w:val="00320803"/>
    <w:rsid w:val="00321BFA"/>
    <w:rsid w:val="00327698"/>
    <w:rsid w:val="0033416C"/>
    <w:rsid w:val="00334966"/>
    <w:rsid w:val="0034395C"/>
    <w:rsid w:val="00343EB2"/>
    <w:rsid w:val="003552CC"/>
    <w:rsid w:val="003574B6"/>
    <w:rsid w:val="00365C59"/>
    <w:rsid w:val="003749FD"/>
    <w:rsid w:val="00380278"/>
    <w:rsid w:val="003823E8"/>
    <w:rsid w:val="003823F3"/>
    <w:rsid w:val="00384C3B"/>
    <w:rsid w:val="003926CC"/>
    <w:rsid w:val="00392BF9"/>
    <w:rsid w:val="00394BED"/>
    <w:rsid w:val="003A0132"/>
    <w:rsid w:val="003A1525"/>
    <w:rsid w:val="003A36E9"/>
    <w:rsid w:val="003B2FF5"/>
    <w:rsid w:val="003D23CF"/>
    <w:rsid w:val="003D3E99"/>
    <w:rsid w:val="003E25FD"/>
    <w:rsid w:val="003E2CD4"/>
    <w:rsid w:val="003F7A53"/>
    <w:rsid w:val="00405622"/>
    <w:rsid w:val="0041143A"/>
    <w:rsid w:val="00423215"/>
    <w:rsid w:val="00424038"/>
    <w:rsid w:val="00424D9C"/>
    <w:rsid w:val="00424F07"/>
    <w:rsid w:val="00432AD3"/>
    <w:rsid w:val="00435C2D"/>
    <w:rsid w:val="0045228F"/>
    <w:rsid w:val="00454471"/>
    <w:rsid w:val="0045726B"/>
    <w:rsid w:val="00461F00"/>
    <w:rsid w:val="00465C8B"/>
    <w:rsid w:val="00466BC7"/>
    <w:rsid w:val="0047055A"/>
    <w:rsid w:val="004777A1"/>
    <w:rsid w:val="00477D8A"/>
    <w:rsid w:val="00480ABD"/>
    <w:rsid w:val="00480ACE"/>
    <w:rsid w:val="00485144"/>
    <w:rsid w:val="00492429"/>
    <w:rsid w:val="00497180"/>
    <w:rsid w:val="004A5E79"/>
    <w:rsid w:val="004C245E"/>
    <w:rsid w:val="004C5609"/>
    <w:rsid w:val="004D2FE4"/>
    <w:rsid w:val="004D47B4"/>
    <w:rsid w:val="004E00E2"/>
    <w:rsid w:val="004E08B6"/>
    <w:rsid w:val="004E3711"/>
    <w:rsid w:val="004F061D"/>
    <w:rsid w:val="004F60ED"/>
    <w:rsid w:val="005004FD"/>
    <w:rsid w:val="0051105B"/>
    <w:rsid w:val="00515CF8"/>
    <w:rsid w:val="005161D9"/>
    <w:rsid w:val="00520D3B"/>
    <w:rsid w:val="005239D1"/>
    <w:rsid w:val="00524277"/>
    <w:rsid w:val="00525676"/>
    <w:rsid w:val="005257BE"/>
    <w:rsid w:val="005333C9"/>
    <w:rsid w:val="00533B69"/>
    <w:rsid w:val="00535A90"/>
    <w:rsid w:val="00536766"/>
    <w:rsid w:val="0053780C"/>
    <w:rsid w:val="00541976"/>
    <w:rsid w:val="0054257D"/>
    <w:rsid w:val="0055514E"/>
    <w:rsid w:val="0056382F"/>
    <w:rsid w:val="00566B6A"/>
    <w:rsid w:val="005712F2"/>
    <w:rsid w:val="00573601"/>
    <w:rsid w:val="00575134"/>
    <w:rsid w:val="00576C66"/>
    <w:rsid w:val="0058780F"/>
    <w:rsid w:val="005A1D2D"/>
    <w:rsid w:val="005A721E"/>
    <w:rsid w:val="005B17B6"/>
    <w:rsid w:val="005B3D20"/>
    <w:rsid w:val="005B5A36"/>
    <w:rsid w:val="005C0618"/>
    <w:rsid w:val="005C1BD8"/>
    <w:rsid w:val="005C41DA"/>
    <w:rsid w:val="005C78FC"/>
    <w:rsid w:val="005C7DE8"/>
    <w:rsid w:val="005D09C3"/>
    <w:rsid w:val="005D1C1D"/>
    <w:rsid w:val="005D7262"/>
    <w:rsid w:val="005E1097"/>
    <w:rsid w:val="005E4597"/>
    <w:rsid w:val="005F21A0"/>
    <w:rsid w:val="005F32A5"/>
    <w:rsid w:val="005F41CD"/>
    <w:rsid w:val="00600A1D"/>
    <w:rsid w:val="006049A7"/>
    <w:rsid w:val="00605DD3"/>
    <w:rsid w:val="00606550"/>
    <w:rsid w:val="00610D4E"/>
    <w:rsid w:val="00614636"/>
    <w:rsid w:val="00615D13"/>
    <w:rsid w:val="00620B10"/>
    <w:rsid w:val="006266CB"/>
    <w:rsid w:val="0062672A"/>
    <w:rsid w:val="00640260"/>
    <w:rsid w:val="00641569"/>
    <w:rsid w:val="00643351"/>
    <w:rsid w:val="006456B4"/>
    <w:rsid w:val="00647592"/>
    <w:rsid w:val="0066119D"/>
    <w:rsid w:val="00662529"/>
    <w:rsid w:val="0066552D"/>
    <w:rsid w:val="00667CE4"/>
    <w:rsid w:val="00667DCD"/>
    <w:rsid w:val="00690ADD"/>
    <w:rsid w:val="00691F44"/>
    <w:rsid w:val="006926C8"/>
    <w:rsid w:val="006A5AED"/>
    <w:rsid w:val="006A5B50"/>
    <w:rsid w:val="006B0022"/>
    <w:rsid w:val="006B074D"/>
    <w:rsid w:val="006B4B90"/>
    <w:rsid w:val="006B7CF1"/>
    <w:rsid w:val="006D02D0"/>
    <w:rsid w:val="006D4984"/>
    <w:rsid w:val="006D6DE1"/>
    <w:rsid w:val="006D70A3"/>
    <w:rsid w:val="006E1F3A"/>
    <w:rsid w:val="006E4B70"/>
    <w:rsid w:val="006E4F82"/>
    <w:rsid w:val="006E561B"/>
    <w:rsid w:val="006F135A"/>
    <w:rsid w:val="006F5EA4"/>
    <w:rsid w:val="00703AEF"/>
    <w:rsid w:val="00706DF5"/>
    <w:rsid w:val="007126AD"/>
    <w:rsid w:val="0072097E"/>
    <w:rsid w:val="00734EDE"/>
    <w:rsid w:val="00751C7C"/>
    <w:rsid w:val="00754CB0"/>
    <w:rsid w:val="007613E7"/>
    <w:rsid w:val="007633C2"/>
    <w:rsid w:val="00764AA8"/>
    <w:rsid w:val="00771E25"/>
    <w:rsid w:val="00773DAD"/>
    <w:rsid w:val="0078194F"/>
    <w:rsid w:val="00787F14"/>
    <w:rsid w:val="00796801"/>
    <w:rsid w:val="007A00FE"/>
    <w:rsid w:val="007A09A9"/>
    <w:rsid w:val="007B25A2"/>
    <w:rsid w:val="007D79A5"/>
    <w:rsid w:val="007E60FB"/>
    <w:rsid w:val="007F4358"/>
    <w:rsid w:val="007F6C6B"/>
    <w:rsid w:val="007F761E"/>
    <w:rsid w:val="00830214"/>
    <w:rsid w:val="008348DF"/>
    <w:rsid w:val="00847CC9"/>
    <w:rsid w:val="008567BB"/>
    <w:rsid w:val="0086142B"/>
    <w:rsid w:val="0086277B"/>
    <w:rsid w:val="00866C97"/>
    <w:rsid w:val="008673A6"/>
    <w:rsid w:val="00875C3F"/>
    <w:rsid w:val="00886091"/>
    <w:rsid w:val="008937A7"/>
    <w:rsid w:val="008943E2"/>
    <w:rsid w:val="00894602"/>
    <w:rsid w:val="008956F9"/>
    <w:rsid w:val="008A7EAA"/>
    <w:rsid w:val="008B039A"/>
    <w:rsid w:val="008B1F06"/>
    <w:rsid w:val="008B1F36"/>
    <w:rsid w:val="008B7260"/>
    <w:rsid w:val="008C04FF"/>
    <w:rsid w:val="008C586B"/>
    <w:rsid w:val="008C629B"/>
    <w:rsid w:val="008D2923"/>
    <w:rsid w:val="008D308E"/>
    <w:rsid w:val="008D32D2"/>
    <w:rsid w:val="008D56BA"/>
    <w:rsid w:val="008D5EC7"/>
    <w:rsid w:val="008D764D"/>
    <w:rsid w:val="008E088C"/>
    <w:rsid w:val="008F1DFC"/>
    <w:rsid w:val="008F52AA"/>
    <w:rsid w:val="008F6547"/>
    <w:rsid w:val="008F730E"/>
    <w:rsid w:val="00901EBE"/>
    <w:rsid w:val="00907986"/>
    <w:rsid w:val="009105E0"/>
    <w:rsid w:val="00910F0B"/>
    <w:rsid w:val="00911621"/>
    <w:rsid w:val="00917447"/>
    <w:rsid w:val="00926B7C"/>
    <w:rsid w:val="00934BAA"/>
    <w:rsid w:val="00936E3B"/>
    <w:rsid w:val="009377BE"/>
    <w:rsid w:val="009522B9"/>
    <w:rsid w:val="009529B6"/>
    <w:rsid w:val="00952F53"/>
    <w:rsid w:val="00957CEC"/>
    <w:rsid w:val="00962412"/>
    <w:rsid w:val="009660F7"/>
    <w:rsid w:val="0097166A"/>
    <w:rsid w:val="009756A1"/>
    <w:rsid w:val="00975DCB"/>
    <w:rsid w:val="0097760E"/>
    <w:rsid w:val="00995681"/>
    <w:rsid w:val="009A3215"/>
    <w:rsid w:val="009B5231"/>
    <w:rsid w:val="009C14BE"/>
    <w:rsid w:val="009D53F1"/>
    <w:rsid w:val="009E765A"/>
    <w:rsid w:val="009F2412"/>
    <w:rsid w:val="009F5D37"/>
    <w:rsid w:val="009F6D46"/>
    <w:rsid w:val="009F7C1C"/>
    <w:rsid w:val="00A00872"/>
    <w:rsid w:val="00A076FD"/>
    <w:rsid w:val="00A0783D"/>
    <w:rsid w:val="00A16EB1"/>
    <w:rsid w:val="00A204E1"/>
    <w:rsid w:val="00A23D31"/>
    <w:rsid w:val="00A24041"/>
    <w:rsid w:val="00A3737E"/>
    <w:rsid w:val="00A409EF"/>
    <w:rsid w:val="00A45AF8"/>
    <w:rsid w:val="00A5084B"/>
    <w:rsid w:val="00A6443A"/>
    <w:rsid w:val="00A755BB"/>
    <w:rsid w:val="00A75824"/>
    <w:rsid w:val="00A758DE"/>
    <w:rsid w:val="00A766F0"/>
    <w:rsid w:val="00A76F46"/>
    <w:rsid w:val="00A77450"/>
    <w:rsid w:val="00A77F77"/>
    <w:rsid w:val="00A90C84"/>
    <w:rsid w:val="00A90EC6"/>
    <w:rsid w:val="00A91528"/>
    <w:rsid w:val="00A917EA"/>
    <w:rsid w:val="00A94D71"/>
    <w:rsid w:val="00AB7531"/>
    <w:rsid w:val="00AC1CFC"/>
    <w:rsid w:val="00AC56D5"/>
    <w:rsid w:val="00AC7F2D"/>
    <w:rsid w:val="00AD584D"/>
    <w:rsid w:val="00AE4AF0"/>
    <w:rsid w:val="00AE6C64"/>
    <w:rsid w:val="00AF161F"/>
    <w:rsid w:val="00AF2611"/>
    <w:rsid w:val="00AF5D86"/>
    <w:rsid w:val="00AF6E24"/>
    <w:rsid w:val="00B003C3"/>
    <w:rsid w:val="00B07A76"/>
    <w:rsid w:val="00B13529"/>
    <w:rsid w:val="00B14EF0"/>
    <w:rsid w:val="00B30C53"/>
    <w:rsid w:val="00B31E21"/>
    <w:rsid w:val="00B33BD8"/>
    <w:rsid w:val="00B362AD"/>
    <w:rsid w:val="00B40909"/>
    <w:rsid w:val="00B434E5"/>
    <w:rsid w:val="00B61D2B"/>
    <w:rsid w:val="00B65646"/>
    <w:rsid w:val="00B73B3C"/>
    <w:rsid w:val="00B80EC1"/>
    <w:rsid w:val="00B9400D"/>
    <w:rsid w:val="00B9518A"/>
    <w:rsid w:val="00B96ADB"/>
    <w:rsid w:val="00B9796F"/>
    <w:rsid w:val="00BA1770"/>
    <w:rsid w:val="00BA5E42"/>
    <w:rsid w:val="00BA6DF2"/>
    <w:rsid w:val="00BB07FF"/>
    <w:rsid w:val="00BC1035"/>
    <w:rsid w:val="00BC13AA"/>
    <w:rsid w:val="00BC41E9"/>
    <w:rsid w:val="00BC79DC"/>
    <w:rsid w:val="00BD3BAE"/>
    <w:rsid w:val="00BD461D"/>
    <w:rsid w:val="00BD4C9A"/>
    <w:rsid w:val="00BD50F2"/>
    <w:rsid w:val="00BD7036"/>
    <w:rsid w:val="00BE356E"/>
    <w:rsid w:val="00BE43D6"/>
    <w:rsid w:val="00BF0EF6"/>
    <w:rsid w:val="00BF730D"/>
    <w:rsid w:val="00C101BF"/>
    <w:rsid w:val="00C145C7"/>
    <w:rsid w:val="00C17809"/>
    <w:rsid w:val="00C2240B"/>
    <w:rsid w:val="00C246AC"/>
    <w:rsid w:val="00C26124"/>
    <w:rsid w:val="00C2678D"/>
    <w:rsid w:val="00C30192"/>
    <w:rsid w:val="00C318D1"/>
    <w:rsid w:val="00C3440E"/>
    <w:rsid w:val="00C437AA"/>
    <w:rsid w:val="00C44988"/>
    <w:rsid w:val="00C544E6"/>
    <w:rsid w:val="00C5779C"/>
    <w:rsid w:val="00C627B0"/>
    <w:rsid w:val="00C63A27"/>
    <w:rsid w:val="00C761B1"/>
    <w:rsid w:val="00C764C5"/>
    <w:rsid w:val="00C93CB6"/>
    <w:rsid w:val="00CA16BD"/>
    <w:rsid w:val="00CA2A8B"/>
    <w:rsid w:val="00CA4678"/>
    <w:rsid w:val="00CA6AAE"/>
    <w:rsid w:val="00CB119C"/>
    <w:rsid w:val="00CC3E02"/>
    <w:rsid w:val="00CC77A9"/>
    <w:rsid w:val="00CD2248"/>
    <w:rsid w:val="00CD3687"/>
    <w:rsid w:val="00CD54C7"/>
    <w:rsid w:val="00CF1C35"/>
    <w:rsid w:val="00CF425A"/>
    <w:rsid w:val="00CF64C4"/>
    <w:rsid w:val="00D04194"/>
    <w:rsid w:val="00D04664"/>
    <w:rsid w:val="00D04747"/>
    <w:rsid w:val="00D05C74"/>
    <w:rsid w:val="00D113BA"/>
    <w:rsid w:val="00D14444"/>
    <w:rsid w:val="00D16146"/>
    <w:rsid w:val="00D179B7"/>
    <w:rsid w:val="00D17D94"/>
    <w:rsid w:val="00D2029D"/>
    <w:rsid w:val="00D2434C"/>
    <w:rsid w:val="00D25957"/>
    <w:rsid w:val="00D25A82"/>
    <w:rsid w:val="00D307BD"/>
    <w:rsid w:val="00D30E98"/>
    <w:rsid w:val="00D31F7B"/>
    <w:rsid w:val="00D40885"/>
    <w:rsid w:val="00D416A0"/>
    <w:rsid w:val="00D51371"/>
    <w:rsid w:val="00D55E14"/>
    <w:rsid w:val="00D55FA7"/>
    <w:rsid w:val="00D6072E"/>
    <w:rsid w:val="00D61E68"/>
    <w:rsid w:val="00D62126"/>
    <w:rsid w:val="00D62516"/>
    <w:rsid w:val="00D64168"/>
    <w:rsid w:val="00D717B8"/>
    <w:rsid w:val="00D71A03"/>
    <w:rsid w:val="00D75D4F"/>
    <w:rsid w:val="00D84715"/>
    <w:rsid w:val="00D96654"/>
    <w:rsid w:val="00DA276D"/>
    <w:rsid w:val="00DA3275"/>
    <w:rsid w:val="00DA4E85"/>
    <w:rsid w:val="00DA76C4"/>
    <w:rsid w:val="00DB6C0D"/>
    <w:rsid w:val="00DC2EA6"/>
    <w:rsid w:val="00DC4729"/>
    <w:rsid w:val="00DC6B5D"/>
    <w:rsid w:val="00DC7E08"/>
    <w:rsid w:val="00DD67C4"/>
    <w:rsid w:val="00DD7CF6"/>
    <w:rsid w:val="00DE22D1"/>
    <w:rsid w:val="00DE2F64"/>
    <w:rsid w:val="00DE420C"/>
    <w:rsid w:val="00DE4432"/>
    <w:rsid w:val="00DE7413"/>
    <w:rsid w:val="00E00748"/>
    <w:rsid w:val="00E02FAA"/>
    <w:rsid w:val="00E042A5"/>
    <w:rsid w:val="00E04A2C"/>
    <w:rsid w:val="00E06D8F"/>
    <w:rsid w:val="00E10DAE"/>
    <w:rsid w:val="00E118BE"/>
    <w:rsid w:val="00E322E9"/>
    <w:rsid w:val="00E32495"/>
    <w:rsid w:val="00E32D4D"/>
    <w:rsid w:val="00E4415B"/>
    <w:rsid w:val="00E47E26"/>
    <w:rsid w:val="00E53E27"/>
    <w:rsid w:val="00E578EB"/>
    <w:rsid w:val="00E6087B"/>
    <w:rsid w:val="00E7028C"/>
    <w:rsid w:val="00E77A37"/>
    <w:rsid w:val="00E81166"/>
    <w:rsid w:val="00E81AE0"/>
    <w:rsid w:val="00E85EBB"/>
    <w:rsid w:val="00E921B9"/>
    <w:rsid w:val="00E92836"/>
    <w:rsid w:val="00EB0EBA"/>
    <w:rsid w:val="00EC0DC2"/>
    <w:rsid w:val="00EC4788"/>
    <w:rsid w:val="00EC7AED"/>
    <w:rsid w:val="00ED056A"/>
    <w:rsid w:val="00EF2D50"/>
    <w:rsid w:val="00EF4729"/>
    <w:rsid w:val="00EF49F9"/>
    <w:rsid w:val="00F01573"/>
    <w:rsid w:val="00F01A1A"/>
    <w:rsid w:val="00F037D1"/>
    <w:rsid w:val="00F1245D"/>
    <w:rsid w:val="00F12BF2"/>
    <w:rsid w:val="00F133C2"/>
    <w:rsid w:val="00F1769C"/>
    <w:rsid w:val="00F20C47"/>
    <w:rsid w:val="00F21669"/>
    <w:rsid w:val="00F22E20"/>
    <w:rsid w:val="00F2768E"/>
    <w:rsid w:val="00F32C49"/>
    <w:rsid w:val="00F33DA7"/>
    <w:rsid w:val="00F4325E"/>
    <w:rsid w:val="00F46CFC"/>
    <w:rsid w:val="00F47B24"/>
    <w:rsid w:val="00F52BEB"/>
    <w:rsid w:val="00F53431"/>
    <w:rsid w:val="00F55EF1"/>
    <w:rsid w:val="00F629B0"/>
    <w:rsid w:val="00F73840"/>
    <w:rsid w:val="00F74653"/>
    <w:rsid w:val="00F75B7B"/>
    <w:rsid w:val="00F7741D"/>
    <w:rsid w:val="00F83A57"/>
    <w:rsid w:val="00F85A63"/>
    <w:rsid w:val="00F85EC5"/>
    <w:rsid w:val="00F86557"/>
    <w:rsid w:val="00F87043"/>
    <w:rsid w:val="00F92CF7"/>
    <w:rsid w:val="00F96356"/>
    <w:rsid w:val="00F96D6F"/>
    <w:rsid w:val="00FA0151"/>
    <w:rsid w:val="00FA3138"/>
    <w:rsid w:val="00FA5FBA"/>
    <w:rsid w:val="00FA7B1F"/>
    <w:rsid w:val="00FB00E0"/>
    <w:rsid w:val="00FB0BA8"/>
    <w:rsid w:val="00FB1CF0"/>
    <w:rsid w:val="00FB302C"/>
    <w:rsid w:val="00FB37F2"/>
    <w:rsid w:val="00FB4CBF"/>
    <w:rsid w:val="00FC0982"/>
    <w:rsid w:val="00FC1057"/>
    <w:rsid w:val="00FC3DE9"/>
    <w:rsid w:val="00FC4A2C"/>
    <w:rsid w:val="00FC519E"/>
    <w:rsid w:val="00FD2B7A"/>
    <w:rsid w:val="00FD49AF"/>
    <w:rsid w:val="00FE0564"/>
    <w:rsid w:val="00FF495D"/>
    <w:rsid w:val="00F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4:docId w14:val="39ADDFA0"/>
  <w15:docId w15:val="{80F1851A-34A4-4990-B752-0760BC87B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64C5"/>
    <w:pPr>
      <w:keepNext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FettLinks0cmHngend1cm">
    <w:name w:val="Formatvorlage Fett Links:  0 cm Hängend:  1 cm"/>
    <w:basedOn w:val="Standard"/>
    <w:rsid w:val="00E578EB"/>
    <w:rPr>
      <w:b/>
      <w:bCs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  <w:szCs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E042A5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Sprechblasentext">
    <w:name w:val="Balloon Text"/>
    <w:basedOn w:val="Standard"/>
    <w:semiHidden/>
    <w:rsid w:val="00253DB2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758DE"/>
  </w:style>
  <w:style w:type="character" w:styleId="Funotenzeichen">
    <w:name w:val="footnote reference"/>
    <w:semiHidden/>
    <w:rsid w:val="00A758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5</Pages>
  <Words>935</Words>
  <Characters>8203</Characters>
  <Application>Microsoft Office Word</Application>
  <DocSecurity>0</DocSecurity>
  <Lines>911</Lines>
  <Paragraphs>415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Richtlinien Vergabeverfahren</vt:lpstr>
    </vt:vector>
  </TitlesOfParts>
  <Company>BBR</Company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Richtlinien Vergabeverfahren</dc:title>
  <dc:creator>Dorothea Fenner</dc:creator>
  <cp:lastModifiedBy>Schapfl, Michael (StMB)</cp:lastModifiedBy>
  <cp:revision>2</cp:revision>
  <cp:lastPrinted>2017-11-28T14:03:00Z</cp:lastPrinted>
  <dcterms:created xsi:type="dcterms:W3CDTF">2022-04-22T08:35:00Z</dcterms:created>
  <dcterms:modified xsi:type="dcterms:W3CDTF">2022-04-22T08:35:00Z</dcterms:modified>
</cp:coreProperties>
</file>