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8" w:type="dxa"/>
        <w:tblBorders>
          <w:bottom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979"/>
        <w:gridCol w:w="402"/>
        <w:gridCol w:w="3518"/>
        <w:gridCol w:w="499"/>
        <w:gridCol w:w="1546"/>
        <w:gridCol w:w="1497"/>
        <w:gridCol w:w="999"/>
      </w:tblGrid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 w:val="restart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</w:tcMar>
          </w:tcPr>
          <w:p w:rsidR="008F6547" w:rsidRDefault="008F6547" w:rsidP="00B51F58">
            <w:pPr>
              <w:keepNext w:val="0"/>
              <w:jc w:val="left"/>
              <w:rPr>
                <w:sz w:val="16"/>
                <w:szCs w:val="16"/>
              </w:rPr>
            </w:pPr>
          </w:p>
          <w:p w:rsidR="007A5293" w:rsidRPr="008F6547" w:rsidRDefault="007A5293" w:rsidP="00B51F58">
            <w:pPr>
              <w:keepNext w:val="0"/>
              <w:jc w:val="left"/>
            </w:pPr>
            <w:r w:rsidRPr="00B51F58">
              <w:rPr>
                <w:sz w:val="16"/>
                <w:szCs w:val="16"/>
              </w:rPr>
              <w:t>Vergabestelle</w:t>
            </w:r>
          </w:p>
        </w:tc>
        <w:tc>
          <w:tcPr>
            <w:tcW w:w="4541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top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541" w:type="dxa"/>
            <w:gridSpan w:val="4"/>
            <w:tcBorders>
              <w:top w:val="nil"/>
              <w:bottom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7A5293" w:rsidP="00B51F58">
            <w:pPr>
              <w:keepNext w:val="0"/>
            </w:pPr>
            <w:r w:rsidRPr="008F6547">
              <w:t>Datum der Versendung</w:t>
            </w: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541" w:type="dxa"/>
            <w:gridSpan w:val="4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t>Vergabeart</w:t>
            </w: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99" w:type="dxa"/>
            <w:tcBorders>
              <w:top w:val="nil"/>
              <w:left w:val="single" w:sz="4" w:space="0" w:color="BFBFBF"/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464FD5">
              <w:fldChar w:fldCharType="separate"/>
            </w:r>
            <w:r w:rsidRPr="008F6547">
              <w:fldChar w:fldCharType="end"/>
            </w:r>
          </w:p>
        </w:tc>
        <w:tc>
          <w:tcPr>
            <w:tcW w:w="4042" w:type="dxa"/>
            <w:gridSpan w:val="3"/>
            <w:tcBorders>
              <w:top w:val="nil"/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t>Öffentliche Ausschreibung</w:t>
            </w:r>
          </w:p>
        </w:tc>
      </w:tr>
      <w:tr w:rsidR="008F6547" w:rsidRPr="008F6547" w:rsidTr="00A34E5E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BFBFBF"/>
              <w:bottom w:val="nil"/>
            </w:tcBorders>
            <w:shd w:val="clear" w:color="auto" w:fill="auto"/>
            <w:noWrap/>
            <w:tcMar>
              <w:left w:w="28" w:type="dxa"/>
            </w:tcMar>
          </w:tcPr>
          <w:p w:rsidR="008F6547" w:rsidRPr="008F6547" w:rsidRDefault="008F6547" w:rsidP="00B51F58">
            <w:pPr>
              <w:keepNext w:val="0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464FD5">
              <w:fldChar w:fldCharType="separate"/>
            </w:r>
            <w:r w:rsidRPr="008F6547">
              <w:fldChar w:fldCharType="end"/>
            </w:r>
          </w:p>
        </w:tc>
        <w:tc>
          <w:tcPr>
            <w:tcW w:w="4042" w:type="dxa"/>
            <w:gridSpan w:val="3"/>
            <w:tcBorders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</w:tcPr>
          <w:p w:rsidR="00A34E5E" w:rsidRDefault="008F6547" w:rsidP="00B51F58">
            <w:pPr>
              <w:keepNext w:val="0"/>
            </w:pPr>
            <w:r w:rsidRPr="008F6547">
              <w:t>Beschränkte Ausschreibung</w:t>
            </w:r>
            <w:r w:rsidR="00A953D8">
              <w:t xml:space="preserve"> </w:t>
            </w:r>
          </w:p>
          <w:p w:rsidR="008F6547" w:rsidRPr="008F6547" w:rsidRDefault="00A953D8" w:rsidP="00B51F58">
            <w:pPr>
              <w:keepNext w:val="0"/>
            </w:pPr>
            <w:r>
              <w:t>ohne Teilnahmewettbewerb</w:t>
            </w:r>
          </w:p>
        </w:tc>
      </w:tr>
      <w:tr w:rsidR="00E06D8F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E06D8F" w:rsidRPr="008F6547" w:rsidRDefault="00E06D8F" w:rsidP="00B51F58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BFBFBF"/>
              <w:bottom w:val="nil"/>
            </w:tcBorders>
            <w:shd w:val="clear" w:color="auto" w:fill="auto"/>
            <w:noWrap/>
            <w:tcMar>
              <w:left w:w="28" w:type="dxa"/>
            </w:tcMar>
          </w:tcPr>
          <w:p w:rsidR="00E06D8F" w:rsidRPr="008F6547" w:rsidRDefault="00E06D8F" w:rsidP="00B51F58">
            <w:pPr>
              <w:keepNext w:val="0"/>
              <w:jc w:val="left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464FD5">
              <w:fldChar w:fldCharType="separate"/>
            </w:r>
            <w:r w:rsidRPr="008F6547">
              <w:fldChar w:fldCharType="end"/>
            </w:r>
          </w:p>
        </w:tc>
        <w:tc>
          <w:tcPr>
            <w:tcW w:w="4042" w:type="dxa"/>
            <w:gridSpan w:val="3"/>
            <w:tcBorders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</w:tcPr>
          <w:p w:rsidR="00E06D8F" w:rsidRDefault="00E06D8F" w:rsidP="00B51F58">
            <w:pPr>
              <w:keepNext w:val="0"/>
              <w:jc w:val="left"/>
            </w:pPr>
            <w:r>
              <w:t xml:space="preserve">Beschränkte Ausschreibung </w:t>
            </w:r>
          </w:p>
          <w:p w:rsidR="00E06D8F" w:rsidRPr="008F6547" w:rsidRDefault="00A953D8" w:rsidP="00B51F58">
            <w:pPr>
              <w:keepNext w:val="0"/>
              <w:jc w:val="left"/>
            </w:pPr>
            <w:r>
              <w:t>mit</w:t>
            </w:r>
            <w:r w:rsidR="00E06D8F">
              <w:t xml:space="preserve"> Teilnahmewettbewerb</w:t>
            </w: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BFBFBF"/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464FD5">
              <w:fldChar w:fldCharType="separate"/>
            </w:r>
            <w:r w:rsidRPr="008F6547">
              <w:fldChar w:fldCharType="end"/>
            </w:r>
          </w:p>
        </w:tc>
        <w:tc>
          <w:tcPr>
            <w:tcW w:w="4042" w:type="dxa"/>
            <w:gridSpan w:val="3"/>
            <w:tcBorders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t>Freihändige Vergabe</w:t>
            </w: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BFBFBF"/>
              <w:bottom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="00464FD5">
              <w:fldChar w:fldCharType="separate"/>
            </w:r>
            <w:r w:rsidRPr="008F6547">
              <w:fldChar w:fldCharType="end"/>
            </w:r>
          </w:p>
        </w:tc>
        <w:tc>
          <w:tcPr>
            <w:tcW w:w="4042" w:type="dxa"/>
            <w:gridSpan w:val="3"/>
            <w:tcBorders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t>Internationale NATO-Ausschreibung</w:t>
            </w: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541" w:type="dxa"/>
            <w:gridSpan w:val="4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FF6544" w:rsidP="00B51F58">
            <w:pPr>
              <w:keepNext w:val="0"/>
            </w:pPr>
            <w:r>
              <w:t>Ablauf der Angebotsfrist</w:t>
            </w:r>
          </w:p>
        </w:tc>
      </w:tr>
      <w:tr w:rsidR="00FF6544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FF6544" w:rsidRPr="008F6547" w:rsidRDefault="00FF6544" w:rsidP="00B51F58">
            <w:pPr>
              <w:keepNext w:val="0"/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FF6544" w:rsidRPr="008F6547" w:rsidRDefault="00FF6544" w:rsidP="00B51F58">
            <w:pPr>
              <w:keepNext w:val="0"/>
            </w:pPr>
            <w:r>
              <w:t>Datum</w:t>
            </w:r>
          </w:p>
        </w:tc>
        <w:tc>
          <w:tcPr>
            <w:tcW w:w="2496" w:type="dxa"/>
            <w:gridSpan w:val="2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vAlign w:val="center"/>
          </w:tcPr>
          <w:p w:rsidR="00FF6544" w:rsidRPr="008F6547" w:rsidRDefault="00FF6544" w:rsidP="00B51F58">
            <w:pPr>
              <w:keepNext w:val="0"/>
            </w:pPr>
            <w:r>
              <w:t>Uhrzeit</w:t>
            </w:r>
          </w:p>
        </w:tc>
      </w:tr>
      <w:tr w:rsidR="00FF6544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FF6544" w:rsidRPr="008F6547" w:rsidRDefault="00FF6544" w:rsidP="00B51F58">
            <w:pPr>
              <w:keepNext w:val="0"/>
            </w:pPr>
          </w:p>
        </w:tc>
        <w:tc>
          <w:tcPr>
            <w:tcW w:w="4541" w:type="dxa"/>
            <w:gridSpan w:val="4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FF6544" w:rsidRPr="008F6547" w:rsidRDefault="00A43A82" w:rsidP="00A43A82">
            <w:pPr>
              <w:keepNext w:val="0"/>
            </w:pPr>
            <w:r>
              <w:t>(</w:t>
            </w:r>
            <w:r w:rsidR="00FF6544" w:rsidRPr="008F6547">
              <w:t>Er</w:t>
            </w:r>
            <w:r>
              <w:t>)Ö</w:t>
            </w:r>
            <w:r w:rsidR="00FF6544" w:rsidRPr="008F6547">
              <w:t>ffnungstermin</w:t>
            </w: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t>Datum</w:t>
            </w:r>
          </w:p>
        </w:tc>
        <w:tc>
          <w:tcPr>
            <w:tcW w:w="2496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t>Uhrzeit</w:t>
            </w: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99" w:type="dxa"/>
            <w:tcBorders>
              <w:top w:val="single" w:sz="4" w:space="0" w:color="BFBFBF"/>
              <w:left w:val="single" w:sz="4" w:space="0" w:color="BFBFBF"/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  <w:r w:rsidRPr="008F6547">
              <w:t>Ort</w:t>
            </w:r>
          </w:p>
        </w:tc>
        <w:tc>
          <w:tcPr>
            <w:tcW w:w="4042" w:type="dxa"/>
            <w:gridSpan w:val="3"/>
            <w:tcBorders>
              <w:top w:val="single" w:sz="4" w:space="0" w:color="BFBFBF"/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99" w:type="dxa"/>
            <w:tcBorders>
              <w:left w:val="single" w:sz="4" w:space="0" w:color="BFBFBF"/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042" w:type="dxa"/>
            <w:gridSpan w:val="3"/>
            <w:tcBorders>
              <w:bottom w:val="nil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</w:tr>
      <w:tr w:rsidR="00351010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51010" w:rsidRPr="008F6547" w:rsidRDefault="00351010" w:rsidP="00B51F58">
            <w:pPr>
              <w:keepNext w:val="0"/>
            </w:pPr>
          </w:p>
        </w:tc>
        <w:tc>
          <w:tcPr>
            <w:tcW w:w="4541" w:type="dxa"/>
            <w:gridSpan w:val="4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51010" w:rsidRPr="008F6547" w:rsidRDefault="00351010" w:rsidP="00351010">
            <w:pPr>
              <w:keepNext w:val="0"/>
            </w:pPr>
            <w:r w:rsidRPr="008F6547">
              <w:t>Raum</w:t>
            </w: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vMerge/>
            <w:tcBorders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454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FF6544" w:rsidP="00B51F58">
            <w:pPr>
              <w:keepNext w:val="0"/>
            </w:pPr>
            <w:r>
              <w:t>Binde</w:t>
            </w:r>
            <w:r w:rsidR="008F6547" w:rsidRPr="008F6547">
              <w:t>frist endet am</w:t>
            </w:r>
          </w:p>
        </w:tc>
      </w:tr>
      <w:tr w:rsidR="007A5293" w:rsidRPr="008F6547" w:rsidTr="00BA2E61">
        <w:trPr>
          <w:trHeight w:val="284"/>
        </w:trPr>
        <w:tc>
          <w:tcPr>
            <w:tcW w:w="5387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7A5293" w:rsidRPr="008F6547" w:rsidRDefault="007A5293" w:rsidP="00B51F58">
            <w:pPr>
              <w:keepNext w:val="0"/>
            </w:pPr>
          </w:p>
        </w:tc>
        <w:tc>
          <w:tcPr>
            <w:tcW w:w="4541" w:type="dxa"/>
            <w:gridSpan w:val="4"/>
            <w:tcBorders>
              <w:top w:val="single" w:sz="4" w:space="0" w:color="BFBFBF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7A5293" w:rsidRPr="008F6547" w:rsidRDefault="007A5293" w:rsidP="00B51F58">
            <w:pPr>
              <w:keepNext w:val="0"/>
            </w:pPr>
          </w:p>
        </w:tc>
      </w:tr>
      <w:tr w:rsidR="008F6547" w:rsidRPr="008F6547" w:rsidTr="00BA2E61">
        <w:trPr>
          <w:trHeight w:val="380"/>
        </w:trPr>
        <w:tc>
          <w:tcPr>
            <w:tcW w:w="5387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B51F58" w:rsidRDefault="00426CD7" w:rsidP="00B51F58">
            <w:pPr>
              <w:keepNext w:val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 wp14:anchorId="2C13FDF9" wp14:editId="16030B95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9525</wp:posOffset>
                      </wp:positionV>
                      <wp:extent cx="22860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BE609E" id="Line 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75pt" to="-1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" o:allowincell="f" strokecolor="gray" strokeweight=".25pt"/>
                  </w:pict>
                </mc:Fallback>
              </mc:AlternateContent>
            </w:r>
            <w:r w:rsidR="008F6547" w:rsidRPr="00B51F58">
              <w:rPr>
                <w:b/>
              </w:rPr>
              <w:t>Aufforderung zur Abgabe eines Angebots</w:t>
            </w:r>
          </w:p>
        </w:tc>
        <w:tc>
          <w:tcPr>
            <w:tcW w:w="4541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</w:tr>
      <w:tr w:rsidR="008F6547" w:rsidRPr="008F6547" w:rsidTr="00BA2E61">
        <w:trPr>
          <w:trHeight w:val="284"/>
        </w:trPr>
        <w:tc>
          <w:tcPr>
            <w:tcW w:w="5387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B51F58" w:rsidRDefault="00351010" w:rsidP="00B51F58">
            <w:pPr>
              <w:keepNext w:val="0"/>
              <w:rPr>
                <w:bCs/>
                <w:iCs/>
              </w:rPr>
            </w:pPr>
            <w:r>
              <w:rPr>
                <w:bCs/>
                <w:iCs/>
              </w:rPr>
              <w:t>(</w:t>
            </w:r>
            <w:r w:rsidR="00E06D8F" w:rsidRPr="00B51F58">
              <w:rPr>
                <w:bCs/>
                <w:iCs/>
              </w:rPr>
              <w:t>Vergabe</w:t>
            </w:r>
            <w:r w:rsidR="00FF6544">
              <w:rPr>
                <w:bCs/>
                <w:iCs/>
              </w:rPr>
              <w:t xml:space="preserve">verfahren gemäß Abschnitt 1 </w:t>
            </w:r>
            <w:r w:rsidR="00E06D8F" w:rsidRPr="00B51F58">
              <w:rPr>
                <w:bCs/>
                <w:iCs/>
              </w:rPr>
              <w:t>VOB/A</w:t>
            </w:r>
            <w:r>
              <w:rPr>
                <w:bCs/>
                <w:iCs/>
              </w:rPr>
              <w:t>)</w:t>
            </w:r>
          </w:p>
        </w:tc>
        <w:tc>
          <w:tcPr>
            <w:tcW w:w="204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  <w:tc>
          <w:tcPr>
            <w:tcW w:w="2496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8F6547" w:rsidRDefault="008F6547" w:rsidP="00B51F58">
            <w:pPr>
              <w:keepNext w:val="0"/>
            </w:pPr>
          </w:p>
        </w:tc>
      </w:tr>
      <w:tr w:rsidR="00E06D8F" w:rsidRPr="008F6547" w:rsidTr="00BA2E61">
        <w:trPr>
          <w:trHeight w:val="284"/>
        </w:trPr>
        <w:tc>
          <w:tcPr>
            <w:tcW w:w="5387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E06D8F" w:rsidRPr="00B51F58" w:rsidRDefault="00E06D8F" w:rsidP="00B51F58">
            <w:pPr>
              <w:keepNext w:val="0"/>
              <w:rPr>
                <w:bCs/>
                <w:iCs/>
              </w:rPr>
            </w:pPr>
          </w:p>
        </w:tc>
        <w:tc>
          <w:tcPr>
            <w:tcW w:w="204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06D8F" w:rsidRPr="008F6547" w:rsidRDefault="00E06D8F" w:rsidP="00B51F58">
            <w:pPr>
              <w:keepNext w:val="0"/>
            </w:pPr>
          </w:p>
        </w:tc>
        <w:tc>
          <w:tcPr>
            <w:tcW w:w="2496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E06D8F" w:rsidRPr="008F6547" w:rsidRDefault="00E06D8F" w:rsidP="00B51F58">
            <w:pPr>
              <w:keepNext w:val="0"/>
            </w:pPr>
          </w:p>
        </w:tc>
      </w:tr>
      <w:tr w:rsidR="007A5293" w:rsidRPr="007A5293" w:rsidTr="007A5293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9928" w:type="dxa"/>
            <w:gridSpan w:val="8"/>
            <w:noWrap/>
            <w:tcMar>
              <w:left w:w="28" w:type="dxa"/>
            </w:tcMar>
            <w:vAlign w:val="center"/>
          </w:tcPr>
          <w:p w:rsidR="007A5293" w:rsidRPr="007A5293" w:rsidRDefault="007A5293" w:rsidP="007A5293">
            <w:r w:rsidRPr="007A5293">
              <w:t>Bezeichnung der Bauleistung</w:t>
            </w:r>
          </w:p>
        </w:tc>
      </w:tr>
      <w:tr w:rsidR="007A5293" w:rsidRPr="007A5293" w:rsidTr="00517FA9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1869" w:type="dxa"/>
            <w:gridSpan w:val="3"/>
            <w:noWrap/>
            <w:tcMar>
              <w:left w:w="28" w:type="dxa"/>
            </w:tcMar>
            <w:vAlign w:val="center"/>
          </w:tcPr>
          <w:p w:rsidR="007A5293" w:rsidRPr="007A5293" w:rsidRDefault="007A5293" w:rsidP="007A5293">
            <w:pPr>
              <w:rPr>
                <w:sz w:val="16"/>
                <w:szCs w:val="16"/>
              </w:rPr>
            </w:pPr>
            <w:r w:rsidRPr="007A5293">
              <w:rPr>
                <w:sz w:val="16"/>
                <w:szCs w:val="16"/>
              </w:rPr>
              <w:t>Maßnahmennummer</w:t>
            </w:r>
          </w:p>
        </w:tc>
        <w:tc>
          <w:tcPr>
            <w:tcW w:w="8059" w:type="dxa"/>
            <w:gridSpan w:val="5"/>
            <w:noWrap/>
            <w:vAlign w:val="center"/>
          </w:tcPr>
          <w:p w:rsidR="007A5293" w:rsidRPr="007A5293" w:rsidRDefault="007A5293" w:rsidP="007A52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Baumaßnahme</w:t>
            </w:r>
          </w:p>
        </w:tc>
      </w:tr>
      <w:tr w:rsidR="007A5293" w:rsidRPr="007A5293" w:rsidTr="00517FA9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1869" w:type="dxa"/>
            <w:gridSpan w:val="3"/>
            <w:vMerge w:val="restart"/>
            <w:noWrap/>
            <w:tcMar>
              <w:left w:w="28" w:type="dxa"/>
            </w:tcMar>
            <w:vAlign w:val="center"/>
          </w:tcPr>
          <w:p w:rsidR="007A5293" w:rsidRPr="007A5293" w:rsidRDefault="007A5293" w:rsidP="007A5293"/>
        </w:tc>
        <w:tc>
          <w:tcPr>
            <w:tcW w:w="8059" w:type="dxa"/>
            <w:gridSpan w:val="5"/>
            <w:vAlign w:val="center"/>
          </w:tcPr>
          <w:p w:rsidR="007A5293" w:rsidRPr="007A5293" w:rsidRDefault="007A5293" w:rsidP="007A5293"/>
        </w:tc>
      </w:tr>
      <w:tr w:rsidR="007A5293" w:rsidRPr="007A5293" w:rsidTr="00517FA9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1869" w:type="dxa"/>
            <w:gridSpan w:val="3"/>
            <w:vMerge/>
            <w:noWrap/>
            <w:tcMar>
              <w:left w:w="28" w:type="dxa"/>
            </w:tcMar>
            <w:vAlign w:val="center"/>
          </w:tcPr>
          <w:p w:rsidR="007A5293" w:rsidRPr="007A5293" w:rsidRDefault="007A5293" w:rsidP="007A5293"/>
        </w:tc>
        <w:tc>
          <w:tcPr>
            <w:tcW w:w="8059" w:type="dxa"/>
            <w:gridSpan w:val="5"/>
            <w:vAlign w:val="center"/>
          </w:tcPr>
          <w:p w:rsidR="007A5293" w:rsidRPr="007A5293" w:rsidRDefault="007A5293" w:rsidP="007A5293"/>
        </w:tc>
      </w:tr>
      <w:tr w:rsidR="007A5293" w:rsidRPr="007A5293" w:rsidTr="00BA2E61">
        <w:tblPrEx>
          <w:tblBorders>
            <w:bottom w:val="none" w:sz="0" w:space="0" w:color="auto"/>
          </w:tblBorders>
        </w:tblPrEx>
        <w:trPr>
          <w:trHeight w:val="340"/>
        </w:trPr>
        <w:tc>
          <w:tcPr>
            <w:tcW w:w="1869" w:type="dxa"/>
            <w:gridSpan w:val="3"/>
            <w:noWrap/>
            <w:tcMar>
              <w:left w:w="28" w:type="dxa"/>
            </w:tcMar>
            <w:vAlign w:val="center"/>
          </w:tcPr>
          <w:p w:rsidR="007A5293" w:rsidRPr="007A5293" w:rsidRDefault="007A5293" w:rsidP="007A5293">
            <w:pPr>
              <w:rPr>
                <w:sz w:val="16"/>
                <w:szCs w:val="16"/>
              </w:rPr>
            </w:pPr>
            <w:r w:rsidRPr="007A5293">
              <w:rPr>
                <w:sz w:val="16"/>
                <w:szCs w:val="16"/>
              </w:rPr>
              <w:t>Vergabenummer</w:t>
            </w:r>
          </w:p>
        </w:tc>
        <w:tc>
          <w:tcPr>
            <w:tcW w:w="8059" w:type="dxa"/>
            <w:gridSpan w:val="5"/>
            <w:vAlign w:val="center"/>
          </w:tcPr>
          <w:p w:rsidR="007A5293" w:rsidRPr="007A5293" w:rsidRDefault="007A5293" w:rsidP="007A52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Leistung</w:t>
            </w:r>
          </w:p>
        </w:tc>
      </w:tr>
      <w:tr w:rsidR="007A5293" w:rsidRPr="007A5293" w:rsidTr="00517FA9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1869" w:type="dxa"/>
            <w:gridSpan w:val="3"/>
            <w:noWrap/>
            <w:tcMar>
              <w:left w:w="28" w:type="dxa"/>
            </w:tcMar>
            <w:vAlign w:val="center"/>
          </w:tcPr>
          <w:p w:rsidR="007A5293" w:rsidRPr="007A5293" w:rsidRDefault="007A5293" w:rsidP="007A5293"/>
        </w:tc>
        <w:tc>
          <w:tcPr>
            <w:tcW w:w="8059" w:type="dxa"/>
            <w:gridSpan w:val="5"/>
            <w:vAlign w:val="center"/>
          </w:tcPr>
          <w:p w:rsidR="007A5293" w:rsidRPr="007A5293" w:rsidRDefault="007A5293" w:rsidP="007A5293"/>
        </w:tc>
      </w:tr>
      <w:tr w:rsidR="008F6547" w:rsidRPr="008F6547" w:rsidTr="00517FA9">
        <w:trPr>
          <w:trHeight w:val="503"/>
        </w:trPr>
        <w:tc>
          <w:tcPr>
            <w:tcW w:w="9928" w:type="dxa"/>
            <w:gridSpan w:val="8"/>
            <w:tcBorders>
              <w:top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8F6547" w:rsidRPr="00517B5F" w:rsidRDefault="00081305" w:rsidP="00B51F58">
            <w:pPr>
              <w:keepNext w:val="0"/>
              <w:spacing w:before="120"/>
              <w:rPr>
                <w:b/>
              </w:rPr>
            </w:pPr>
            <w:r w:rsidRPr="00517B5F">
              <w:rPr>
                <w:b/>
              </w:rPr>
              <w:t>Anlagen</w:t>
            </w:r>
          </w:p>
        </w:tc>
      </w:tr>
      <w:tr w:rsidR="004E3711" w:rsidRPr="00520D3B" w:rsidTr="00BA2E61">
        <w:trPr>
          <w:trHeight w:hRule="exact"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76C66" w:rsidRPr="00081305" w:rsidRDefault="00576C66" w:rsidP="00773523">
            <w:pPr>
              <w:pStyle w:val="FormatvorlageFettLinks0cmHngend1cm"/>
              <w:keepNext w:val="0"/>
              <w:jc w:val="left"/>
            </w:pPr>
            <w:r>
              <w:t>A)</w:t>
            </w:r>
          </w:p>
        </w:tc>
        <w:tc>
          <w:tcPr>
            <w:tcW w:w="8441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576C66" w:rsidRPr="00081305" w:rsidRDefault="00576C66" w:rsidP="00773523">
            <w:pPr>
              <w:pStyle w:val="FormatvorlageFettLinks0cmHngend1cm"/>
              <w:keepNext w:val="0"/>
              <w:jc w:val="left"/>
            </w:pPr>
            <w:r w:rsidRPr="00081305">
              <w:t>die beim Bieter verbleiben</w:t>
            </w:r>
            <w:r w:rsidR="00E06D8F">
              <w:t xml:space="preserve"> und im Vergabeverfahren zu beachten sind: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76C66" w:rsidRPr="00520D3B" w:rsidRDefault="00576C66" w:rsidP="00773523">
            <w:pPr>
              <w:keepNext w:val="0"/>
              <w:jc w:val="left"/>
            </w:pPr>
          </w:p>
        </w:tc>
      </w:tr>
      <w:tr w:rsidR="00B9518A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9518A" w:rsidRPr="00520D3B" w:rsidRDefault="008B7260" w:rsidP="00773523">
            <w:pPr>
              <w:keepNext w:val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9518A" w:rsidRPr="00520D3B" w:rsidRDefault="00B9518A" w:rsidP="00773523">
            <w:pPr>
              <w:keepNext w:val="0"/>
              <w:jc w:val="left"/>
            </w:pPr>
            <w:r>
              <w:t>212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B9518A" w:rsidRPr="00520D3B" w:rsidRDefault="00FF6544" w:rsidP="00A953D8">
            <w:pPr>
              <w:keepNext w:val="0"/>
              <w:jc w:val="left"/>
            </w:pPr>
            <w:r>
              <w:t>Teilnahme</w:t>
            </w:r>
            <w:r w:rsidR="00B9518A">
              <w:t>bedingungen</w:t>
            </w:r>
            <w:r w:rsidR="00E06D8F">
              <w:t xml:space="preserve"> (</w:t>
            </w:r>
            <w:r w:rsidR="00A953D8">
              <w:t>Ausgabe 2019</w:t>
            </w:r>
            <w:r w:rsidR="00E06D8F">
              <w:t>)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B9518A" w:rsidRPr="00520D3B" w:rsidRDefault="00B9518A" w:rsidP="00773523">
            <w:pPr>
              <w:keepNext w:val="0"/>
              <w:jc w:val="left"/>
            </w:pPr>
          </w:p>
        </w:tc>
      </w:tr>
      <w:tr w:rsidR="00A953D8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Default="00A953D8" w:rsidP="007735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Default="00A953D8" w:rsidP="00773523">
            <w:pPr>
              <w:keepNext w:val="0"/>
              <w:jc w:val="left"/>
            </w:pPr>
            <w:r>
              <w:t>216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Default="00A953D8" w:rsidP="00A953D8">
            <w:pPr>
              <w:keepNext w:val="0"/>
              <w:jc w:val="left"/>
            </w:pPr>
            <w:r w:rsidRPr="00A953D8">
              <w:t>Verzeichnis der im Vergabeverfahren vorzulegenden Unterlagen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Pr="00520D3B" w:rsidRDefault="00A953D8" w:rsidP="00773523">
            <w:pPr>
              <w:keepNext w:val="0"/>
              <w:jc w:val="left"/>
            </w:pPr>
          </w:p>
        </w:tc>
      </w:tr>
      <w:tr w:rsidR="00AF6E24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F6E24" w:rsidRPr="00520D3B" w:rsidRDefault="00AF6E24" w:rsidP="007735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F6E24" w:rsidRDefault="00AF6E24" w:rsidP="00773523">
            <w:pPr>
              <w:keepNext w:val="0"/>
              <w:jc w:val="left"/>
            </w:pPr>
            <w:r>
              <w:t>226.H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AF6E24" w:rsidRDefault="00AF6E24" w:rsidP="00773523">
            <w:pPr>
              <w:keepNext w:val="0"/>
              <w:jc w:val="left"/>
            </w:pPr>
            <w:r>
              <w:t>Mindestanforderungen an Nebenangebote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F6E24" w:rsidRPr="00520D3B" w:rsidRDefault="00AF6E24" w:rsidP="00773523">
            <w:pPr>
              <w:keepNext w:val="0"/>
              <w:jc w:val="left"/>
            </w:pPr>
          </w:p>
        </w:tc>
      </w:tr>
      <w:tr w:rsidR="00C44988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44988" w:rsidRDefault="00C44988" w:rsidP="00773523">
            <w:pPr>
              <w:jc w:val="left"/>
            </w:pPr>
            <w:r w:rsidRPr="00356B89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B89">
              <w:instrText xml:space="preserve"> FORMCHECKBOX </w:instrText>
            </w:r>
            <w:r w:rsidR="00464FD5">
              <w:fldChar w:fldCharType="separate"/>
            </w:r>
            <w:r w:rsidRPr="00356B89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44988" w:rsidRDefault="00C44988" w:rsidP="00773523">
            <w:pPr>
              <w:keepNext w:val="0"/>
              <w:jc w:val="left"/>
            </w:pPr>
            <w:r>
              <w:t>227.H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C44988" w:rsidRDefault="007F2D98" w:rsidP="00773523">
            <w:pPr>
              <w:keepNext w:val="0"/>
              <w:jc w:val="left"/>
            </w:pPr>
            <w:r>
              <w:t xml:space="preserve">Gewichtung der </w:t>
            </w:r>
            <w:r w:rsidR="00FF6544">
              <w:t>Zuschla</w:t>
            </w:r>
            <w:r w:rsidR="00C44988">
              <w:t>gskriterien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C44988" w:rsidRPr="00520D3B" w:rsidRDefault="00C44988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>
              <w:t>242.H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Del="00703AEF" w:rsidRDefault="00517B5F" w:rsidP="00773523">
            <w:pPr>
              <w:keepNext w:val="0"/>
              <w:jc w:val="left"/>
            </w:pPr>
            <w:r>
              <w:t>Instandhaltung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A953D8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Pr="00520D3B" w:rsidRDefault="00A953D8" w:rsidP="007735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Default="00A953D8" w:rsidP="00773523">
            <w:pPr>
              <w:keepNext w:val="0"/>
              <w:jc w:val="left"/>
            </w:pPr>
            <w:r>
              <w:t>2440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Default="00A953D8" w:rsidP="00773523">
            <w:pPr>
              <w:keepNext w:val="0"/>
              <w:jc w:val="left"/>
            </w:pPr>
            <w:r>
              <w:t>Informationen zur Datenerhebung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Pr="00520D3B" w:rsidRDefault="00A953D8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E55610" w:rsidP="00773523">
            <w:pPr>
              <w:keepNext w:val="0"/>
              <w:jc w:val="left"/>
            </w:pPr>
            <w: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28"/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Default="00517B5F" w:rsidP="00773523">
            <w:pPr>
              <w:keepNext w:val="0"/>
              <w:jc w:val="left"/>
            </w:pPr>
            <w:r>
              <w:t>2492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Default="00517B5F" w:rsidP="00773523">
            <w:pPr>
              <w:keepNext w:val="0"/>
              <w:jc w:val="left"/>
            </w:pPr>
            <w:r>
              <w:t>Online-Vergaben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0"/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  <w:bookmarkEnd w:id="1"/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bookmarkStart w:id="2" w:name="OLE_LINK1"/>
      <w:tr w:rsidR="00517B5F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  <w:bookmarkEnd w:id="2"/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hRule="exact"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081305" w:rsidRDefault="00517B5F" w:rsidP="00773523">
            <w:pPr>
              <w:pStyle w:val="FormatvorlageFettLinks0cmHngend1cm"/>
              <w:keepNext w:val="0"/>
              <w:jc w:val="left"/>
            </w:pPr>
            <w:r>
              <w:t>B)</w:t>
            </w:r>
          </w:p>
        </w:tc>
        <w:tc>
          <w:tcPr>
            <w:tcW w:w="8441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081305" w:rsidRDefault="00517B5F" w:rsidP="00773523">
            <w:pPr>
              <w:pStyle w:val="FormatvorlageFettLinks0cmHngend1cm"/>
              <w:keepNext w:val="0"/>
              <w:jc w:val="left"/>
            </w:pPr>
            <w:r w:rsidRPr="00081305">
              <w:t xml:space="preserve">die </w:t>
            </w:r>
            <w:r>
              <w:t>beim Bieter verbleiben und Vertragsbestandteil werden: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hRule="exact"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B51F58" w:rsidRDefault="00517B5F" w:rsidP="00773523">
            <w:pPr>
              <w:pStyle w:val="FormatvorlageFettLinks0cmHngend1cm"/>
              <w:keepNext w:val="0"/>
              <w:jc w:val="left"/>
              <w:rPr>
                <w:b w:val="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8441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B51F58" w:rsidRDefault="00517B5F" w:rsidP="00773523">
            <w:pPr>
              <w:pStyle w:val="FormatvorlageFettLinks0cmHngend1cm"/>
              <w:keepNext w:val="0"/>
              <w:jc w:val="left"/>
              <w:rPr>
                <w:b w:val="0"/>
              </w:rPr>
            </w:pPr>
            <w:r w:rsidRPr="00B51F58">
              <w:rPr>
                <w:b w:val="0"/>
              </w:rPr>
              <w:t>Teile der Leistungsbeschreibung: Baubeschreibung, Pläne, sonstige Anlagen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517B5F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 w:rsidRPr="00520D3B">
              <w:t>214</w:t>
            </w:r>
            <w:r w:rsidR="00DA1CCE">
              <w:t>.H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  <w:r w:rsidRPr="00520D3B">
              <w:t>Besondere Vertragsbedingungen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517B5F" w:rsidRPr="00520D3B" w:rsidRDefault="00517B5F" w:rsidP="00773523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t>225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 xml:space="preserve">Stoffpreisgleitklausel 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>228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Nichteisenmetalle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>2330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>Nachunternehmererklärung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t>241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t>Abfall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t>244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t>Datenverarbeitung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lastRenderedPageBreak/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t>247</w:t>
            </w:r>
            <w:r>
              <w:t>.H</w:t>
            </w:r>
          </w:p>
        </w:tc>
        <w:tc>
          <w:tcPr>
            <w:tcW w:w="8461" w:type="dxa"/>
            <w:gridSpan w:val="6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>A</w:t>
            </w:r>
            <w:r w:rsidRPr="00BF13D0">
              <w:t>ufträge mit besonderen Anforderungen aufgrund Ge</w:t>
            </w:r>
            <w:r w:rsidRPr="00BF13D0">
              <w:softHyphen/>
              <w:t>heimschutz oder Sabotageschutz</w:t>
            </w: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tcBorders>
              <w:top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7"/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  <w:bookmarkEnd w:id="3"/>
          </w:p>
        </w:tc>
        <w:tc>
          <w:tcPr>
            <w:tcW w:w="979" w:type="dxa"/>
            <w:tcBorders>
              <w:top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tcBorders>
              <w:top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tcBorders>
              <w:top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ED16DC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16DC">
              <w:instrText xml:space="preserve"> FORMCHECKBOX </w:instrText>
            </w:r>
            <w:r w:rsidR="00464FD5">
              <w:fldChar w:fldCharType="separate"/>
            </w:r>
            <w:r w:rsidRPr="00ED16DC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ED16DC" w:rsidRDefault="003E02D1" w:rsidP="003E02D1">
            <w:pPr>
              <w:jc w:val="left"/>
            </w:pPr>
            <w:r w:rsidRPr="00ED16DC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16DC">
              <w:instrText xml:space="preserve"> FORMCHECKBOX </w:instrText>
            </w:r>
            <w:r w:rsidR="00464FD5">
              <w:fldChar w:fldCharType="separate"/>
            </w:r>
            <w:r w:rsidRPr="00ED16DC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ED16DC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16DC">
              <w:instrText xml:space="preserve"> FORMCHECKBOX </w:instrText>
            </w:r>
            <w:r w:rsidR="00464FD5">
              <w:fldChar w:fldCharType="separate"/>
            </w:r>
            <w:r w:rsidRPr="00ED16DC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hRule="exact"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081305" w:rsidRDefault="003E02D1" w:rsidP="003E02D1">
            <w:pPr>
              <w:pStyle w:val="FormatvorlageFettLinks0cmHngend1cm"/>
              <w:keepNext w:val="0"/>
              <w:jc w:val="left"/>
            </w:pPr>
            <w:r>
              <w:t>C)</w:t>
            </w:r>
          </w:p>
        </w:tc>
        <w:tc>
          <w:tcPr>
            <w:tcW w:w="9440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081305" w:rsidRDefault="003E02D1" w:rsidP="003E02D1">
            <w:pPr>
              <w:pStyle w:val="FormatvorlageFettLinks0cmHngend1cm"/>
              <w:keepNext w:val="0"/>
              <w:jc w:val="left"/>
            </w:pPr>
            <w:r>
              <w:t>d</w:t>
            </w:r>
            <w:r w:rsidRPr="00081305">
              <w:t>ie</w:t>
            </w:r>
            <w:r>
              <w:t>, soweit erforderlich,</w:t>
            </w:r>
            <w:r w:rsidRPr="00081305">
              <w:t xml:space="preserve"> ausgefüllt </w:t>
            </w:r>
            <w:r>
              <w:t>mit dem Angebot einzureichen</w:t>
            </w:r>
            <w:r w:rsidRPr="00081305">
              <w:t xml:space="preserve"> sind </w:t>
            </w:r>
          </w:p>
        </w:tc>
      </w:tr>
      <w:bookmarkStart w:id="4" w:name="Kontrollkästchen25"/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>213.H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>Angebotsschreiben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Teile der Leistungsbeschreibung: Leistungsverzeichnis / Leistungsprogramm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124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Eigenerklärung zur Eignung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2C660F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660F">
              <w:instrText xml:space="preserve"> FORMCHECKBOX </w:instrText>
            </w:r>
            <w:r w:rsidR="00464FD5">
              <w:fldChar w:fldCharType="separate"/>
            </w:r>
            <w:r w:rsidRPr="002C660F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125.H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 w:rsidRPr="00680F27">
              <w:t xml:space="preserve">Sicherheitsauskunft und Verpflichtungserklärung </w:t>
            </w:r>
            <w:r>
              <w:t>Teilnehmer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>217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>COVID-19-bedingte-Mehrkosten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221/222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Angaben zur Preisermittlung entsprechend Formblatt 221 oder 222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 w:rsidRPr="00520D3B">
              <w:t>224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 w:rsidRPr="00520D3B">
              <w:t>Angebot Lohngleitklausel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233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Nachunternehmerleistungen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234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Erklärung Bieter-/Arbeitsgemeinschaft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248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Erklärung zur Verwendung von Holzprodukten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2481</w:t>
            </w:r>
          </w:p>
        </w:tc>
        <w:tc>
          <w:tcPr>
            <w:tcW w:w="8461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Erklärung zur Lieferung und Verwendung von gebietseigenen Pflanzen</w:t>
            </w:r>
          </w:p>
        </w:tc>
      </w:tr>
      <w:tr w:rsidR="003E02D1" w:rsidRPr="00520D3B" w:rsidTr="00464FD5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2491</w:t>
            </w:r>
          </w:p>
        </w:tc>
        <w:tc>
          <w:tcPr>
            <w:tcW w:w="8461" w:type="dxa"/>
            <w:gridSpan w:val="6"/>
            <w:shd w:val="clear" w:color="auto" w:fill="auto"/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  <w:r>
              <w:t>Erklärung zur Vermeidung des Erwerbs von Produkten aus ausbeuterischer Kinderarbeit</w:t>
            </w: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2C660F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660F">
              <w:instrText xml:space="preserve"> FORMCHECKBOX </w:instrText>
            </w:r>
            <w:r w:rsidR="00464FD5">
              <w:fldChar w:fldCharType="separate"/>
            </w:r>
            <w:r w:rsidRPr="002C660F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>
              <w:t>Vertragsformular für Instandhaltung: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2C660F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660F">
              <w:instrText xml:space="preserve"> FORMCHECKBOX </w:instrText>
            </w:r>
            <w:r w:rsidR="00464FD5">
              <w:fldChar w:fldCharType="separate"/>
            </w:r>
            <w:r w:rsidRPr="002C660F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2C660F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660F">
              <w:instrText xml:space="preserve"> FORMCHECKBOX </w:instrText>
            </w:r>
            <w:r w:rsidR="00464FD5">
              <w:fldChar w:fldCharType="separate"/>
            </w:r>
            <w:r w:rsidRPr="002C660F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2C660F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660F">
              <w:instrText xml:space="preserve"> FORMCHECKBOX </w:instrText>
            </w:r>
            <w:r w:rsidR="00464FD5">
              <w:fldChar w:fldCharType="separate"/>
            </w:r>
            <w:r w:rsidRPr="002C660F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</w:p>
        </w:tc>
        <w:tc>
          <w:tcPr>
            <w:tcW w:w="8441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pStyle w:val="FormatvorlageFettLinks0cmHngend1cm"/>
              <w:keepNext w:val="0"/>
              <w:jc w:val="left"/>
            </w:pPr>
            <w:r>
              <w:t>D)</w:t>
            </w:r>
          </w:p>
        </w:tc>
        <w:tc>
          <w:tcPr>
            <w:tcW w:w="8441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pStyle w:val="FormatvorlageFettLinks0cmHngend1cm"/>
              <w:keepNext w:val="0"/>
              <w:jc w:val="left"/>
            </w:pPr>
            <w:r>
              <w:t>die ausgefüllt auf gesondertes Verlangen der Vergabestelle einzureichen sind: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</w:pPr>
            <w:r>
              <w:t>126.H</w:t>
            </w:r>
          </w:p>
        </w:tc>
        <w:tc>
          <w:tcPr>
            <w:tcW w:w="8461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</w:pPr>
            <w:r w:rsidRPr="008A3DD0">
              <w:t>Sicherheitsauskunft und Verpflichtungserklärung</w:t>
            </w:r>
            <w:r>
              <w:t xml:space="preserve"> – Nachunternehmer/Unterauftragnehmer</w:t>
            </w: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223</w:t>
            </w: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  <w:r>
              <w:t>Aufgliederung der Einheitspreise entsprechend Formblatt 223</w:t>
            </w: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Pr="00520D3B" w:rsidRDefault="003E02D1" w:rsidP="003E02D1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865C75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5C75">
              <w:instrText xml:space="preserve"> FORMCHECKBOX </w:instrText>
            </w:r>
            <w:r w:rsidR="00464FD5">
              <w:fldChar w:fldCharType="separate"/>
            </w:r>
            <w:r w:rsidRPr="00865C75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865C75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5C75">
              <w:instrText xml:space="preserve"> FORMCHECKBOX </w:instrText>
            </w:r>
            <w:r w:rsidR="00464FD5">
              <w:fldChar w:fldCharType="separate"/>
            </w:r>
            <w:r w:rsidRPr="00865C75">
              <w:fldChar w:fldCharType="end"/>
            </w:r>
          </w:p>
        </w:tc>
        <w:tc>
          <w:tcPr>
            <w:tcW w:w="97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865C75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5C75">
              <w:instrText xml:space="preserve"> FORMCHECKBOX </w:instrText>
            </w:r>
            <w:r w:rsidR="00464FD5">
              <w:fldChar w:fldCharType="separate"/>
            </w:r>
            <w:r w:rsidRPr="00865C75">
              <w:fldChar w:fldCharType="end"/>
            </w:r>
          </w:p>
        </w:tc>
        <w:tc>
          <w:tcPr>
            <w:tcW w:w="979" w:type="dxa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  <w:tr w:rsidR="003E02D1" w:rsidRPr="00520D3B" w:rsidTr="00BA2E61">
        <w:trPr>
          <w:trHeight w:val="284"/>
        </w:trPr>
        <w:tc>
          <w:tcPr>
            <w:tcW w:w="488" w:type="dxa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jc w:val="left"/>
            </w:pPr>
            <w:r w:rsidRPr="00865C75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5C75">
              <w:instrText xml:space="preserve"> FORMCHECKBOX </w:instrText>
            </w:r>
            <w:r w:rsidR="00464FD5">
              <w:fldChar w:fldCharType="separate"/>
            </w:r>
            <w:r w:rsidRPr="00865C75">
              <w:fldChar w:fldCharType="end"/>
            </w:r>
          </w:p>
        </w:tc>
        <w:tc>
          <w:tcPr>
            <w:tcW w:w="979" w:type="dxa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7462" w:type="dxa"/>
            <w:gridSpan w:val="5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RDefault="003E02D1" w:rsidP="003E02D1">
            <w:pPr>
              <w:keepNext w:val="0"/>
              <w:jc w:val="left"/>
            </w:pPr>
          </w:p>
        </w:tc>
        <w:tc>
          <w:tcPr>
            <w:tcW w:w="999" w:type="dxa"/>
            <w:tcBorders>
              <w:bottom w:val="nil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3E02D1" w:rsidDel="00E06D8F" w:rsidRDefault="003E02D1" w:rsidP="003E02D1">
            <w:pPr>
              <w:keepNext w:val="0"/>
              <w:jc w:val="left"/>
            </w:pPr>
          </w:p>
        </w:tc>
      </w:tr>
    </w:tbl>
    <w:p w:rsidR="006D6DE1" w:rsidRDefault="006D6DE1" w:rsidP="00097066">
      <w:pPr>
        <w:keepNext w:val="0"/>
        <w:sectPr w:rsidR="006D6DE1" w:rsidSect="00AD584D">
          <w:headerReference w:type="even" r:id="rId7"/>
          <w:headerReference w:type="default" r:id="rId8"/>
          <w:footerReference w:type="default" r:id="rId9"/>
          <w:pgSz w:w="11906" w:h="16838" w:code="9"/>
          <w:pgMar w:top="1134" w:right="851" w:bottom="567" w:left="1304" w:header="709" w:footer="130" w:gutter="0"/>
          <w:cols w:space="708"/>
          <w:docGrid w:linePitch="360"/>
        </w:sectPr>
      </w:pPr>
    </w:p>
    <w:tbl>
      <w:tblPr>
        <w:tblW w:w="9972" w:type="dxa"/>
        <w:tblInd w:w="-14" w:type="dxa"/>
        <w:tblLayout w:type="fixed"/>
        <w:tblLook w:val="01E0" w:firstRow="1" w:lastRow="1" w:firstColumn="1" w:lastColumn="1" w:noHBand="0" w:noVBand="0"/>
      </w:tblPr>
      <w:tblGrid>
        <w:gridCol w:w="443"/>
        <w:gridCol w:w="8"/>
        <w:gridCol w:w="17"/>
        <w:gridCol w:w="23"/>
        <w:gridCol w:w="326"/>
        <w:gridCol w:w="6"/>
        <w:gridCol w:w="9"/>
        <w:gridCol w:w="14"/>
        <w:gridCol w:w="18"/>
        <w:gridCol w:w="37"/>
        <w:gridCol w:w="9"/>
        <w:gridCol w:w="21"/>
        <w:gridCol w:w="287"/>
        <w:gridCol w:w="92"/>
        <w:gridCol w:w="273"/>
        <w:gridCol w:w="322"/>
        <w:gridCol w:w="945"/>
        <w:gridCol w:w="3495"/>
        <w:gridCol w:w="863"/>
        <w:gridCol w:w="2764"/>
      </w:tblGrid>
      <w:tr w:rsidR="00FC1057" w:rsidRPr="00520D3B" w:rsidTr="00183030">
        <w:trPr>
          <w:trHeight w:val="680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B51F58" w:rsidRDefault="005F32A5" w:rsidP="00B51F58">
            <w:pPr>
              <w:keepNext w:val="0"/>
              <w:jc w:val="left"/>
              <w:rPr>
                <w:b/>
              </w:rPr>
            </w:pPr>
            <w:r>
              <w:br w:type="page"/>
            </w:r>
            <w:r w:rsidR="0066119D" w:rsidRPr="00B51F58">
              <w:rPr>
                <w:b/>
              </w:rPr>
              <w:t>1</w:t>
            </w:r>
          </w:p>
          <w:p w:rsidR="000A42AA" w:rsidRPr="00B51F58" w:rsidRDefault="000A42AA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B51F58" w:rsidRDefault="0066119D" w:rsidP="002632FD">
            <w:pPr>
              <w:keepNext w:val="0"/>
              <w:ind w:right="-113"/>
              <w:rPr>
                <w:b/>
              </w:rPr>
            </w:pPr>
            <w:r w:rsidRPr="00B51F58">
              <w:rPr>
                <w:b/>
              </w:rPr>
              <w:t>Es ist beabsichtigt, die in bei</w:t>
            </w:r>
            <w:r w:rsidR="002632FD">
              <w:rPr>
                <w:b/>
              </w:rPr>
              <w:t xml:space="preserve">gefügter </w:t>
            </w:r>
            <w:r w:rsidRPr="00B51F58">
              <w:rPr>
                <w:b/>
              </w:rPr>
              <w:t>Leis</w:t>
            </w:r>
            <w:r w:rsidR="002632FD">
              <w:rPr>
                <w:b/>
              </w:rPr>
              <w:t>tungsbeschreibung bezeichneten Baul</w:t>
            </w:r>
            <w:r w:rsidRPr="00B51F58">
              <w:rPr>
                <w:b/>
              </w:rPr>
              <w:t>eistungen zu vergeben im Namen und für Rechnung</w:t>
            </w:r>
          </w:p>
        </w:tc>
      </w:tr>
      <w:tr w:rsidR="00FC1057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520D3B" w:rsidRDefault="0066119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520D3B" w:rsidRDefault="0066119D" w:rsidP="00B51F58">
            <w:pPr>
              <w:keepNext w:val="0"/>
            </w:pPr>
          </w:p>
        </w:tc>
      </w:tr>
      <w:tr w:rsidR="00480BE1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480BE1" w:rsidRPr="00520D3B" w:rsidRDefault="00480BE1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480BE1" w:rsidRPr="0003013A" w:rsidRDefault="00480BE1" w:rsidP="00C6021F">
            <w:pPr>
              <w:keepNext w:val="0"/>
            </w:pPr>
            <w:r w:rsidRPr="0003013A">
              <w:t>diese vertreten durch:</w:t>
            </w:r>
          </w:p>
        </w:tc>
      </w:tr>
      <w:tr w:rsidR="00480BE1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480BE1" w:rsidRPr="00520D3B" w:rsidRDefault="00480BE1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480BE1" w:rsidRPr="0003013A" w:rsidRDefault="00480BE1" w:rsidP="00C6021F">
            <w:pPr>
              <w:keepNext w:val="0"/>
            </w:pPr>
          </w:p>
        </w:tc>
      </w:tr>
      <w:tr w:rsidR="00480BE1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480BE1" w:rsidRPr="00520D3B" w:rsidRDefault="00480BE1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480BE1" w:rsidRPr="0003013A" w:rsidRDefault="004E23FF" w:rsidP="00C6021F">
            <w:pPr>
              <w:keepNext w:val="0"/>
            </w:pPr>
            <w:r w:rsidRPr="0003013A">
              <w:t>dieser/diese/dieses vertreten durch:</w:t>
            </w:r>
          </w:p>
        </w:tc>
      </w:tr>
      <w:tr w:rsidR="002632FD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520D3B" w:rsidRDefault="002632F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D25A77" w:rsidRDefault="002632FD" w:rsidP="00C6021F">
            <w:pPr>
              <w:keepNext w:val="0"/>
              <w:rPr>
                <w:b/>
              </w:rPr>
            </w:pPr>
          </w:p>
        </w:tc>
      </w:tr>
      <w:tr w:rsidR="002632FD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520D3B" w:rsidRDefault="002632F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D25A77" w:rsidRDefault="002632FD" w:rsidP="00C6021F">
            <w:pPr>
              <w:keepNext w:val="0"/>
              <w:rPr>
                <w:b/>
              </w:rPr>
            </w:pPr>
          </w:p>
        </w:tc>
      </w:tr>
      <w:tr w:rsidR="002632FD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520D3B" w:rsidRDefault="002632F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D25A77" w:rsidRDefault="002632FD" w:rsidP="00C6021F">
            <w:pPr>
              <w:keepNext w:val="0"/>
              <w:rPr>
                <w:b/>
              </w:rPr>
            </w:pPr>
            <w:r w:rsidRPr="006F1F65">
              <w:rPr>
                <w:b/>
              </w:rPr>
              <w:t xml:space="preserve">Es ist beabsichtigt, die in beigefügtem Vertragsformular bezeichneten Instandhaltungsleistungen </w:t>
            </w:r>
            <w:r>
              <w:rPr>
                <w:b/>
              </w:rPr>
              <w:t xml:space="preserve">zu vergeben </w:t>
            </w:r>
            <w:r w:rsidRPr="006F1F65">
              <w:rPr>
                <w:b/>
              </w:rPr>
              <w:t>im Namen und für Rechnung</w:t>
            </w:r>
          </w:p>
        </w:tc>
      </w:tr>
      <w:tr w:rsidR="002632FD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520D3B" w:rsidRDefault="002632F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D25A77" w:rsidRDefault="002632FD" w:rsidP="00C6021F">
            <w:pPr>
              <w:keepNext w:val="0"/>
              <w:rPr>
                <w:b/>
              </w:rPr>
            </w:pPr>
          </w:p>
        </w:tc>
      </w:tr>
      <w:tr w:rsidR="002632FD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520D3B" w:rsidRDefault="002632F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03013A" w:rsidRDefault="002632FD" w:rsidP="00C6021F">
            <w:pPr>
              <w:keepNext w:val="0"/>
            </w:pPr>
            <w:r w:rsidRPr="0003013A">
              <w:t>diese vertreten durch:</w:t>
            </w:r>
          </w:p>
        </w:tc>
      </w:tr>
      <w:tr w:rsidR="002632FD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520D3B" w:rsidRDefault="002632F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03013A" w:rsidRDefault="002632FD" w:rsidP="00C6021F">
            <w:pPr>
              <w:keepNext w:val="0"/>
            </w:pPr>
          </w:p>
        </w:tc>
      </w:tr>
      <w:tr w:rsidR="002632FD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520D3B" w:rsidRDefault="002632F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03013A" w:rsidRDefault="002632FD" w:rsidP="00C6021F">
            <w:pPr>
              <w:keepNext w:val="0"/>
            </w:pPr>
            <w:r w:rsidRPr="0003013A">
              <w:t>dieser/diese/dieses vertreten durch:</w:t>
            </w:r>
          </w:p>
        </w:tc>
      </w:tr>
      <w:tr w:rsidR="002632FD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520D3B" w:rsidRDefault="002632F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D25A77" w:rsidRDefault="002632FD" w:rsidP="00C6021F">
            <w:pPr>
              <w:keepNext w:val="0"/>
              <w:rPr>
                <w:b/>
              </w:rPr>
            </w:pPr>
          </w:p>
        </w:tc>
      </w:tr>
      <w:tr w:rsidR="002632FD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520D3B" w:rsidRDefault="002632FD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2632FD" w:rsidRPr="00D25A77" w:rsidRDefault="002632FD" w:rsidP="00C6021F">
            <w:pPr>
              <w:keepNext w:val="0"/>
              <w:rPr>
                <w:b/>
              </w:rPr>
            </w:pPr>
          </w:p>
        </w:tc>
      </w:tr>
      <w:tr w:rsidR="00FC1057" w:rsidRPr="00520D3B" w:rsidTr="00183030">
        <w:trPr>
          <w:trHeight w:val="397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2632FD" w:rsidRDefault="00515CF8" w:rsidP="00B51F58">
            <w:pPr>
              <w:keepNext w:val="0"/>
              <w:rPr>
                <w:b/>
              </w:rPr>
            </w:pPr>
            <w:r w:rsidRPr="002632FD">
              <w:rPr>
                <w:b/>
              </w:rPr>
              <w:t>2</w:t>
            </w: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6119D" w:rsidRPr="002632FD" w:rsidRDefault="007B2DAD" w:rsidP="00B51F58">
            <w:pPr>
              <w:keepNext w:val="0"/>
              <w:rPr>
                <w:b/>
              </w:rPr>
            </w:pPr>
            <w:r>
              <w:rPr>
                <w:b/>
              </w:rPr>
              <w:t>Kommunikation</w:t>
            </w:r>
          </w:p>
        </w:tc>
      </w:tr>
      <w:tr w:rsidR="00A953D8" w:rsidRPr="00520D3B" w:rsidTr="00183030">
        <w:trPr>
          <w:trHeight w:val="397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Pr="00A953D8" w:rsidRDefault="00A953D8" w:rsidP="00A953D8">
            <w:pPr>
              <w:keepNext w:val="0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Pr="00183030" w:rsidRDefault="00A953D8" w:rsidP="00A953D8">
            <w:pPr>
              <w:keepNext w:val="0"/>
            </w:pPr>
            <w:r w:rsidRPr="00183030">
              <w:t>Die Kommunikation erfolgt</w:t>
            </w:r>
          </w:p>
        </w:tc>
      </w:tr>
      <w:tr w:rsidR="00A953D8" w:rsidRPr="00520D3B" w:rsidTr="00183030">
        <w:trPr>
          <w:trHeight w:val="312"/>
        </w:trPr>
        <w:tc>
          <w:tcPr>
            <w:tcW w:w="468" w:type="dxa"/>
            <w:gridSpan w:val="3"/>
            <w:noWrap/>
            <w:tcMar>
              <w:left w:w="28" w:type="dxa"/>
            </w:tcMar>
            <w:vAlign w:val="center"/>
          </w:tcPr>
          <w:p w:rsidR="00A953D8" w:rsidRDefault="00A953D8" w:rsidP="00A953D8"/>
        </w:tc>
        <w:tc>
          <w:tcPr>
            <w:tcW w:w="433" w:type="dxa"/>
            <w:gridSpan w:val="7"/>
            <w:noWrap/>
            <w:vAlign w:val="center"/>
          </w:tcPr>
          <w:p w:rsidR="00A953D8" w:rsidRPr="0066119D" w:rsidDel="00DC4158" w:rsidRDefault="00A953D8" w:rsidP="00A953D8"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AC1C01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071" w:type="dxa"/>
            <w:gridSpan w:val="10"/>
            <w:vAlign w:val="center"/>
          </w:tcPr>
          <w:p w:rsidR="00A953D8" w:rsidRPr="0066119D" w:rsidRDefault="00A953D8" w:rsidP="00A953D8">
            <w:r>
              <w:t>elektronisch über die Vergabeplattform</w:t>
            </w:r>
          </w:p>
        </w:tc>
      </w:tr>
      <w:tr w:rsidR="00A953D8" w:rsidRPr="00520D3B" w:rsidTr="00183030">
        <w:trPr>
          <w:trHeight w:val="312"/>
        </w:trPr>
        <w:tc>
          <w:tcPr>
            <w:tcW w:w="468" w:type="dxa"/>
            <w:gridSpan w:val="3"/>
            <w:noWrap/>
            <w:tcMar>
              <w:left w:w="28" w:type="dxa"/>
            </w:tcMar>
            <w:vAlign w:val="center"/>
          </w:tcPr>
          <w:p w:rsidR="00A953D8" w:rsidRDefault="00A953D8" w:rsidP="00A953D8"/>
        </w:tc>
        <w:tc>
          <w:tcPr>
            <w:tcW w:w="433" w:type="dxa"/>
            <w:gridSpan w:val="7"/>
            <w:noWrap/>
            <w:vAlign w:val="center"/>
          </w:tcPr>
          <w:p w:rsidR="00A953D8" w:rsidRPr="00520D3B" w:rsidRDefault="00A953D8" w:rsidP="00A953D8">
            <w:pPr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AC1C01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071" w:type="dxa"/>
            <w:gridSpan w:val="10"/>
            <w:vAlign w:val="center"/>
          </w:tcPr>
          <w:p w:rsidR="00A953D8" w:rsidRDefault="00A953D8" w:rsidP="00A953D8">
            <w:r>
              <w:t>auf andere Weise (schriftlich/Textform)</w:t>
            </w:r>
          </w:p>
        </w:tc>
      </w:tr>
      <w:tr w:rsidR="00A953D8" w:rsidRPr="00520D3B" w:rsidTr="00183030">
        <w:trPr>
          <w:trHeight w:val="312"/>
        </w:trPr>
        <w:tc>
          <w:tcPr>
            <w:tcW w:w="468" w:type="dxa"/>
            <w:gridSpan w:val="3"/>
            <w:noWrap/>
            <w:tcMar>
              <w:left w:w="28" w:type="dxa"/>
            </w:tcMar>
            <w:vAlign w:val="center"/>
          </w:tcPr>
          <w:p w:rsidR="00A953D8" w:rsidRDefault="00A953D8" w:rsidP="00A953D8"/>
        </w:tc>
        <w:tc>
          <w:tcPr>
            <w:tcW w:w="433" w:type="dxa"/>
            <w:gridSpan w:val="7"/>
            <w:noWrap/>
          </w:tcPr>
          <w:p w:rsidR="00A953D8" w:rsidRPr="0066119D" w:rsidDel="00DC4158" w:rsidRDefault="00A953D8" w:rsidP="00A953D8"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AC1C01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071" w:type="dxa"/>
            <w:gridSpan w:val="10"/>
            <w:vAlign w:val="center"/>
          </w:tcPr>
          <w:p w:rsidR="00A953D8" w:rsidRPr="0066119D" w:rsidRDefault="00A953D8" w:rsidP="00A953D8">
            <w:r>
              <w:t>in Kombination: bis zur Angebots(er)</w:t>
            </w:r>
            <w:proofErr w:type="spellStart"/>
            <w:r>
              <w:t>öffnung</w:t>
            </w:r>
            <w:proofErr w:type="spellEnd"/>
            <w:r>
              <w:t xml:space="preserve"> elektronisch über die Vergabeplattform; danach schriftlich oder in Textform </w:t>
            </w:r>
          </w:p>
        </w:tc>
      </w:tr>
      <w:tr w:rsidR="00A953D8" w:rsidRPr="00F92CF7" w:rsidTr="00183030">
        <w:tblPrEx>
          <w:tblBorders>
            <w:bottom w:val="single" w:sz="4" w:space="0" w:color="808080" w:themeColor="background1" w:themeShade="80"/>
          </w:tblBorders>
        </w:tblPrEx>
        <w:trPr>
          <w:trHeight w:val="284"/>
        </w:trPr>
        <w:tc>
          <w:tcPr>
            <w:tcW w:w="468" w:type="dxa"/>
            <w:gridSpan w:val="3"/>
            <w:noWrap/>
            <w:tcMar>
              <w:left w:w="28" w:type="dxa"/>
            </w:tcMar>
            <w:vAlign w:val="center"/>
          </w:tcPr>
          <w:p w:rsidR="00A953D8" w:rsidRPr="00520D3B" w:rsidRDefault="00A953D8" w:rsidP="00A953D8"/>
        </w:tc>
        <w:tc>
          <w:tcPr>
            <w:tcW w:w="433" w:type="dxa"/>
            <w:gridSpan w:val="7"/>
            <w:noWrap/>
            <w:vAlign w:val="center"/>
          </w:tcPr>
          <w:p w:rsidR="00A953D8" w:rsidRPr="00520D3B" w:rsidRDefault="00A953D8" w:rsidP="00A953D8"/>
        </w:tc>
        <w:tc>
          <w:tcPr>
            <w:tcW w:w="1004" w:type="dxa"/>
            <w:gridSpan w:val="6"/>
            <w:vAlign w:val="center"/>
          </w:tcPr>
          <w:p w:rsidR="00A953D8" w:rsidRPr="00520D3B" w:rsidRDefault="00A953D8" w:rsidP="00A953D8">
            <w:r>
              <w:t>Stelle</w:t>
            </w:r>
          </w:p>
        </w:tc>
        <w:tc>
          <w:tcPr>
            <w:tcW w:w="8067" w:type="dxa"/>
            <w:gridSpan w:val="4"/>
            <w:noWrap/>
            <w:vAlign w:val="center"/>
          </w:tcPr>
          <w:p w:rsidR="00A953D8" w:rsidRPr="00D9220D" w:rsidRDefault="00A953D8" w:rsidP="00A953D8"/>
        </w:tc>
      </w:tr>
      <w:tr w:rsidR="00A953D8" w:rsidRPr="00520D3B" w:rsidTr="00183030">
        <w:tblPrEx>
          <w:tblBorders>
            <w:bottom w:val="single" w:sz="4" w:space="0" w:color="808080" w:themeColor="background1" w:themeShade="80"/>
          </w:tblBorders>
        </w:tblPrEx>
        <w:trPr>
          <w:trHeight w:val="284"/>
        </w:trPr>
        <w:tc>
          <w:tcPr>
            <w:tcW w:w="468" w:type="dxa"/>
            <w:gridSpan w:val="3"/>
            <w:noWrap/>
            <w:tcMar>
              <w:left w:w="28" w:type="dxa"/>
            </w:tcMar>
            <w:vAlign w:val="bottom"/>
          </w:tcPr>
          <w:p w:rsidR="00A953D8" w:rsidRPr="00520D3B" w:rsidRDefault="00A953D8" w:rsidP="00A953D8">
            <w:pPr>
              <w:jc w:val="left"/>
            </w:pPr>
          </w:p>
        </w:tc>
        <w:tc>
          <w:tcPr>
            <w:tcW w:w="433" w:type="dxa"/>
            <w:gridSpan w:val="7"/>
            <w:noWrap/>
            <w:vAlign w:val="bottom"/>
          </w:tcPr>
          <w:p w:rsidR="00A953D8" w:rsidRDefault="00A953D8" w:rsidP="00A953D8">
            <w:pPr>
              <w:jc w:val="left"/>
            </w:pPr>
          </w:p>
        </w:tc>
        <w:tc>
          <w:tcPr>
            <w:tcW w:w="1004" w:type="dxa"/>
            <w:gridSpan w:val="6"/>
            <w:vAlign w:val="bottom"/>
          </w:tcPr>
          <w:p w:rsidR="00A953D8" w:rsidRDefault="00A953D8" w:rsidP="00A953D8">
            <w:pPr>
              <w:jc w:val="left"/>
            </w:pPr>
            <w:r>
              <w:t>Straße</w:t>
            </w:r>
          </w:p>
        </w:tc>
        <w:tc>
          <w:tcPr>
            <w:tcW w:w="4440" w:type="dxa"/>
            <w:gridSpan w:val="2"/>
            <w:noWrap/>
            <w:vAlign w:val="bottom"/>
          </w:tcPr>
          <w:p w:rsidR="00A953D8" w:rsidRPr="00520D3B" w:rsidRDefault="00A953D8" w:rsidP="00A953D8">
            <w:pPr>
              <w:jc w:val="left"/>
            </w:pPr>
          </w:p>
        </w:tc>
        <w:tc>
          <w:tcPr>
            <w:tcW w:w="863" w:type="dxa"/>
            <w:vAlign w:val="bottom"/>
          </w:tcPr>
          <w:p w:rsidR="00A953D8" w:rsidRDefault="00A953D8" w:rsidP="00A953D8">
            <w:pPr>
              <w:jc w:val="left"/>
            </w:pPr>
          </w:p>
        </w:tc>
        <w:tc>
          <w:tcPr>
            <w:tcW w:w="2764" w:type="dxa"/>
            <w:vAlign w:val="bottom"/>
          </w:tcPr>
          <w:p w:rsidR="00A953D8" w:rsidRPr="00520D3B" w:rsidRDefault="00A953D8" w:rsidP="00A953D8">
            <w:pPr>
              <w:jc w:val="left"/>
            </w:pPr>
          </w:p>
        </w:tc>
      </w:tr>
      <w:tr w:rsidR="00A953D8" w:rsidRPr="00520D3B" w:rsidTr="00183030">
        <w:tblPrEx>
          <w:tblBorders>
            <w:bottom w:val="single" w:sz="4" w:space="0" w:color="808080" w:themeColor="background1" w:themeShade="80"/>
          </w:tblBorders>
        </w:tblPrEx>
        <w:trPr>
          <w:trHeight w:val="284"/>
        </w:trPr>
        <w:tc>
          <w:tcPr>
            <w:tcW w:w="468" w:type="dxa"/>
            <w:gridSpan w:val="3"/>
            <w:noWrap/>
            <w:tcMar>
              <w:left w:w="28" w:type="dxa"/>
            </w:tcMar>
            <w:vAlign w:val="bottom"/>
          </w:tcPr>
          <w:p w:rsidR="00A953D8" w:rsidRPr="00520D3B" w:rsidRDefault="00A953D8" w:rsidP="00A953D8">
            <w:pPr>
              <w:jc w:val="left"/>
            </w:pPr>
          </w:p>
        </w:tc>
        <w:tc>
          <w:tcPr>
            <w:tcW w:w="433" w:type="dxa"/>
            <w:gridSpan w:val="7"/>
            <w:noWrap/>
            <w:vAlign w:val="bottom"/>
          </w:tcPr>
          <w:p w:rsidR="00A953D8" w:rsidRDefault="00A953D8" w:rsidP="00A953D8">
            <w:pPr>
              <w:jc w:val="left"/>
            </w:pPr>
          </w:p>
        </w:tc>
        <w:tc>
          <w:tcPr>
            <w:tcW w:w="1004" w:type="dxa"/>
            <w:gridSpan w:val="6"/>
            <w:vAlign w:val="bottom"/>
          </w:tcPr>
          <w:p w:rsidR="00A953D8" w:rsidRDefault="00A953D8" w:rsidP="00A953D8">
            <w:pPr>
              <w:jc w:val="left"/>
            </w:pPr>
            <w:r>
              <w:t>PLZ/Ort</w:t>
            </w:r>
          </w:p>
        </w:tc>
        <w:tc>
          <w:tcPr>
            <w:tcW w:w="4440" w:type="dxa"/>
            <w:gridSpan w:val="2"/>
            <w:noWrap/>
            <w:vAlign w:val="bottom"/>
          </w:tcPr>
          <w:p w:rsidR="00A953D8" w:rsidRPr="00520D3B" w:rsidRDefault="00A953D8" w:rsidP="00A953D8">
            <w:pPr>
              <w:jc w:val="left"/>
            </w:pPr>
          </w:p>
        </w:tc>
        <w:tc>
          <w:tcPr>
            <w:tcW w:w="863" w:type="dxa"/>
            <w:vAlign w:val="bottom"/>
          </w:tcPr>
          <w:p w:rsidR="00A953D8" w:rsidRDefault="00A953D8" w:rsidP="00A953D8">
            <w:pPr>
              <w:jc w:val="left"/>
            </w:pPr>
          </w:p>
        </w:tc>
        <w:tc>
          <w:tcPr>
            <w:tcW w:w="2764" w:type="dxa"/>
            <w:vAlign w:val="bottom"/>
          </w:tcPr>
          <w:p w:rsidR="00A953D8" w:rsidRPr="00520D3B" w:rsidRDefault="00A953D8" w:rsidP="00A953D8">
            <w:pPr>
              <w:jc w:val="left"/>
            </w:pPr>
          </w:p>
        </w:tc>
      </w:tr>
      <w:tr w:rsidR="00A953D8" w:rsidRPr="00520D3B" w:rsidTr="00183030">
        <w:tblPrEx>
          <w:tblBorders>
            <w:bottom w:val="single" w:sz="4" w:space="0" w:color="808080" w:themeColor="background1" w:themeShade="80"/>
          </w:tblBorders>
        </w:tblPrEx>
        <w:trPr>
          <w:trHeight w:val="284"/>
        </w:trPr>
        <w:tc>
          <w:tcPr>
            <w:tcW w:w="468" w:type="dxa"/>
            <w:gridSpan w:val="3"/>
            <w:noWrap/>
            <w:tcMar>
              <w:left w:w="28" w:type="dxa"/>
            </w:tcMar>
            <w:vAlign w:val="bottom"/>
          </w:tcPr>
          <w:p w:rsidR="00A953D8" w:rsidRPr="00520D3B" w:rsidRDefault="00A953D8" w:rsidP="00A953D8">
            <w:pPr>
              <w:jc w:val="left"/>
            </w:pPr>
          </w:p>
        </w:tc>
        <w:tc>
          <w:tcPr>
            <w:tcW w:w="433" w:type="dxa"/>
            <w:gridSpan w:val="7"/>
            <w:noWrap/>
            <w:vAlign w:val="bottom"/>
          </w:tcPr>
          <w:p w:rsidR="00A953D8" w:rsidRDefault="00A953D8" w:rsidP="00A953D8">
            <w:pPr>
              <w:jc w:val="left"/>
            </w:pPr>
          </w:p>
        </w:tc>
        <w:tc>
          <w:tcPr>
            <w:tcW w:w="1004" w:type="dxa"/>
            <w:gridSpan w:val="6"/>
            <w:vAlign w:val="bottom"/>
          </w:tcPr>
          <w:p w:rsidR="00A953D8" w:rsidRDefault="00A953D8" w:rsidP="00A953D8">
            <w:pPr>
              <w:jc w:val="left"/>
            </w:pPr>
            <w:r>
              <w:t>E-Mail</w:t>
            </w:r>
          </w:p>
        </w:tc>
        <w:tc>
          <w:tcPr>
            <w:tcW w:w="4440" w:type="dxa"/>
            <w:gridSpan w:val="2"/>
            <w:noWrap/>
            <w:vAlign w:val="bottom"/>
          </w:tcPr>
          <w:p w:rsidR="00A953D8" w:rsidRPr="00520D3B" w:rsidRDefault="00A953D8" w:rsidP="00A953D8">
            <w:pPr>
              <w:jc w:val="left"/>
            </w:pPr>
          </w:p>
        </w:tc>
        <w:tc>
          <w:tcPr>
            <w:tcW w:w="863" w:type="dxa"/>
            <w:vAlign w:val="bottom"/>
          </w:tcPr>
          <w:p w:rsidR="00A953D8" w:rsidRDefault="00A953D8" w:rsidP="00A953D8">
            <w:pPr>
              <w:jc w:val="left"/>
            </w:pPr>
            <w:r>
              <w:t>Fax</w:t>
            </w:r>
          </w:p>
        </w:tc>
        <w:tc>
          <w:tcPr>
            <w:tcW w:w="2764" w:type="dxa"/>
            <w:vAlign w:val="bottom"/>
          </w:tcPr>
          <w:p w:rsidR="00A953D8" w:rsidRPr="00520D3B" w:rsidRDefault="00A953D8" w:rsidP="00A953D8">
            <w:pPr>
              <w:jc w:val="left"/>
            </w:pPr>
          </w:p>
        </w:tc>
      </w:tr>
      <w:tr w:rsidR="00A953D8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Pr="00520D3B" w:rsidRDefault="00A953D8" w:rsidP="00A953D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A953D8" w:rsidRPr="00520D3B" w:rsidRDefault="00A953D8" w:rsidP="00A953D8">
            <w:pPr>
              <w:keepNext w:val="0"/>
            </w:pPr>
          </w:p>
        </w:tc>
      </w:tr>
      <w:tr w:rsidR="00183030" w:rsidRPr="00520D3B" w:rsidTr="00183030">
        <w:trPr>
          <w:trHeight w:val="397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  <w:r w:rsidRPr="00B51F58">
              <w:rPr>
                <w:b/>
              </w:rPr>
              <w:t>3</w:t>
            </w:r>
          </w:p>
        </w:tc>
        <w:tc>
          <w:tcPr>
            <w:tcW w:w="9529" w:type="dxa"/>
            <w:gridSpan w:val="19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  <w:r w:rsidRPr="00B51F58">
              <w:rPr>
                <w:b/>
              </w:rPr>
              <w:t>Unterlagen</w:t>
            </w:r>
            <w:r>
              <w:rPr>
                <w:b/>
              </w:rPr>
              <w:t xml:space="preserve"> (Erklärungen, Angaben, Nachweise)</w:t>
            </w:r>
          </w:p>
        </w:tc>
      </w:tr>
      <w:tr w:rsidR="00183030" w:rsidRPr="00520D3B" w:rsidTr="00183030">
        <w:trPr>
          <w:trHeight w:val="397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  <w:r w:rsidRPr="00B51F58">
              <w:rPr>
                <w:b/>
              </w:rPr>
              <w:t>3.1</w:t>
            </w:r>
          </w:p>
        </w:tc>
        <w:tc>
          <w:tcPr>
            <w:tcW w:w="9529" w:type="dxa"/>
            <w:gridSpan w:val="19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  <w:r w:rsidRPr="00B51F58">
              <w:rPr>
                <w:b/>
              </w:rPr>
              <w:t>Folgende Unterlagen sind mit dem Angebot einzureichen:</w:t>
            </w:r>
          </w:p>
        </w:tc>
      </w:tr>
      <w:tr w:rsidR="00183030" w:rsidRPr="00520D3B" w:rsidTr="00183030">
        <w:trPr>
          <w:trHeight w:val="267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15CF8" w:rsidRDefault="00183030" w:rsidP="00A43A82">
            <w:pPr>
              <w:keepNext w:val="0"/>
              <w:spacing w:before="120"/>
              <w:jc w:val="left"/>
            </w:pPr>
          </w:p>
        </w:tc>
        <w:tc>
          <w:tcPr>
            <w:tcW w:w="37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155" w:type="dxa"/>
            <w:gridSpan w:val="15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  <w:spacing w:before="120"/>
              <w:jc w:val="left"/>
            </w:pPr>
            <w:r>
              <w:t>siehe Formblatt Verzeichnis der im Vergabeverfahren vorzulegenden Unterlagen</w:t>
            </w:r>
          </w:p>
        </w:tc>
      </w:tr>
      <w:tr w:rsidR="00183030" w:rsidRPr="00520D3B" w:rsidTr="00183030">
        <w:trPr>
          <w:trHeight w:val="267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15CF8" w:rsidRDefault="00183030" w:rsidP="00A43A82">
            <w:pPr>
              <w:keepNext w:val="0"/>
              <w:spacing w:before="120"/>
              <w:jc w:val="left"/>
            </w:pPr>
          </w:p>
        </w:tc>
        <w:tc>
          <w:tcPr>
            <w:tcW w:w="37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0B4FEA" w:rsidRDefault="00183030" w:rsidP="00A43A82">
            <w:pPr>
              <w:keepNext w:val="0"/>
              <w:spacing w:before="60"/>
            </w:pPr>
            <w:r w:rsidRPr="000B4FE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FEA">
              <w:instrText xml:space="preserve"> FORMCHECKBOX </w:instrText>
            </w:r>
            <w:r w:rsidR="00464FD5">
              <w:fldChar w:fldCharType="separate"/>
            </w:r>
            <w:r w:rsidRPr="000B4FEA">
              <w:fldChar w:fldCharType="end"/>
            </w:r>
          </w:p>
        </w:tc>
        <w:tc>
          <w:tcPr>
            <w:tcW w:w="9155" w:type="dxa"/>
            <w:gridSpan w:val="15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0B4FEA" w:rsidRDefault="00183030" w:rsidP="00A43A82">
            <w:pPr>
              <w:keepNext w:val="0"/>
              <w:spacing w:before="120"/>
              <w:jc w:val="left"/>
            </w:pPr>
          </w:p>
        </w:tc>
      </w:tr>
      <w:tr w:rsidR="00183030" w:rsidRPr="00520D3B" w:rsidTr="00183030">
        <w:trPr>
          <w:trHeight w:val="267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Default="00183030" w:rsidP="00A43A82">
            <w:pPr>
              <w:keepNext w:val="0"/>
              <w:spacing w:before="120"/>
              <w:jc w:val="left"/>
            </w:pPr>
          </w:p>
        </w:tc>
        <w:tc>
          <w:tcPr>
            <w:tcW w:w="374" w:type="dxa"/>
            <w:gridSpan w:val="4"/>
            <w:shd w:val="clear" w:color="auto" w:fill="auto"/>
            <w:noWrap/>
            <w:tcMar>
              <w:left w:w="28" w:type="dxa"/>
            </w:tcMar>
          </w:tcPr>
          <w:p w:rsidR="00183030" w:rsidRDefault="00183030" w:rsidP="00A43A82">
            <w:pPr>
              <w:keepNext w:val="0"/>
              <w:spacing w:before="60"/>
            </w:pPr>
            <w:r w:rsidRPr="00E0344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48">
              <w:instrText xml:space="preserve"> FORMCHECKBOX </w:instrText>
            </w:r>
            <w:r w:rsidR="00464FD5">
              <w:fldChar w:fldCharType="separate"/>
            </w:r>
            <w:r w:rsidRPr="00E03448">
              <w:fldChar w:fldCharType="end"/>
            </w:r>
          </w:p>
        </w:tc>
        <w:tc>
          <w:tcPr>
            <w:tcW w:w="9155" w:type="dxa"/>
            <w:gridSpan w:val="15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E356E" w:rsidRDefault="00183030" w:rsidP="00A43A82">
            <w:pPr>
              <w:keepNext w:val="0"/>
              <w:spacing w:before="120"/>
              <w:jc w:val="left"/>
            </w:pPr>
          </w:p>
        </w:tc>
      </w:tr>
      <w:tr w:rsidR="00183030" w:rsidRPr="00520D3B" w:rsidTr="00183030">
        <w:trPr>
          <w:trHeight w:val="267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15CF8" w:rsidRDefault="00183030" w:rsidP="00A43A82">
            <w:pPr>
              <w:keepNext w:val="0"/>
              <w:spacing w:before="120"/>
              <w:jc w:val="left"/>
            </w:pPr>
          </w:p>
        </w:tc>
        <w:tc>
          <w:tcPr>
            <w:tcW w:w="374" w:type="dxa"/>
            <w:gridSpan w:val="4"/>
            <w:shd w:val="clear" w:color="auto" w:fill="auto"/>
            <w:noWrap/>
            <w:tcMar>
              <w:left w:w="28" w:type="dxa"/>
            </w:tcMar>
          </w:tcPr>
          <w:p w:rsidR="00183030" w:rsidRDefault="00183030" w:rsidP="00A43A82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464FD5">
              <w:fldChar w:fldCharType="separate"/>
            </w:r>
            <w:r w:rsidRPr="005A1E1C">
              <w:fldChar w:fldCharType="end"/>
            </w:r>
          </w:p>
        </w:tc>
        <w:tc>
          <w:tcPr>
            <w:tcW w:w="9155" w:type="dxa"/>
            <w:gridSpan w:val="15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  <w:spacing w:before="120"/>
              <w:jc w:val="left"/>
            </w:pPr>
          </w:p>
        </w:tc>
      </w:tr>
      <w:tr w:rsidR="00183030" w:rsidRPr="00520D3B" w:rsidTr="00183030">
        <w:trPr>
          <w:trHeight w:val="267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  <w:r w:rsidRPr="00B51F58">
              <w:rPr>
                <w:b/>
              </w:rPr>
              <w:t>3.2</w:t>
            </w:r>
          </w:p>
        </w:tc>
        <w:tc>
          <w:tcPr>
            <w:tcW w:w="9529" w:type="dxa"/>
            <w:gridSpan w:val="19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  <w:r>
              <w:rPr>
                <w:b/>
              </w:rPr>
              <w:t xml:space="preserve">- frei - </w:t>
            </w:r>
          </w:p>
        </w:tc>
      </w:tr>
      <w:tr w:rsidR="00183030" w:rsidRPr="00520D3B" w:rsidTr="00183030">
        <w:trPr>
          <w:trHeight w:val="267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615BC6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  <w:r w:rsidRPr="00615BC6">
              <w:rPr>
                <w:b/>
              </w:rPr>
              <w:t>3.3</w:t>
            </w:r>
          </w:p>
        </w:tc>
        <w:tc>
          <w:tcPr>
            <w:tcW w:w="9529" w:type="dxa"/>
            <w:gridSpan w:val="19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  <w:r>
              <w:rPr>
                <w:b/>
              </w:rPr>
              <w:t>Nachforderung</w:t>
            </w:r>
          </w:p>
        </w:tc>
      </w:tr>
      <w:tr w:rsidR="00183030" w:rsidRPr="00520D3B" w:rsidTr="00183030">
        <w:trPr>
          <w:trHeight w:val="284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20D3B" w:rsidRDefault="00183030" w:rsidP="00A43A82">
            <w:pPr>
              <w:keepNext w:val="0"/>
              <w:jc w:val="left"/>
            </w:pPr>
          </w:p>
        </w:tc>
        <w:tc>
          <w:tcPr>
            <w:tcW w:w="9529" w:type="dxa"/>
            <w:gridSpan w:val="19"/>
            <w:shd w:val="clear" w:color="auto" w:fill="auto"/>
            <w:noWrap/>
            <w:tcMar>
              <w:left w:w="28" w:type="dxa"/>
            </w:tcMar>
          </w:tcPr>
          <w:p w:rsidR="00183030" w:rsidRPr="00520D3B" w:rsidRDefault="00183030" w:rsidP="00A43A82">
            <w:pPr>
              <w:keepNext w:val="0"/>
              <w:ind w:right="-113"/>
            </w:pPr>
            <w:r>
              <w:t>Fehlende Unterlagen, deren Vorlage mit dem Angebot gefordert war, werden</w:t>
            </w:r>
          </w:p>
        </w:tc>
      </w:tr>
      <w:tr w:rsidR="00183030" w:rsidRPr="00520D3B" w:rsidTr="00183030">
        <w:trPr>
          <w:trHeight w:val="284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20D3B" w:rsidRDefault="00183030" w:rsidP="00A43A82">
            <w:pPr>
              <w:keepNext w:val="0"/>
              <w:jc w:val="left"/>
            </w:pPr>
          </w:p>
        </w:tc>
        <w:tc>
          <w:tcPr>
            <w:tcW w:w="403" w:type="dxa"/>
            <w:gridSpan w:val="7"/>
            <w:shd w:val="clear" w:color="auto" w:fill="auto"/>
            <w:noWrap/>
            <w:tcMar>
              <w:left w:w="28" w:type="dxa"/>
            </w:tcMar>
          </w:tcPr>
          <w:p w:rsidR="00183030" w:rsidRDefault="00183030" w:rsidP="00A43A82">
            <w:r w:rsidRPr="00995D3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D3D">
              <w:instrText xml:space="preserve"> FORMCHECKBOX </w:instrText>
            </w:r>
            <w:r w:rsidR="00464FD5">
              <w:fldChar w:fldCharType="separate"/>
            </w:r>
            <w:r w:rsidRPr="00995D3D">
              <w:fldChar w:fldCharType="end"/>
            </w:r>
          </w:p>
        </w:tc>
        <w:tc>
          <w:tcPr>
            <w:tcW w:w="9126" w:type="dxa"/>
            <w:gridSpan w:val="12"/>
            <w:shd w:val="clear" w:color="auto" w:fill="auto"/>
          </w:tcPr>
          <w:p w:rsidR="00183030" w:rsidRDefault="00183030" w:rsidP="00A43A82">
            <w:pPr>
              <w:keepNext w:val="0"/>
              <w:ind w:right="-113"/>
            </w:pPr>
            <w:r>
              <w:t>nachgefordert.</w:t>
            </w:r>
          </w:p>
        </w:tc>
      </w:tr>
      <w:tr w:rsidR="00183030" w:rsidRPr="00520D3B" w:rsidTr="00183030">
        <w:trPr>
          <w:trHeight w:val="284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20D3B" w:rsidRDefault="00183030" w:rsidP="00A43A82">
            <w:pPr>
              <w:keepNext w:val="0"/>
              <w:jc w:val="left"/>
            </w:pPr>
          </w:p>
        </w:tc>
        <w:tc>
          <w:tcPr>
            <w:tcW w:w="403" w:type="dxa"/>
            <w:gridSpan w:val="7"/>
            <w:shd w:val="clear" w:color="auto" w:fill="auto"/>
            <w:noWrap/>
            <w:tcMar>
              <w:left w:w="28" w:type="dxa"/>
            </w:tcMar>
          </w:tcPr>
          <w:p w:rsidR="00183030" w:rsidRDefault="00183030" w:rsidP="00A43A82">
            <w:r w:rsidRPr="00995D3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D3D">
              <w:instrText xml:space="preserve"> FORMCHECKBOX </w:instrText>
            </w:r>
            <w:r w:rsidR="00464FD5">
              <w:fldChar w:fldCharType="separate"/>
            </w:r>
            <w:r w:rsidRPr="00995D3D">
              <w:fldChar w:fldCharType="end"/>
            </w:r>
          </w:p>
        </w:tc>
        <w:tc>
          <w:tcPr>
            <w:tcW w:w="9126" w:type="dxa"/>
            <w:gridSpan w:val="12"/>
            <w:shd w:val="clear" w:color="auto" w:fill="auto"/>
          </w:tcPr>
          <w:p w:rsidR="00183030" w:rsidRDefault="00183030" w:rsidP="00A43A82">
            <w:pPr>
              <w:keepNext w:val="0"/>
              <w:ind w:right="-113"/>
            </w:pPr>
            <w:r>
              <w:t>teilweise nachgefordert, und zwar folgende Unterlagen:</w:t>
            </w:r>
          </w:p>
          <w:p w:rsidR="00183030" w:rsidRDefault="00183030" w:rsidP="00A43A82">
            <w:pPr>
              <w:keepNext w:val="0"/>
              <w:ind w:right="-113"/>
            </w:pPr>
          </w:p>
          <w:p w:rsidR="00183030" w:rsidRDefault="00183030" w:rsidP="00A43A82">
            <w:pPr>
              <w:keepNext w:val="0"/>
              <w:ind w:right="-113"/>
            </w:pPr>
          </w:p>
          <w:p w:rsidR="00183030" w:rsidRDefault="00183030" w:rsidP="00A43A82">
            <w:pPr>
              <w:keepNext w:val="0"/>
              <w:ind w:right="-113"/>
            </w:pPr>
          </w:p>
          <w:p w:rsidR="00183030" w:rsidRDefault="00183030" w:rsidP="00A43A82">
            <w:pPr>
              <w:keepNext w:val="0"/>
              <w:ind w:right="-113"/>
            </w:pPr>
          </w:p>
          <w:p w:rsidR="006708C2" w:rsidRDefault="006708C2" w:rsidP="00A43A82">
            <w:pPr>
              <w:keepNext w:val="0"/>
              <w:ind w:right="-113"/>
            </w:pPr>
          </w:p>
        </w:tc>
      </w:tr>
      <w:tr w:rsidR="00183030" w:rsidRPr="00520D3B" w:rsidTr="00183030">
        <w:trPr>
          <w:trHeight w:val="284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20D3B" w:rsidRDefault="00183030" w:rsidP="00A43A82">
            <w:pPr>
              <w:keepNext w:val="0"/>
              <w:jc w:val="left"/>
            </w:pPr>
          </w:p>
        </w:tc>
        <w:tc>
          <w:tcPr>
            <w:tcW w:w="403" w:type="dxa"/>
            <w:gridSpan w:val="7"/>
            <w:shd w:val="clear" w:color="auto" w:fill="auto"/>
            <w:noWrap/>
            <w:tcMar>
              <w:left w:w="28" w:type="dxa"/>
            </w:tcMar>
          </w:tcPr>
          <w:p w:rsidR="00183030" w:rsidRPr="00995D3D" w:rsidRDefault="00183030" w:rsidP="00A43A82">
            <w:r w:rsidRPr="00995D3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D3D">
              <w:instrText xml:space="preserve"> FORMCHECKBOX </w:instrText>
            </w:r>
            <w:r w:rsidR="00464FD5">
              <w:fldChar w:fldCharType="separate"/>
            </w:r>
            <w:r w:rsidRPr="00995D3D">
              <w:fldChar w:fldCharType="end"/>
            </w:r>
          </w:p>
        </w:tc>
        <w:tc>
          <w:tcPr>
            <w:tcW w:w="9126" w:type="dxa"/>
            <w:gridSpan w:val="12"/>
            <w:shd w:val="clear" w:color="auto" w:fill="auto"/>
          </w:tcPr>
          <w:p w:rsidR="00183030" w:rsidRDefault="00183030" w:rsidP="00A43A82">
            <w:pPr>
              <w:keepNext w:val="0"/>
              <w:ind w:right="-113"/>
            </w:pPr>
            <w:r>
              <w:t>nicht nachgefordert</w:t>
            </w:r>
          </w:p>
        </w:tc>
      </w:tr>
      <w:tr w:rsidR="00183030" w:rsidRPr="00BC4642" w:rsidTr="00183030">
        <w:trPr>
          <w:trHeight w:val="284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  <w:jc w:val="left"/>
              <w:rPr>
                <w:b/>
              </w:rPr>
            </w:pPr>
            <w:r w:rsidRPr="00BC4642">
              <w:rPr>
                <w:b/>
              </w:rPr>
              <w:t>3.4</w:t>
            </w:r>
          </w:p>
        </w:tc>
        <w:tc>
          <w:tcPr>
            <w:tcW w:w="9529" w:type="dxa"/>
            <w:gridSpan w:val="19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  <w:ind w:right="-113"/>
              <w:rPr>
                <w:b/>
              </w:rPr>
            </w:pPr>
            <w:r w:rsidRPr="00BC4642">
              <w:rPr>
                <w:b/>
              </w:rPr>
              <w:t>Folgende Unterlagen sind auf gesondertes Verlangen der Vergabestelle vorzulegen:</w:t>
            </w:r>
          </w:p>
        </w:tc>
      </w:tr>
      <w:tr w:rsidR="00183030" w:rsidRPr="00520D3B" w:rsidTr="00183030">
        <w:trPr>
          <w:trHeight w:val="284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20D3B" w:rsidRDefault="00183030" w:rsidP="00A43A82">
            <w:pPr>
              <w:keepNext w:val="0"/>
              <w:jc w:val="left"/>
            </w:pPr>
          </w:p>
        </w:tc>
        <w:tc>
          <w:tcPr>
            <w:tcW w:w="40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126" w:type="dxa"/>
            <w:gridSpan w:val="12"/>
            <w:shd w:val="clear" w:color="auto" w:fill="auto"/>
            <w:vAlign w:val="center"/>
          </w:tcPr>
          <w:p w:rsidR="00183030" w:rsidRDefault="00183030" w:rsidP="00A43A82">
            <w:pPr>
              <w:keepNext w:val="0"/>
              <w:spacing w:before="120"/>
              <w:jc w:val="left"/>
            </w:pPr>
            <w:r>
              <w:t>siehe Formblatt Verzeichnis der im Vergabeverfahren vorzulegenden Unterlagen</w:t>
            </w:r>
          </w:p>
        </w:tc>
      </w:tr>
      <w:tr w:rsidR="00183030" w:rsidRPr="00520D3B" w:rsidTr="00183030">
        <w:trPr>
          <w:trHeight w:val="284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20D3B" w:rsidRDefault="00183030" w:rsidP="00A43A82">
            <w:pPr>
              <w:keepNext w:val="0"/>
              <w:jc w:val="left"/>
            </w:pPr>
          </w:p>
        </w:tc>
        <w:tc>
          <w:tcPr>
            <w:tcW w:w="40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0B4FEA" w:rsidRDefault="00183030" w:rsidP="00A43A82">
            <w:pPr>
              <w:keepNext w:val="0"/>
              <w:spacing w:before="60"/>
            </w:pPr>
            <w:r w:rsidRPr="000B4FE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FEA">
              <w:instrText xml:space="preserve"> FORMCHECKBOX </w:instrText>
            </w:r>
            <w:r w:rsidR="00464FD5">
              <w:fldChar w:fldCharType="separate"/>
            </w:r>
            <w:r w:rsidRPr="000B4FEA">
              <w:fldChar w:fldCharType="end"/>
            </w:r>
          </w:p>
        </w:tc>
        <w:tc>
          <w:tcPr>
            <w:tcW w:w="9126" w:type="dxa"/>
            <w:gridSpan w:val="12"/>
            <w:shd w:val="clear" w:color="auto" w:fill="auto"/>
            <w:vAlign w:val="center"/>
          </w:tcPr>
          <w:p w:rsidR="00183030" w:rsidRPr="000B4FEA" w:rsidRDefault="00183030" w:rsidP="00A43A82">
            <w:pPr>
              <w:keepNext w:val="0"/>
              <w:spacing w:before="120"/>
              <w:jc w:val="left"/>
            </w:pPr>
          </w:p>
        </w:tc>
      </w:tr>
      <w:tr w:rsidR="00183030" w:rsidRPr="00520D3B" w:rsidTr="00183030">
        <w:trPr>
          <w:trHeight w:val="284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183030" w:rsidRPr="00520D3B" w:rsidRDefault="00183030" w:rsidP="00A43A82">
            <w:pPr>
              <w:keepNext w:val="0"/>
              <w:jc w:val="left"/>
            </w:pPr>
          </w:p>
        </w:tc>
        <w:tc>
          <w:tcPr>
            <w:tcW w:w="403" w:type="dxa"/>
            <w:gridSpan w:val="7"/>
            <w:shd w:val="clear" w:color="auto" w:fill="auto"/>
            <w:noWrap/>
            <w:tcMar>
              <w:left w:w="28" w:type="dxa"/>
            </w:tcMar>
          </w:tcPr>
          <w:p w:rsidR="00183030" w:rsidRDefault="00183030" w:rsidP="00A43A82">
            <w:pPr>
              <w:keepNext w:val="0"/>
              <w:spacing w:before="60"/>
            </w:pPr>
            <w:r w:rsidRPr="00E0344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448">
              <w:instrText xml:space="preserve"> FORMCHECKBOX </w:instrText>
            </w:r>
            <w:r w:rsidR="00464FD5">
              <w:fldChar w:fldCharType="separate"/>
            </w:r>
            <w:r w:rsidRPr="00E03448">
              <w:fldChar w:fldCharType="end"/>
            </w:r>
          </w:p>
        </w:tc>
        <w:tc>
          <w:tcPr>
            <w:tcW w:w="9126" w:type="dxa"/>
            <w:gridSpan w:val="12"/>
            <w:shd w:val="clear" w:color="auto" w:fill="auto"/>
            <w:vAlign w:val="center"/>
          </w:tcPr>
          <w:p w:rsidR="00183030" w:rsidRPr="00BE356E" w:rsidRDefault="00183030" w:rsidP="00A43A82">
            <w:pPr>
              <w:keepNext w:val="0"/>
              <w:spacing w:before="120"/>
              <w:jc w:val="left"/>
            </w:pPr>
          </w:p>
        </w:tc>
      </w:tr>
      <w:tr w:rsidR="006708C2" w:rsidRPr="00520D3B" w:rsidTr="00183030">
        <w:trPr>
          <w:trHeight w:val="284"/>
        </w:trPr>
        <w:tc>
          <w:tcPr>
            <w:tcW w:w="443" w:type="dxa"/>
            <w:shd w:val="clear" w:color="auto" w:fill="auto"/>
            <w:noWrap/>
            <w:tcMar>
              <w:left w:w="28" w:type="dxa"/>
            </w:tcMar>
          </w:tcPr>
          <w:p w:rsidR="006708C2" w:rsidRPr="00520D3B" w:rsidRDefault="006708C2" w:rsidP="00A43A82">
            <w:pPr>
              <w:keepNext w:val="0"/>
              <w:jc w:val="left"/>
            </w:pPr>
          </w:p>
        </w:tc>
        <w:tc>
          <w:tcPr>
            <w:tcW w:w="403" w:type="dxa"/>
            <w:gridSpan w:val="7"/>
            <w:shd w:val="clear" w:color="auto" w:fill="auto"/>
            <w:noWrap/>
            <w:tcMar>
              <w:left w:w="28" w:type="dxa"/>
            </w:tcMar>
          </w:tcPr>
          <w:p w:rsidR="006708C2" w:rsidRPr="00E03448" w:rsidRDefault="006708C2" w:rsidP="00A43A82">
            <w:pPr>
              <w:keepNext w:val="0"/>
              <w:spacing w:before="60"/>
            </w:pPr>
            <w:r w:rsidRPr="005A1E1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1E1C">
              <w:instrText xml:space="preserve"> FORMCHECKBOX </w:instrText>
            </w:r>
            <w:r w:rsidR="00464FD5">
              <w:fldChar w:fldCharType="separate"/>
            </w:r>
            <w:r w:rsidRPr="005A1E1C">
              <w:fldChar w:fldCharType="end"/>
            </w:r>
          </w:p>
        </w:tc>
        <w:tc>
          <w:tcPr>
            <w:tcW w:w="9126" w:type="dxa"/>
            <w:gridSpan w:val="12"/>
            <w:shd w:val="clear" w:color="auto" w:fill="auto"/>
            <w:vAlign w:val="center"/>
          </w:tcPr>
          <w:p w:rsidR="006708C2" w:rsidRPr="00BE356E" w:rsidRDefault="006708C2" w:rsidP="00A43A82">
            <w:pPr>
              <w:keepNext w:val="0"/>
              <w:spacing w:before="120"/>
              <w:jc w:val="left"/>
            </w:pPr>
          </w:p>
        </w:tc>
      </w:tr>
      <w:tr w:rsidR="006F6945" w:rsidRPr="00520D3B" w:rsidTr="00183030">
        <w:trPr>
          <w:trHeight w:val="397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  <w:r w:rsidRPr="00B51F58">
              <w:rPr>
                <w:b/>
              </w:rPr>
              <w:t>4</w:t>
            </w: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  <w:proofErr w:type="spellStart"/>
            <w:r w:rsidRPr="00B51F58">
              <w:rPr>
                <w:b/>
              </w:rPr>
              <w:t>Losweise</w:t>
            </w:r>
            <w:proofErr w:type="spellEnd"/>
            <w:r w:rsidRPr="00B51F58">
              <w:rPr>
                <w:b/>
              </w:rPr>
              <w:t xml:space="preserve"> Vergabe:</w:t>
            </w: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149" w:type="dxa"/>
            <w:gridSpan w:val="1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  <w:r w:rsidRPr="00520D3B">
              <w:t>nein</w:t>
            </w: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149" w:type="dxa"/>
            <w:gridSpan w:val="1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  <w:r w:rsidRPr="00520D3B">
              <w:t xml:space="preserve">ja, Angebote </w:t>
            </w:r>
            <w:r>
              <w:t>sind möglich</w:t>
            </w: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95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sz w:val="16"/>
                <w:szCs w:val="16"/>
              </w:rPr>
            </w:pPr>
            <w:r w:rsidRPr="00B9606E">
              <w:t>nur</w:t>
            </w:r>
            <w:r w:rsidRPr="00520D3B">
              <w:t xml:space="preserve"> für ein</w:t>
            </w:r>
            <w:r>
              <w:t xml:space="preserve"> Los</w:t>
            </w: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95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sz w:val="16"/>
                <w:szCs w:val="16"/>
              </w:rPr>
            </w:pPr>
            <w:r w:rsidRPr="00520D3B">
              <w:t xml:space="preserve">für ein </w:t>
            </w:r>
            <w:r>
              <w:t xml:space="preserve">Los </w:t>
            </w:r>
            <w:r w:rsidRPr="00520D3B">
              <w:t>oder mehrere Lose</w:t>
            </w: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95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95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95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95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95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sz w:val="16"/>
                <w:szCs w:val="16"/>
              </w:rPr>
            </w:pPr>
            <w:r w:rsidRPr="00B9606E">
              <w:t>nur</w:t>
            </w:r>
            <w:r>
              <w:t xml:space="preserve"> </w:t>
            </w:r>
            <w:r w:rsidRPr="00520D3B">
              <w:t xml:space="preserve">für alle </w:t>
            </w:r>
            <w:r w:rsidRPr="00536766">
              <w:t xml:space="preserve">Lose </w:t>
            </w:r>
            <w:r>
              <w:t>(alle Lose müssen angeboten werden)</w:t>
            </w: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55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95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u w:val="single"/>
              </w:rPr>
            </w:pPr>
          </w:p>
        </w:tc>
      </w:tr>
      <w:tr w:rsidR="00183030" w:rsidRPr="00520D3B" w:rsidTr="00183030">
        <w:trPr>
          <w:trHeight w:val="397"/>
        </w:trPr>
        <w:tc>
          <w:tcPr>
            <w:tcW w:w="451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51F58" w:rsidRDefault="00183030" w:rsidP="00A43A82">
            <w:pPr>
              <w:keepNext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521" w:type="dxa"/>
            <w:gridSpan w:val="18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51F58" w:rsidRDefault="00183030" w:rsidP="00A43A82">
            <w:pPr>
              <w:keepNext w:val="0"/>
              <w:rPr>
                <w:b/>
              </w:rPr>
            </w:pPr>
            <w:r>
              <w:rPr>
                <w:b/>
              </w:rPr>
              <w:t>Mehrere Hauptangebote</w:t>
            </w:r>
          </w:p>
        </w:tc>
      </w:tr>
      <w:tr w:rsidR="00183030" w:rsidRPr="00BC4642" w:rsidTr="00183030">
        <w:trPr>
          <w:trHeight w:val="284"/>
        </w:trPr>
        <w:tc>
          <w:tcPr>
            <w:tcW w:w="451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</w:pPr>
          </w:p>
        </w:tc>
        <w:tc>
          <w:tcPr>
            <w:tcW w:w="9521" w:type="dxa"/>
            <w:gridSpan w:val="18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</w:pPr>
            <w:r w:rsidRPr="00BC4642">
              <w:t>Die Abgabe von mehr als einem Hauptangebot ist</w:t>
            </w:r>
          </w:p>
        </w:tc>
      </w:tr>
      <w:tr w:rsidR="00183030" w:rsidRPr="00BC4642" w:rsidTr="00183030">
        <w:trPr>
          <w:trHeight w:val="284"/>
        </w:trPr>
        <w:tc>
          <w:tcPr>
            <w:tcW w:w="451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</w:pPr>
          </w:p>
        </w:tc>
        <w:tc>
          <w:tcPr>
            <w:tcW w:w="41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</w:pPr>
            <w:r w:rsidRPr="00BC4642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C4642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BC4642">
              <w:fldChar w:fldCharType="end"/>
            </w:r>
          </w:p>
        </w:tc>
        <w:tc>
          <w:tcPr>
            <w:tcW w:w="9108" w:type="dxa"/>
            <w:gridSpan w:val="11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</w:pPr>
            <w:r w:rsidRPr="00BC4642">
              <w:t>zugelassen</w:t>
            </w:r>
          </w:p>
        </w:tc>
      </w:tr>
      <w:tr w:rsidR="00183030" w:rsidRPr="00BC4642" w:rsidTr="00183030">
        <w:trPr>
          <w:trHeight w:val="284"/>
        </w:trPr>
        <w:tc>
          <w:tcPr>
            <w:tcW w:w="451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</w:pPr>
          </w:p>
        </w:tc>
        <w:tc>
          <w:tcPr>
            <w:tcW w:w="41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</w:pPr>
          </w:p>
        </w:tc>
        <w:tc>
          <w:tcPr>
            <w:tcW w:w="9108" w:type="dxa"/>
            <w:gridSpan w:val="11"/>
            <w:noWrap/>
            <w:tcMar>
              <w:left w:w="28" w:type="dxa"/>
            </w:tcMar>
            <w:vAlign w:val="center"/>
          </w:tcPr>
          <w:p w:rsidR="00183030" w:rsidDel="00465E3B" w:rsidRDefault="00183030" w:rsidP="00A43A82">
            <w:r>
              <w:t>W</w:t>
            </w:r>
            <w:r w:rsidRPr="00EA5035">
              <w:t>erden mehrere Hauptangebote abgegeben, muss jedes aus sich heraus zuschlagsfähig sein. §</w:t>
            </w:r>
            <w:r>
              <w:t> </w:t>
            </w:r>
            <w:r w:rsidRPr="00EA5035">
              <w:t xml:space="preserve">13 </w:t>
            </w:r>
            <w:r>
              <w:t>Absatz 1</w:t>
            </w:r>
            <w:r w:rsidRPr="00EA5035">
              <w:t xml:space="preserve"> N</w:t>
            </w:r>
            <w:r>
              <w:t>umme</w:t>
            </w:r>
            <w:r w:rsidRPr="00EA5035">
              <w:t>r</w:t>
            </w:r>
            <w:r>
              <w:t> </w:t>
            </w:r>
            <w:r w:rsidRPr="00EA5035">
              <w:t>2 VOB/A gilt für jedes Hauptangebot</w:t>
            </w:r>
            <w:r>
              <w:t>.</w:t>
            </w:r>
          </w:p>
        </w:tc>
      </w:tr>
      <w:tr w:rsidR="00183030" w:rsidRPr="00BC4642" w:rsidTr="00183030">
        <w:trPr>
          <w:trHeight w:val="284"/>
        </w:trPr>
        <w:tc>
          <w:tcPr>
            <w:tcW w:w="451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</w:pPr>
          </w:p>
        </w:tc>
        <w:tc>
          <w:tcPr>
            <w:tcW w:w="41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C4642" w:rsidRDefault="00183030" w:rsidP="00A43A82">
            <w:pPr>
              <w:keepNext w:val="0"/>
            </w:pPr>
            <w:r w:rsidRPr="00BC4642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C4642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BC4642">
              <w:fldChar w:fldCharType="end"/>
            </w:r>
          </w:p>
        </w:tc>
        <w:tc>
          <w:tcPr>
            <w:tcW w:w="9108" w:type="dxa"/>
            <w:gridSpan w:val="11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</w:pPr>
            <w:r>
              <w:t>nicht zugelassen.</w:t>
            </w:r>
          </w:p>
        </w:tc>
      </w:tr>
      <w:tr w:rsidR="00183030" w:rsidRPr="00520D3B" w:rsidTr="00183030">
        <w:trPr>
          <w:trHeight w:val="284"/>
        </w:trPr>
        <w:tc>
          <w:tcPr>
            <w:tcW w:w="451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</w:p>
        </w:tc>
        <w:tc>
          <w:tcPr>
            <w:tcW w:w="413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  <w:rPr>
                <w:b/>
              </w:rPr>
            </w:pPr>
          </w:p>
        </w:tc>
        <w:tc>
          <w:tcPr>
            <w:tcW w:w="9108" w:type="dxa"/>
            <w:gridSpan w:val="11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51F58" w:rsidRDefault="00183030" w:rsidP="00A43A82">
            <w:pPr>
              <w:keepNext w:val="0"/>
              <w:rPr>
                <w:u w:val="single"/>
              </w:rPr>
            </w:pPr>
          </w:p>
        </w:tc>
      </w:tr>
      <w:tr w:rsidR="006F6945" w:rsidRPr="00520D3B" w:rsidTr="00183030">
        <w:trPr>
          <w:trHeight w:val="397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183030" w:rsidP="00B51F58">
            <w:pPr>
              <w:keepNext w:val="0"/>
            </w:pPr>
            <w:r>
              <w:rPr>
                <w:b/>
              </w:rPr>
              <w:t>6</w:t>
            </w: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  <w:r w:rsidRPr="00B51F58">
              <w:rPr>
                <w:b/>
              </w:rPr>
              <w:t xml:space="preserve">Nebenangebote </w:t>
            </w:r>
          </w:p>
        </w:tc>
      </w:tr>
      <w:tr w:rsidR="006F6945" w:rsidRPr="00520D3B" w:rsidTr="00183030">
        <w:trPr>
          <w:trHeight w:hRule="exact" w:val="278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183030" w:rsidP="00B51F58">
            <w:pPr>
              <w:keepNext w:val="0"/>
              <w:jc w:val="left"/>
            </w:pPr>
            <w:r>
              <w:rPr>
                <w:b/>
              </w:rPr>
              <w:t>6</w:t>
            </w:r>
            <w:r w:rsidR="006F6945" w:rsidRPr="00B51F58">
              <w:rPr>
                <w:b/>
              </w:rPr>
              <w:t>.1</w:t>
            </w: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"/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  <w:bookmarkEnd w:id="5"/>
          </w:p>
        </w:tc>
        <w:tc>
          <w:tcPr>
            <w:tcW w:w="9140" w:type="dxa"/>
            <w:gridSpan w:val="1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183030">
            <w:pPr>
              <w:keepNext w:val="0"/>
              <w:ind w:right="-113"/>
            </w:pPr>
            <w:r w:rsidRPr="00520D3B">
              <w:t xml:space="preserve">Nebenangebote sind </w:t>
            </w:r>
            <w:r>
              <w:t xml:space="preserve">nicht </w:t>
            </w:r>
            <w:r w:rsidRPr="00520D3B">
              <w:t xml:space="preserve">zugelassen; </w:t>
            </w:r>
            <w:r w:rsidR="00C957D7">
              <w:t>Nummer</w:t>
            </w:r>
            <w:r w:rsidRPr="00520D3B">
              <w:t xml:space="preserve"> </w:t>
            </w:r>
            <w:r w:rsidR="00183030">
              <w:t>4</w:t>
            </w:r>
            <w:r w:rsidRPr="00520D3B">
              <w:t xml:space="preserve"> der </w:t>
            </w:r>
            <w:r>
              <w:t>Teilnahme</w:t>
            </w:r>
            <w:r w:rsidRPr="00520D3B">
              <w:t xml:space="preserve">bedingungen </w:t>
            </w:r>
            <w:r>
              <w:t>gilt nicht.</w:t>
            </w:r>
            <w:r>
              <w:rPr>
                <w:noProof/>
              </w:rPr>
              <w:t xml:space="preserve"> </w:t>
            </w:r>
          </w:p>
        </w:tc>
      </w:tr>
      <w:tr w:rsidR="006F6945" w:rsidRPr="00520D3B" w:rsidTr="00183030">
        <w:trPr>
          <w:trHeight w:hRule="exact" w:val="278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  <w:jc w:val="left"/>
            </w:pPr>
          </w:p>
        </w:tc>
        <w:tc>
          <w:tcPr>
            <w:tcW w:w="9140" w:type="dxa"/>
            <w:gridSpan w:val="1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  <w:ind w:right="-113"/>
            </w:pPr>
          </w:p>
        </w:tc>
      </w:tr>
      <w:tr w:rsidR="006F6945" w:rsidRPr="00520D3B" w:rsidTr="00183030">
        <w:trPr>
          <w:trHeight w:hRule="exact" w:val="567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</w:tcPr>
          <w:p w:rsidR="006F6945" w:rsidRPr="00B51F58" w:rsidRDefault="00183030" w:rsidP="00B51F58">
            <w:pPr>
              <w:keepNext w:val="0"/>
              <w:jc w:val="left"/>
              <w:rPr>
                <w:b/>
              </w:rPr>
            </w:pPr>
            <w:r>
              <w:rPr>
                <w:b/>
              </w:rPr>
              <w:t>6</w:t>
            </w:r>
            <w:r w:rsidR="006F6945" w:rsidRPr="00B51F58">
              <w:rPr>
                <w:b/>
              </w:rPr>
              <w:t>.2</w:t>
            </w: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</w:tcPr>
          <w:p w:rsidR="006F6945" w:rsidRPr="00520D3B" w:rsidRDefault="006F6945" w:rsidP="00B51F58">
            <w:pPr>
              <w:keepNext w:val="0"/>
              <w:jc w:val="left"/>
            </w:pPr>
            <w:r w:rsidRPr="00520D3B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3"/>
            <w:r w:rsidRPr="00520D3B">
              <w:instrText xml:space="preserve"> FORMCHECKBOX </w:instrText>
            </w:r>
            <w:r w:rsidR="00464FD5">
              <w:fldChar w:fldCharType="separate"/>
            </w:r>
            <w:r w:rsidRPr="00520D3B">
              <w:fldChar w:fldCharType="end"/>
            </w:r>
            <w:bookmarkEnd w:id="6"/>
          </w:p>
        </w:tc>
        <w:tc>
          <w:tcPr>
            <w:tcW w:w="9140" w:type="dxa"/>
            <w:gridSpan w:val="13"/>
            <w:shd w:val="clear" w:color="auto" w:fill="auto"/>
            <w:noWrap/>
            <w:tcMar>
              <w:left w:w="28" w:type="dxa"/>
            </w:tcMar>
          </w:tcPr>
          <w:p w:rsidR="006F6945" w:rsidRPr="00520D3B" w:rsidRDefault="006F6945" w:rsidP="00183030">
            <w:pPr>
              <w:keepNext w:val="0"/>
              <w:ind w:right="-113"/>
              <w:jc w:val="left"/>
            </w:pPr>
            <w:r w:rsidRPr="00520D3B">
              <w:t xml:space="preserve">Nebenangebote sind </w:t>
            </w:r>
            <w:r>
              <w:t>zugelassen (siehe auch N</w:t>
            </w:r>
            <w:r w:rsidR="00C957D7">
              <w:t>ummer</w:t>
            </w:r>
            <w:r>
              <w:t xml:space="preserve"> </w:t>
            </w:r>
            <w:r w:rsidR="00183030">
              <w:t>4</w:t>
            </w:r>
            <w:r>
              <w:t xml:space="preserve"> der Teilnahmebedingungen) - ausgenommen Nebenangebote, die ausschließlich Preisnachlässe mit Bedingungen beinhalten -</w:t>
            </w: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  <w:r>
              <w:t>für die gesamte Leistung</w:t>
            </w: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  <w:r>
              <w:t>nur für nachfolgend genannte Bereiche:</w:t>
            </w: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  <w:r>
              <w:t>mit Ausnahme nachfolgend genannter Bereiche:</w:t>
            </w: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9140" w:type="dxa"/>
            <w:gridSpan w:val="1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  <w:r>
              <w:t>unter folgenden weiteren Bedingungen:</w:t>
            </w: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0C5A34">
            <w:pPr>
              <w:keepNext w:val="0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754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AA49AA">
            <w:pPr>
              <w:keepNext w:val="0"/>
            </w:pPr>
            <w:r>
              <w:t xml:space="preserve">nur in Verbindung mit einem Hauptangebot </w:t>
            </w: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0C5A34">
            <w:pPr>
              <w:keepNext w:val="0"/>
              <w:jc w:val="left"/>
              <w:rPr>
                <w:b/>
              </w:rPr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36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082C65">
            <w:pPr>
              <w:keepNext w:val="0"/>
              <w:jc w:val="left"/>
              <w:rPr>
                <w:b/>
              </w:rPr>
            </w:pPr>
          </w:p>
        </w:tc>
        <w:tc>
          <w:tcPr>
            <w:tcW w:w="838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082C65">
            <w:pPr>
              <w:keepNext w:val="0"/>
              <w:jc w:val="left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38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38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38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hRule="exact" w:val="255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64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38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8389" w:type="dxa"/>
            <w:gridSpan w:val="5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615BC6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183030" w:rsidP="00B51F58">
            <w:pPr>
              <w:keepNext w:val="0"/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082C65">
            <w:pPr>
              <w:keepNext w:val="0"/>
              <w:jc w:val="left"/>
            </w:pPr>
            <w:r w:rsidRPr="00615BC6">
              <w:rPr>
                <w:b/>
              </w:rPr>
              <w:t xml:space="preserve">Angebotswertung </w:t>
            </w:r>
          </w:p>
        </w:tc>
      </w:tr>
      <w:tr w:rsidR="006F6945" w:rsidRPr="00615BC6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  <w:r w:rsidRPr="00615BC6">
              <w:t xml:space="preserve">Kriterien für die Wertung der Haupt- und ggf. Nebenangebote </w:t>
            </w:r>
          </w:p>
        </w:tc>
      </w:tr>
      <w:tr w:rsidR="006F6945" w:rsidRPr="00615BC6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39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  <w:r w:rsidRPr="00615BC6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15BC6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615BC6">
              <w:rPr>
                <w:b/>
              </w:rPr>
              <w:fldChar w:fldCharType="end"/>
            </w:r>
          </w:p>
        </w:tc>
        <w:tc>
          <w:tcPr>
            <w:tcW w:w="9108" w:type="dxa"/>
            <w:gridSpan w:val="11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9606E">
            <w:r w:rsidRPr="00615BC6">
              <w:t>Zuschlagskriterium Preis</w:t>
            </w:r>
          </w:p>
        </w:tc>
      </w:tr>
      <w:tr w:rsidR="006F6945" w:rsidRPr="00615BC6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39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9108" w:type="dxa"/>
            <w:gridSpan w:val="11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C6227F">
            <w:r w:rsidRPr="00615BC6">
              <w:t>Der Preis wird aus der Wertungssumme des Angebotes ermittelt.</w:t>
            </w:r>
          </w:p>
          <w:p w:rsidR="006F6945" w:rsidRPr="00615BC6" w:rsidRDefault="006F6945" w:rsidP="008A31BE">
            <w:r w:rsidRPr="00615BC6">
              <w:t xml:space="preserve">Die Wertungssummen werden ermittelt aus den nachgerechneten Angebotssummen, insbesondere unter Berücksichtigung von Nachlässen, Erstattungsbetrag aus der Lohngleitklausel, </w:t>
            </w:r>
            <w:proofErr w:type="spellStart"/>
            <w:r w:rsidRPr="00615BC6">
              <w:t>Instandhal-tungsangeboten</w:t>
            </w:r>
            <w:proofErr w:type="spellEnd"/>
            <w:r w:rsidRPr="00615BC6">
              <w:t>.</w:t>
            </w:r>
          </w:p>
        </w:tc>
      </w:tr>
      <w:tr w:rsidR="006F6945" w:rsidRPr="00615BC6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39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9108" w:type="dxa"/>
            <w:gridSpan w:val="11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C6227F"/>
        </w:tc>
      </w:tr>
      <w:tr w:rsidR="006F6945" w:rsidRPr="00615BC6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39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  <w:r w:rsidRPr="00615BC6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15BC6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615BC6">
              <w:rPr>
                <w:b/>
              </w:rPr>
              <w:fldChar w:fldCharType="end"/>
            </w:r>
          </w:p>
        </w:tc>
        <w:tc>
          <w:tcPr>
            <w:tcW w:w="9108" w:type="dxa"/>
            <w:gridSpan w:val="11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1314A4">
            <w:r w:rsidRPr="00615BC6">
              <w:t xml:space="preserve">Mehrere Zuschlagskriterien gemäß Formblatt Gewichtung der Zuschlagskriterien </w:t>
            </w:r>
          </w:p>
        </w:tc>
      </w:tr>
      <w:tr w:rsidR="006F6945" w:rsidRPr="00615BC6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396" w:type="dxa"/>
            <w:gridSpan w:val="6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9108" w:type="dxa"/>
            <w:gridSpan w:val="11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8D3E09"/>
        </w:tc>
      </w:tr>
      <w:tr w:rsidR="006F6945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615BC6" w:rsidRDefault="00B8318F" w:rsidP="00B8318F">
            <w:r w:rsidRPr="00B8318F">
              <w:t xml:space="preserve">Bei der Vergabe von Aufträgen </w:t>
            </w:r>
            <w:r>
              <w:t>werden</w:t>
            </w:r>
            <w:r w:rsidRPr="00B8318F">
              <w:t xml:space="preserve"> Werkstätten für behinderte Menschen, Inklusionsbetriebe und anerkannte Blindenwerkstätten als bevorzugte Bieter berücksichtig</w:t>
            </w:r>
            <w:r>
              <w:t xml:space="preserve">t. </w:t>
            </w:r>
            <w:r w:rsidRPr="00B8318F">
              <w:t>Bei der Beurteilung der Wirtschaftlichkeit von Angeboten wird der von einem bevorzugten Bieter angebotene Preis mit ein</w:t>
            </w:r>
            <w:r>
              <w:t xml:space="preserve">em Abschlag von 10 Prozent gewertet. </w:t>
            </w:r>
            <w:r w:rsidRPr="00B8318F">
              <w:t xml:space="preserve">Falls das Angebot von einer Bietergemeinschaft abgegeben wird, </w:t>
            </w:r>
            <w:r>
              <w:t>wird</w:t>
            </w:r>
            <w:r w:rsidRPr="00B8318F">
              <w:t xml:space="preserve"> der Ermittlung des Abschlags auf den Preis nur derjenige Anteil zugrunde</w:t>
            </w:r>
            <w:r>
              <w:t xml:space="preserve"> gelegt</w:t>
            </w:r>
            <w:r w:rsidRPr="00B8318F">
              <w:t>, den bevorzugte Bieter an dem Gesamtangebot der</w:t>
            </w:r>
            <w:r>
              <w:t xml:space="preserve"> Bietergemeinschaft haben. </w:t>
            </w:r>
            <w:r w:rsidRPr="00B8318F">
              <w:t>Ist das Angebot eines bevorzugten Bieters ebenso wirtschaftlich wie das eines sonstigen Bieters, so ist dem bevorzugten Bieter der Zuschlag zu erteilen.</w:t>
            </w:r>
            <w:r w:rsidRPr="00FC27DE">
              <w:t xml:space="preserve"> </w:t>
            </w:r>
          </w:p>
        </w:tc>
      </w:tr>
      <w:tr w:rsidR="006F6945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  <w:jc w:val="left"/>
            </w:pPr>
          </w:p>
        </w:tc>
      </w:tr>
      <w:tr w:rsidR="00183030" w:rsidRPr="00520D3B" w:rsidTr="00183030">
        <w:trPr>
          <w:trHeight w:val="397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51F58" w:rsidRDefault="00183030" w:rsidP="00A43A82">
            <w:pPr>
              <w:keepNext w:val="0"/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81" w:type="dxa"/>
            <w:gridSpan w:val="16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B51F58" w:rsidRDefault="00183030" w:rsidP="00A43A82">
            <w:pPr>
              <w:keepNext w:val="0"/>
              <w:jc w:val="left"/>
              <w:rPr>
                <w:b/>
              </w:rPr>
            </w:pPr>
            <w:r>
              <w:rPr>
                <w:b/>
              </w:rPr>
              <w:t>Zugelassene Angebotsabgabe</w:t>
            </w:r>
          </w:p>
        </w:tc>
      </w:tr>
      <w:tr w:rsidR="00183030" w:rsidRPr="00520D3B" w:rsidTr="00183030">
        <w:trPr>
          <w:trHeight w:val="284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</w:p>
        </w:tc>
        <w:tc>
          <w:tcPr>
            <w:tcW w:w="419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062" w:type="dxa"/>
            <w:gridSpan w:val="9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  <w:r>
              <w:t xml:space="preserve">Elektronisch </w:t>
            </w:r>
          </w:p>
        </w:tc>
      </w:tr>
      <w:tr w:rsidR="00183030" w:rsidRPr="00520D3B" w:rsidTr="00183030">
        <w:trPr>
          <w:trHeight w:val="284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</w:p>
        </w:tc>
        <w:tc>
          <w:tcPr>
            <w:tcW w:w="419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</w:pPr>
          </w:p>
        </w:tc>
        <w:tc>
          <w:tcPr>
            <w:tcW w:w="400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</w:pPr>
            <w: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8662" w:type="dxa"/>
            <w:gridSpan w:val="6"/>
            <w:shd w:val="clear" w:color="auto" w:fill="auto"/>
            <w:vAlign w:val="center"/>
          </w:tcPr>
          <w:p w:rsidR="00183030" w:rsidRDefault="00183030" w:rsidP="00A43A82">
            <w:pPr>
              <w:keepNext w:val="0"/>
            </w:pPr>
            <w:r>
              <w:t xml:space="preserve">in Textform </w:t>
            </w:r>
            <w:r w:rsidR="00464FD5" w:rsidRPr="00464FD5">
              <w:rPr>
                <w:color w:val="0070C0"/>
              </w:rPr>
              <w:t>per E-Mail</w:t>
            </w:r>
          </w:p>
        </w:tc>
      </w:tr>
      <w:tr w:rsidR="00183030" w:rsidRPr="00520D3B" w:rsidTr="00183030">
        <w:trPr>
          <w:trHeight w:val="284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</w:p>
        </w:tc>
        <w:tc>
          <w:tcPr>
            <w:tcW w:w="419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</w:pPr>
          </w:p>
        </w:tc>
        <w:tc>
          <w:tcPr>
            <w:tcW w:w="400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</w:pPr>
            <w: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8662" w:type="dxa"/>
            <w:gridSpan w:val="6"/>
            <w:shd w:val="clear" w:color="auto" w:fill="auto"/>
            <w:vAlign w:val="center"/>
          </w:tcPr>
          <w:p w:rsidR="00183030" w:rsidRDefault="00183030" w:rsidP="00A43A82">
            <w:pPr>
              <w:keepNext w:val="0"/>
            </w:pPr>
            <w:r>
              <w:t xml:space="preserve">mit </w:t>
            </w:r>
            <w:r w:rsidRPr="00520D3B">
              <w:t>fortgeschrittener</w:t>
            </w:r>
            <w:r>
              <w:t>/m</w:t>
            </w:r>
            <w:r w:rsidRPr="00520D3B">
              <w:t xml:space="preserve"> Signatur</w:t>
            </w:r>
            <w:r>
              <w:t>/Siegel</w:t>
            </w:r>
          </w:p>
        </w:tc>
      </w:tr>
      <w:tr w:rsidR="00183030" w:rsidRPr="00520D3B" w:rsidTr="00183030">
        <w:trPr>
          <w:trHeight w:val="284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</w:p>
        </w:tc>
        <w:tc>
          <w:tcPr>
            <w:tcW w:w="419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</w:pPr>
          </w:p>
        </w:tc>
        <w:tc>
          <w:tcPr>
            <w:tcW w:w="400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</w:pPr>
            <w: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8662" w:type="dxa"/>
            <w:gridSpan w:val="6"/>
            <w:shd w:val="clear" w:color="auto" w:fill="auto"/>
            <w:vAlign w:val="center"/>
          </w:tcPr>
          <w:p w:rsidR="00183030" w:rsidRDefault="00183030" w:rsidP="00A43A82">
            <w:pPr>
              <w:keepNext w:val="0"/>
            </w:pPr>
            <w:r>
              <w:t xml:space="preserve">mit </w:t>
            </w:r>
            <w:r w:rsidRPr="00520D3B">
              <w:t>qualifizierter</w:t>
            </w:r>
            <w:r>
              <w:t>/m</w:t>
            </w:r>
            <w:r w:rsidRPr="00520D3B">
              <w:t xml:space="preserve"> Signatur</w:t>
            </w:r>
            <w:r>
              <w:t>/Siegel</w:t>
            </w:r>
          </w:p>
        </w:tc>
      </w:tr>
      <w:tr w:rsidR="00183030" w:rsidRPr="00520D3B" w:rsidTr="00183030">
        <w:trPr>
          <w:trHeight w:val="635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</w:p>
        </w:tc>
        <w:tc>
          <w:tcPr>
            <w:tcW w:w="9481" w:type="dxa"/>
            <w:gridSpan w:val="16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</w:pPr>
            <w:r>
              <w:t>Bei elektronischer Angebotsübermittlung in Textform muss der Bieter zu erkennen sein; falls vorgegeben, ist das Angebot mit der geforderten Signatur/dem geforderten Siegel zu versehen.</w:t>
            </w:r>
          </w:p>
        </w:tc>
      </w:tr>
      <w:tr w:rsidR="00183030" w:rsidRPr="00520D3B" w:rsidTr="00183030">
        <w:trPr>
          <w:trHeight w:val="573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</w:p>
        </w:tc>
        <w:tc>
          <w:tcPr>
            <w:tcW w:w="9481" w:type="dxa"/>
            <w:gridSpan w:val="16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464FD5" w:rsidRDefault="00183030" w:rsidP="00A43A82">
            <w:pPr>
              <w:keepNext w:val="0"/>
              <w:rPr>
                <w:color w:val="0070C0"/>
              </w:rPr>
            </w:pPr>
            <w:r w:rsidRPr="00464FD5">
              <w:rPr>
                <w:color w:val="0070C0"/>
              </w:rPr>
              <w:t>Das Angebot ist zusammen mit den Anlagen bis zum Ablauf der Angebotsfrist der Vergabestelle zu übermitteln.</w:t>
            </w:r>
          </w:p>
          <w:p w:rsidR="005B6499" w:rsidRDefault="005B6499" w:rsidP="00A43A82">
            <w:pPr>
              <w:keepNext w:val="0"/>
            </w:pPr>
            <w:bookmarkStart w:id="7" w:name="_GoBack"/>
            <w:bookmarkEnd w:id="7"/>
          </w:p>
        </w:tc>
      </w:tr>
      <w:tr w:rsidR="00183030" w:rsidRPr="00520D3B" w:rsidTr="00183030">
        <w:trPr>
          <w:trHeight w:val="284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</w:p>
        </w:tc>
        <w:tc>
          <w:tcPr>
            <w:tcW w:w="419" w:type="dxa"/>
            <w:gridSpan w:val="7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FD5">
              <w:fldChar w:fldCharType="separate"/>
            </w:r>
            <w:r>
              <w:fldChar w:fldCharType="end"/>
            </w:r>
          </w:p>
        </w:tc>
        <w:tc>
          <w:tcPr>
            <w:tcW w:w="9062" w:type="dxa"/>
            <w:gridSpan w:val="9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520D3B" w:rsidRDefault="00183030" w:rsidP="00A43A82">
            <w:pPr>
              <w:keepNext w:val="0"/>
            </w:pPr>
            <w:r>
              <w:t>Schriftlich</w:t>
            </w:r>
          </w:p>
        </w:tc>
      </w:tr>
      <w:tr w:rsidR="00183030" w:rsidRPr="00520D3B" w:rsidTr="00183030">
        <w:trPr>
          <w:trHeight w:val="557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9481" w:type="dxa"/>
            <w:gridSpan w:val="16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ind w:right="-113"/>
              <w:rPr>
                <w:b/>
              </w:rPr>
            </w:pPr>
            <w:r>
              <w:t>D</w:t>
            </w:r>
            <w:r w:rsidRPr="00520D3B">
              <w:t>as be</w:t>
            </w:r>
            <w:r>
              <w:t>igefügte</w:t>
            </w:r>
            <w:r w:rsidRPr="00520D3B">
              <w:t xml:space="preserve"> Angebotsschreiben </w:t>
            </w:r>
            <w:r>
              <w:t xml:space="preserve">ist </w:t>
            </w:r>
            <w:r w:rsidRPr="00520D3B">
              <w:t>zu unterzeichnen und zusammen mit den Anlagen</w:t>
            </w:r>
            <w:r>
              <w:t xml:space="preserve"> </w:t>
            </w:r>
            <w:r w:rsidRPr="00520D3B">
              <w:t xml:space="preserve">in verschlossenem Umschlag bis zum </w:t>
            </w:r>
            <w:r>
              <w:t>Ablauf der Angebotsfrist</w:t>
            </w:r>
            <w:r w:rsidRPr="00520D3B">
              <w:t xml:space="preserve"> an </w:t>
            </w:r>
            <w:r>
              <w:t>folgende</w:t>
            </w:r>
            <w:r w:rsidRPr="00520D3B">
              <w:t xml:space="preserve"> </w:t>
            </w:r>
            <w:r>
              <w:t>Anschrift</w:t>
            </w:r>
            <w:r w:rsidRPr="00520D3B">
              <w:t xml:space="preserve"> </w:t>
            </w:r>
            <w:r>
              <w:t xml:space="preserve">zu </w:t>
            </w:r>
            <w:r w:rsidRPr="00520D3B">
              <w:t>senden oder dort abzugeben</w:t>
            </w:r>
            <w:r>
              <w:t>:</w:t>
            </w:r>
          </w:p>
        </w:tc>
      </w:tr>
      <w:tr w:rsidR="00183030" w:rsidRPr="00520D3B" w:rsidTr="00183030">
        <w:trPr>
          <w:trHeight w:hRule="exact" w:val="312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40" w:type="dxa"/>
            <w:gridSpan w:val="8"/>
            <w:shd w:val="clear" w:color="auto" w:fill="auto"/>
            <w:noWrap/>
            <w:tcMar>
              <w:left w:w="28" w:type="dxa"/>
            </w:tcMar>
          </w:tcPr>
          <w:p w:rsidR="00183030" w:rsidRPr="00C145C7" w:rsidRDefault="00183030" w:rsidP="00A43A82">
            <w:pPr>
              <w:keepNext w:val="0"/>
              <w:spacing w:before="120"/>
              <w:ind w:right="-113"/>
            </w:pPr>
            <w:r w:rsidRPr="00C145C7"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C145C7">
              <w:instrText xml:space="preserve"> FORMCHECKBOX </w:instrText>
            </w:r>
            <w:r w:rsidR="00464FD5">
              <w:fldChar w:fldCharType="separate"/>
            </w:r>
            <w:r w:rsidRPr="00C145C7">
              <w:fldChar w:fldCharType="end"/>
            </w:r>
          </w:p>
        </w:tc>
        <w:tc>
          <w:tcPr>
            <w:tcW w:w="9041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C145C7" w:rsidRDefault="00183030" w:rsidP="00A43A82">
            <w:pPr>
              <w:keepNext w:val="0"/>
              <w:spacing w:before="120"/>
              <w:ind w:right="-113"/>
            </w:pPr>
            <w:r>
              <w:t>s</w:t>
            </w:r>
            <w:r w:rsidRPr="00C145C7">
              <w:t>iehe Briefkopf</w:t>
            </w:r>
          </w:p>
        </w:tc>
      </w:tr>
      <w:tr w:rsidR="00183030" w:rsidRPr="00520D3B" w:rsidTr="00183030">
        <w:trPr>
          <w:trHeight w:hRule="exact" w:val="312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40" w:type="dxa"/>
            <w:gridSpan w:val="8"/>
            <w:shd w:val="clear" w:color="auto" w:fill="auto"/>
            <w:noWrap/>
            <w:tcMar>
              <w:left w:w="28" w:type="dxa"/>
            </w:tcMar>
          </w:tcPr>
          <w:p w:rsidR="00183030" w:rsidRPr="00C145C7" w:rsidRDefault="00183030" w:rsidP="00A43A82">
            <w:pPr>
              <w:keepNext w:val="0"/>
              <w:spacing w:before="120"/>
              <w:ind w:right="-113"/>
            </w:pPr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B51F58">
              <w:rPr>
                <w:b/>
              </w:rPr>
              <w:instrText xml:space="preserve"> FORMCHECKBOX </w:instrText>
            </w:r>
            <w:r w:rsidR="00464FD5">
              <w:rPr>
                <w:b/>
              </w:rPr>
            </w:r>
            <w:r w:rsidR="00464FD5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041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Pr="00C145C7" w:rsidRDefault="00183030" w:rsidP="00A43A82">
            <w:pPr>
              <w:keepNext w:val="0"/>
              <w:spacing w:before="120"/>
              <w:ind w:right="-113"/>
            </w:pPr>
            <w:r>
              <w:t>Stelle:</w:t>
            </w:r>
            <w:r>
              <w:rPr>
                <w:noProof/>
              </w:rPr>
              <w:t xml:space="preserve"> </w:t>
            </w:r>
          </w:p>
        </w:tc>
      </w:tr>
      <w:tr w:rsidR="00183030" w:rsidRPr="00520D3B" w:rsidTr="00183030">
        <w:trPr>
          <w:trHeight w:hRule="exact" w:val="312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40" w:type="dxa"/>
            <w:gridSpan w:val="8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ind w:right="-113"/>
              <w:rPr>
                <w:b/>
              </w:rPr>
            </w:pPr>
          </w:p>
        </w:tc>
        <w:tc>
          <w:tcPr>
            <w:tcW w:w="9041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  <w:spacing w:before="120"/>
              <w:ind w:right="-113"/>
            </w:pPr>
          </w:p>
        </w:tc>
      </w:tr>
      <w:tr w:rsidR="003A1BE1" w:rsidRPr="00520D3B" w:rsidTr="00183030">
        <w:trPr>
          <w:trHeight w:hRule="exact" w:val="312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</w:tcPr>
          <w:p w:rsidR="003A1BE1" w:rsidRPr="00B51F58" w:rsidRDefault="003A1BE1" w:rsidP="00A43A82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40" w:type="dxa"/>
            <w:gridSpan w:val="8"/>
            <w:shd w:val="clear" w:color="auto" w:fill="auto"/>
            <w:noWrap/>
            <w:tcMar>
              <w:left w:w="28" w:type="dxa"/>
            </w:tcMar>
          </w:tcPr>
          <w:p w:rsidR="003A1BE1" w:rsidRPr="00B51F58" w:rsidRDefault="003A1BE1" w:rsidP="00A43A82">
            <w:pPr>
              <w:keepNext w:val="0"/>
              <w:spacing w:before="120"/>
              <w:ind w:right="-113"/>
              <w:rPr>
                <w:b/>
              </w:rPr>
            </w:pPr>
          </w:p>
        </w:tc>
        <w:tc>
          <w:tcPr>
            <w:tcW w:w="9041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3A1BE1" w:rsidRDefault="003A1BE1" w:rsidP="00A43A82">
            <w:pPr>
              <w:keepNext w:val="0"/>
              <w:spacing w:before="120"/>
              <w:ind w:right="-113"/>
            </w:pPr>
          </w:p>
        </w:tc>
      </w:tr>
      <w:tr w:rsidR="00183030" w:rsidRPr="00520D3B" w:rsidTr="00183030">
        <w:trPr>
          <w:trHeight w:hRule="exact" w:val="312"/>
        </w:trPr>
        <w:tc>
          <w:tcPr>
            <w:tcW w:w="491" w:type="dxa"/>
            <w:gridSpan w:val="4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jc w:val="left"/>
              <w:rPr>
                <w:b/>
              </w:rPr>
            </w:pPr>
          </w:p>
        </w:tc>
        <w:tc>
          <w:tcPr>
            <w:tcW w:w="440" w:type="dxa"/>
            <w:gridSpan w:val="8"/>
            <w:shd w:val="clear" w:color="auto" w:fill="auto"/>
            <w:noWrap/>
            <w:tcMar>
              <w:left w:w="28" w:type="dxa"/>
            </w:tcMar>
          </w:tcPr>
          <w:p w:rsidR="00183030" w:rsidRPr="00B51F58" w:rsidRDefault="00183030" w:rsidP="00A43A82">
            <w:pPr>
              <w:keepNext w:val="0"/>
              <w:spacing w:before="120"/>
              <w:ind w:right="-113"/>
              <w:rPr>
                <w:b/>
              </w:rPr>
            </w:pPr>
          </w:p>
        </w:tc>
        <w:tc>
          <w:tcPr>
            <w:tcW w:w="9041" w:type="dxa"/>
            <w:gridSpan w:val="8"/>
            <w:shd w:val="clear" w:color="auto" w:fill="auto"/>
            <w:noWrap/>
            <w:tcMar>
              <w:left w:w="28" w:type="dxa"/>
            </w:tcMar>
            <w:vAlign w:val="center"/>
          </w:tcPr>
          <w:p w:rsidR="00183030" w:rsidRDefault="00183030" w:rsidP="00A43A82">
            <w:pPr>
              <w:keepNext w:val="0"/>
              <w:spacing w:before="120"/>
              <w:ind w:right="-113"/>
            </w:pPr>
          </w:p>
        </w:tc>
      </w:tr>
      <w:tr w:rsidR="006F6945" w:rsidRPr="00520D3B" w:rsidTr="00183030">
        <w:trPr>
          <w:trHeight w:val="397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A2E61">
            <w:pPr>
              <w:keepNext w:val="0"/>
            </w:pPr>
            <w:r>
              <w:t>Der Umschlag ist außen mit Namen (Firma) und Anschrift des Bieters und der Angabe „Angebot für …"</w:t>
            </w:r>
          </w:p>
        </w:tc>
      </w:tr>
      <w:tr w:rsidR="006F6945" w:rsidRPr="00520D3B" w:rsidTr="00183030">
        <w:trPr>
          <w:trHeight w:val="263"/>
        </w:trPr>
        <w:tc>
          <w:tcPr>
            <w:tcW w:w="468" w:type="dxa"/>
            <w:gridSpan w:val="3"/>
            <w:tcBorders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Del="00C145C7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2382" w:type="dxa"/>
            <w:gridSpan w:val="1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  <w:proofErr w:type="spellStart"/>
            <w:r>
              <w:t>Maßnahmenummer</w:t>
            </w:r>
            <w:proofErr w:type="spellEnd"/>
            <w:r>
              <w:t>:</w:t>
            </w:r>
          </w:p>
        </w:tc>
        <w:tc>
          <w:tcPr>
            <w:tcW w:w="7122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  <w:r>
              <w:t>Baumaßnahme:</w:t>
            </w:r>
          </w:p>
        </w:tc>
      </w:tr>
      <w:tr w:rsidR="006F6945" w:rsidRPr="00520D3B" w:rsidTr="00183030">
        <w:trPr>
          <w:trHeight w:val="263"/>
        </w:trPr>
        <w:tc>
          <w:tcPr>
            <w:tcW w:w="468" w:type="dxa"/>
            <w:gridSpan w:val="3"/>
            <w:tcBorders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Del="00C145C7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2382" w:type="dxa"/>
            <w:gridSpan w:val="14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  <w:tc>
          <w:tcPr>
            <w:tcW w:w="7122" w:type="dxa"/>
            <w:gridSpan w:val="3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63"/>
        </w:trPr>
        <w:tc>
          <w:tcPr>
            <w:tcW w:w="468" w:type="dxa"/>
            <w:gridSpan w:val="3"/>
            <w:tcBorders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Del="00C145C7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2382" w:type="dxa"/>
            <w:gridSpan w:val="1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  <w:r>
              <w:t>Vergabenummer:</w:t>
            </w:r>
          </w:p>
        </w:tc>
        <w:tc>
          <w:tcPr>
            <w:tcW w:w="7122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  <w:r>
              <w:t>Leistung:</w:t>
            </w:r>
          </w:p>
        </w:tc>
      </w:tr>
      <w:tr w:rsidR="006F6945" w:rsidRPr="00520D3B" w:rsidTr="00183030">
        <w:trPr>
          <w:trHeight w:val="263"/>
        </w:trPr>
        <w:tc>
          <w:tcPr>
            <w:tcW w:w="468" w:type="dxa"/>
            <w:gridSpan w:val="3"/>
            <w:tcBorders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Del="00C145C7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2382" w:type="dxa"/>
            <w:gridSpan w:val="14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  <w:tc>
          <w:tcPr>
            <w:tcW w:w="7122" w:type="dxa"/>
            <w:gridSpan w:val="3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63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Del="00C145C7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  <w:r>
              <w:t>zu versehen (ggf. unter Verwendung eines bereit gestellten Kennzettels).</w:t>
            </w:r>
          </w:p>
        </w:tc>
      </w:tr>
      <w:tr w:rsidR="006F6945" w:rsidRPr="00520D3B" w:rsidTr="00183030">
        <w:trPr>
          <w:trHeight w:val="263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Del="00C145C7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Default="006F6945" w:rsidP="00B51F58">
            <w:pPr>
              <w:keepNext w:val="0"/>
            </w:pPr>
          </w:p>
        </w:tc>
      </w:tr>
      <w:tr w:rsidR="006F6945" w:rsidRPr="005F32A5" w:rsidTr="00183030">
        <w:trPr>
          <w:trHeight w:val="290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</w:tcPr>
          <w:p w:rsidR="006F6945" w:rsidRPr="00B51F58" w:rsidRDefault="006F6945" w:rsidP="00B51F58">
            <w:pPr>
              <w:keepNext w:val="0"/>
              <w:jc w:val="left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</w:tcPr>
          <w:p w:rsidR="006F6945" w:rsidRPr="00AA49AA" w:rsidRDefault="006F6945" w:rsidP="00B51F58">
            <w:pPr>
              <w:keepNext w:val="0"/>
              <w:jc w:val="left"/>
              <w:rPr>
                <w:b/>
              </w:rPr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</w:tcPr>
          <w:p w:rsidR="006F6945" w:rsidRPr="00520D3B" w:rsidRDefault="006F6945" w:rsidP="00773523">
            <w:pPr>
              <w:keepNext w:val="0"/>
              <w:jc w:val="left"/>
            </w:pPr>
            <w:r w:rsidRPr="00B51F58">
              <w:rPr>
                <w:b/>
              </w:rPr>
              <w:t>9</w:t>
            </w: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</w:tcPr>
          <w:p w:rsidR="006F6945" w:rsidRPr="00520D3B" w:rsidRDefault="006F6945" w:rsidP="00773523">
            <w:pPr>
              <w:keepNext w:val="0"/>
              <w:jc w:val="left"/>
            </w:pPr>
            <w:r w:rsidRPr="00AA49AA">
              <w:rPr>
                <w:b/>
              </w:rPr>
              <w:t>Stelle, an die sich der Bewerber oder Bieter zur Nachprüfung behaupteter Verstöße gegen die Vergabebestimmungen wenden kann (Nachprüfungsstelle nach § 21 VOB/A):</w:t>
            </w: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AA49AA" w:rsidRDefault="006F6945" w:rsidP="00B51F58">
            <w:pPr>
              <w:keepNext w:val="0"/>
              <w:spacing w:before="120"/>
              <w:rPr>
                <w:b/>
              </w:rPr>
            </w:pPr>
            <w:r w:rsidRPr="00AA49AA">
              <w:rPr>
                <w:b/>
              </w:rPr>
              <w:t>10</w:t>
            </w: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AA49AA" w:rsidRDefault="006F6945" w:rsidP="00B51F58">
            <w:pPr>
              <w:keepNext w:val="0"/>
              <w:spacing w:before="120"/>
              <w:rPr>
                <w:b/>
              </w:rPr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  <w:tr w:rsidR="006F6945" w:rsidRPr="00520D3B" w:rsidTr="00183030">
        <w:trPr>
          <w:trHeight w:val="284"/>
        </w:trPr>
        <w:tc>
          <w:tcPr>
            <w:tcW w:w="468" w:type="dxa"/>
            <w:gridSpan w:val="3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B51F58" w:rsidRDefault="006F6945" w:rsidP="00B51F58">
            <w:pPr>
              <w:keepNext w:val="0"/>
              <w:rPr>
                <w:b/>
              </w:rPr>
            </w:pPr>
          </w:p>
        </w:tc>
        <w:tc>
          <w:tcPr>
            <w:tcW w:w="9504" w:type="dxa"/>
            <w:gridSpan w:val="17"/>
            <w:shd w:val="clear" w:color="auto" w:fill="auto"/>
            <w:noWrap/>
            <w:tcMar>
              <w:left w:w="28" w:type="dxa"/>
            </w:tcMar>
            <w:vAlign w:val="center"/>
          </w:tcPr>
          <w:p w:rsidR="006F6945" w:rsidRPr="00520D3B" w:rsidRDefault="006F6945" w:rsidP="00B51F58">
            <w:pPr>
              <w:keepNext w:val="0"/>
            </w:pPr>
          </w:p>
        </w:tc>
      </w:tr>
    </w:tbl>
    <w:p w:rsidR="002748DF" w:rsidRDefault="002748DF" w:rsidP="00097066">
      <w:pPr>
        <w:keepNext w:val="0"/>
      </w:pPr>
    </w:p>
    <w:sectPr w:rsidR="002748DF" w:rsidSect="00AD584D">
      <w:headerReference w:type="even" r:id="rId10"/>
      <w:footnotePr>
        <w:numFmt w:val="chicago"/>
      </w:footnotePr>
      <w:pgSz w:w="11906" w:h="16838" w:code="9"/>
      <w:pgMar w:top="1134" w:right="851" w:bottom="567" w:left="1304" w:header="709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FD5" w:rsidRDefault="00464FD5">
      <w:r>
        <w:separator/>
      </w:r>
    </w:p>
    <w:p w:rsidR="00464FD5" w:rsidRDefault="00464FD5"/>
    <w:p w:rsidR="00464FD5" w:rsidRDefault="00464FD5"/>
    <w:p w:rsidR="00464FD5" w:rsidRDefault="00464FD5"/>
  </w:endnote>
  <w:endnote w:type="continuationSeparator" w:id="0">
    <w:p w:rsidR="00464FD5" w:rsidRDefault="00464FD5">
      <w:r>
        <w:continuationSeparator/>
      </w:r>
    </w:p>
    <w:p w:rsidR="00464FD5" w:rsidRDefault="00464FD5"/>
    <w:p w:rsidR="00464FD5" w:rsidRDefault="00464FD5"/>
    <w:p w:rsidR="00464FD5" w:rsidRDefault="00464F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464FD5" w:rsidRPr="00B9518A" w:rsidTr="00B9518A">
      <w:trPr>
        <w:cantSplit/>
        <w:trHeight w:hRule="exact" w:val="397"/>
      </w:trPr>
      <w:tc>
        <w:tcPr>
          <w:tcW w:w="8280" w:type="dxa"/>
          <w:vAlign w:val="center"/>
        </w:tcPr>
        <w:p w:rsidR="00464FD5" w:rsidRPr="00464FD5" w:rsidRDefault="00464FD5" w:rsidP="007B749C">
          <w:pPr>
            <w:tabs>
              <w:tab w:val="left" w:pos="146"/>
            </w:tabs>
            <w:jc w:val="left"/>
            <w:rPr>
              <w:rFonts w:cs="Arial"/>
              <w:color w:val="0070C0"/>
              <w:sz w:val="16"/>
              <w:szCs w:val="16"/>
            </w:rPr>
          </w:pPr>
          <w:r>
            <w:rPr>
              <w:rFonts w:cs="Arial"/>
              <w:color w:val="0070C0"/>
              <w:sz w:val="16"/>
              <w:szCs w:val="16"/>
            </w:rPr>
            <w:t>[Hinweis: hier Eintrag des Namens der Kommune und Stand]</w:t>
          </w:r>
        </w:p>
      </w:tc>
      <w:tc>
        <w:tcPr>
          <w:tcW w:w="1620" w:type="dxa"/>
          <w:vAlign w:val="center"/>
        </w:tcPr>
        <w:p w:rsidR="00464FD5" w:rsidRPr="005253AA" w:rsidRDefault="00464FD5" w:rsidP="00D6072E">
          <w:pPr>
            <w:jc w:val="right"/>
            <w:rPr>
              <w:rFonts w:cs="Arial"/>
              <w:sz w:val="16"/>
              <w:szCs w:val="16"/>
            </w:rPr>
          </w:pPr>
          <w:r w:rsidRPr="005253AA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5253AA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5253AA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3B4C11">
            <w:rPr>
              <w:rFonts w:cs="Arial"/>
              <w:noProof/>
              <w:snapToGrid w:val="0"/>
              <w:sz w:val="16"/>
              <w:szCs w:val="16"/>
            </w:rPr>
            <w:t>5</w:t>
          </w:r>
          <w:r w:rsidRPr="005253AA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5253AA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5253AA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5253AA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5253AA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3B4C11">
            <w:rPr>
              <w:rFonts w:cs="Arial"/>
              <w:noProof/>
              <w:snapToGrid w:val="0"/>
              <w:sz w:val="16"/>
              <w:szCs w:val="16"/>
            </w:rPr>
            <w:t>5</w:t>
          </w:r>
          <w:r w:rsidRPr="005253AA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464FD5" w:rsidRPr="00AD584D" w:rsidRDefault="00464FD5">
    <w:pPr>
      <w:pStyle w:val="Fuzeil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FD5" w:rsidRDefault="00464FD5">
      <w:r>
        <w:separator/>
      </w:r>
    </w:p>
    <w:p w:rsidR="00464FD5" w:rsidRDefault="00464FD5"/>
    <w:p w:rsidR="00464FD5" w:rsidRDefault="00464FD5"/>
    <w:p w:rsidR="00464FD5" w:rsidRDefault="00464FD5"/>
  </w:footnote>
  <w:footnote w:type="continuationSeparator" w:id="0">
    <w:p w:rsidR="00464FD5" w:rsidRDefault="00464FD5">
      <w:r>
        <w:continuationSeparator/>
      </w:r>
    </w:p>
    <w:p w:rsidR="00464FD5" w:rsidRDefault="00464FD5"/>
    <w:p w:rsidR="00464FD5" w:rsidRDefault="00464FD5"/>
    <w:p w:rsidR="00464FD5" w:rsidRDefault="00464F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D5" w:rsidRDefault="00464FD5"/>
  <w:p w:rsidR="00464FD5" w:rsidRDefault="00464F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D5" w:rsidRPr="00B9518A" w:rsidRDefault="00464FD5" w:rsidP="00464FD5">
    <w:pPr>
      <w:pStyle w:val="Kopfzeile"/>
      <w:ind w:right="-149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5FE09D" wp14:editId="1138F195">
              <wp:simplePos x="0" y="0"/>
              <wp:positionH relativeFrom="column">
                <wp:posOffset>7476490</wp:posOffset>
              </wp:positionH>
              <wp:positionV relativeFrom="paragraph">
                <wp:posOffset>-1905</wp:posOffset>
              </wp:positionV>
              <wp:extent cx="90170" cy="1069213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170" cy="10692130"/>
                      </a:xfrm>
                      <a:prstGeom prst="rect">
                        <a:avLst/>
                      </a:prstGeom>
                      <a:solidFill>
                        <a:srgbClr val="FF0000">
                          <a:alpha val="35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32FFC9" id="Rechteck 2" o:spid="_x0000_s1026" style="position:absolute;margin-left:588.7pt;margin-top:-.15pt;width:7.1pt;height:84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" o:allowincell="f" fillcolor="red" stroked="f">
              <v:fill opacity="22873f"/>
            </v:rect>
          </w:pict>
        </mc:Fallback>
      </mc:AlternateContent>
    </w:r>
    <w:r>
      <w:t>Aufforderung zur Abgabe eines Angebots per E-Mail</w:t>
    </w:r>
    <w:r w:rsidRPr="00B9518A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D5" w:rsidRDefault="00464F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4DB0319"/>
    <w:multiLevelType w:val="hybridMultilevel"/>
    <w:tmpl w:val="BB3EEBFA"/>
    <w:lvl w:ilvl="0" w:tplc="B4C09C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3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2"/>
  </w:num>
  <w:num w:numId="10">
    <w:abstractNumId w:val="3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"/>
  </w:num>
  <w:num w:numId="17">
    <w:abstractNumId w:val="1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06"/>
    <w:rsid w:val="00000E0D"/>
    <w:rsid w:val="000021DC"/>
    <w:rsid w:val="000029F1"/>
    <w:rsid w:val="0000737B"/>
    <w:rsid w:val="000114D3"/>
    <w:rsid w:val="000140AB"/>
    <w:rsid w:val="00021B24"/>
    <w:rsid w:val="0003013A"/>
    <w:rsid w:val="00032328"/>
    <w:rsid w:val="000368A2"/>
    <w:rsid w:val="000429C6"/>
    <w:rsid w:val="00043FA4"/>
    <w:rsid w:val="00044924"/>
    <w:rsid w:val="00046D32"/>
    <w:rsid w:val="00060510"/>
    <w:rsid w:val="00061C99"/>
    <w:rsid w:val="000674F8"/>
    <w:rsid w:val="00080D66"/>
    <w:rsid w:val="00081009"/>
    <w:rsid w:val="00081305"/>
    <w:rsid w:val="00082C65"/>
    <w:rsid w:val="00087885"/>
    <w:rsid w:val="00092354"/>
    <w:rsid w:val="00097066"/>
    <w:rsid w:val="000A093B"/>
    <w:rsid w:val="000A42AA"/>
    <w:rsid w:val="000A55BB"/>
    <w:rsid w:val="000B4FEA"/>
    <w:rsid w:val="000B6BA7"/>
    <w:rsid w:val="000C08FF"/>
    <w:rsid w:val="000C1D6B"/>
    <w:rsid w:val="000C5A34"/>
    <w:rsid w:val="000D129F"/>
    <w:rsid w:val="000D17A6"/>
    <w:rsid w:val="000E1C82"/>
    <w:rsid w:val="000E21BD"/>
    <w:rsid w:val="000F251A"/>
    <w:rsid w:val="000F6152"/>
    <w:rsid w:val="001028D9"/>
    <w:rsid w:val="00102B09"/>
    <w:rsid w:val="00106076"/>
    <w:rsid w:val="0011127A"/>
    <w:rsid w:val="00111842"/>
    <w:rsid w:val="001136BF"/>
    <w:rsid w:val="00116CD6"/>
    <w:rsid w:val="00120307"/>
    <w:rsid w:val="001205DC"/>
    <w:rsid w:val="00121007"/>
    <w:rsid w:val="00121EDA"/>
    <w:rsid w:val="00123335"/>
    <w:rsid w:val="00124E15"/>
    <w:rsid w:val="00125729"/>
    <w:rsid w:val="00126F47"/>
    <w:rsid w:val="00127C79"/>
    <w:rsid w:val="001314A4"/>
    <w:rsid w:val="00133247"/>
    <w:rsid w:val="001333CF"/>
    <w:rsid w:val="001426F7"/>
    <w:rsid w:val="001505C8"/>
    <w:rsid w:val="00183030"/>
    <w:rsid w:val="001843E0"/>
    <w:rsid w:val="00184646"/>
    <w:rsid w:val="00184FEB"/>
    <w:rsid w:val="00194944"/>
    <w:rsid w:val="001A615D"/>
    <w:rsid w:val="001A6205"/>
    <w:rsid w:val="001B064B"/>
    <w:rsid w:val="001B3C64"/>
    <w:rsid w:val="001B52C5"/>
    <w:rsid w:val="001B705C"/>
    <w:rsid w:val="001C509D"/>
    <w:rsid w:val="001C7A6E"/>
    <w:rsid w:val="001E0C92"/>
    <w:rsid w:val="001E385B"/>
    <w:rsid w:val="001E6C82"/>
    <w:rsid w:val="001F13C6"/>
    <w:rsid w:val="001F2C73"/>
    <w:rsid w:val="001F390E"/>
    <w:rsid w:val="001F47CC"/>
    <w:rsid w:val="001F7915"/>
    <w:rsid w:val="00202EF3"/>
    <w:rsid w:val="00216EC7"/>
    <w:rsid w:val="00227DA1"/>
    <w:rsid w:val="002350BD"/>
    <w:rsid w:val="00236A5D"/>
    <w:rsid w:val="00245753"/>
    <w:rsid w:val="00250C32"/>
    <w:rsid w:val="002517FD"/>
    <w:rsid w:val="00252725"/>
    <w:rsid w:val="00253DB2"/>
    <w:rsid w:val="00254202"/>
    <w:rsid w:val="00260DA4"/>
    <w:rsid w:val="002632FD"/>
    <w:rsid w:val="00263542"/>
    <w:rsid w:val="002748DF"/>
    <w:rsid w:val="00276147"/>
    <w:rsid w:val="00283265"/>
    <w:rsid w:val="00283AEC"/>
    <w:rsid w:val="00283F32"/>
    <w:rsid w:val="00287E12"/>
    <w:rsid w:val="00292A64"/>
    <w:rsid w:val="002947AE"/>
    <w:rsid w:val="002A4DCF"/>
    <w:rsid w:val="002C0051"/>
    <w:rsid w:val="002C02A0"/>
    <w:rsid w:val="002C0637"/>
    <w:rsid w:val="002C0F7B"/>
    <w:rsid w:val="002C403D"/>
    <w:rsid w:val="002D41E0"/>
    <w:rsid w:val="002E1B66"/>
    <w:rsid w:val="002E3746"/>
    <w:rsid w:val="002E4302"/>
    <w:rsid w:val="002F4952"/>
    <w:rsid w:val="00303C97"/>
    <w:rsid w:val="00320803"/>
    <w:rsid w:val="00327698"/>
    <w:rsid w:val="00334966"/>
    <w:rsid w:val="00351010"/>
    <w:rsid w:val="003552CC"/>
    <w:rsid w:val="00365C59"/>
    <w:rsid w:val="003749FD"/>
    <w:rsid w:val="003823F3"/>
    <w:rsid w:val="003926CC"/>
    <w:rsid w:val="00392BF9"/>
    <w:rsid w:val="00394BED"/>
    <w:rsid w:val="0039743B"/>
    <w:rsid w:val="003A0132"/>
    <w:rsid w:val="003A1525"/>
    <w:rsid w:val="003A1BE1"/>
    <w:rsid w:val="003A36E9"/>
    <w:rsid w:val="003B2FF5"/>
    <w:rsid w:val="003B4C11"/>
    <w:rsid w:val="003B5DE5"/>
    <w:rsid w:val="003D3E99"/>
    <w:rsid w:val="003E02D1"/>
    <w:rsid w:val="003E25FD"/>
    <w:rsid w:val="003E2CD4"/>
    <w:rsid w:val="003F7A53"/>
    <w:rsid w:val="00405622"/>
    <w:rsid w:val="0041143A"/>
    <w:rsid w:val="00424038"/>
    <w:rsid w:val="00424D9C"/>
    <w:rsid w:val="00424F07"/>
    <w:rsid w:val="0042579D"/>
    <w:rsid w:val="00426CD7"/>
    <w:rsid w:val="00432AD3"/>
    <w:rsid w:val="00435C2D"/>
    <w:rsid w:val="0045228F"/>
    <w:rsid w:val="00454471"/>
    <w:rsid w:val="0045726B"/>
    <w:rsid w:val="00463342"/>
    <w:rsid w:val="00464FD5"/>
    <w:rsid w:val="00465C8B"/>
    <w:rsid w:val="0047055A"/>
    <w:rsid w:val="004777A1"/>
    <w:rsid w:val="00480ABD"/>
    <w:rsid w:val="00480ACE"/>
    <w:rsid w:val="00480BE1"/>
    <w:rsid w:val="00487691"/>
    <w:rsid w:val="00492429"/>
    <w:rsid w:val="004A0EC9"/>
    <w:rsid w:val="004A5E79"/>
    <w:rsid w:val="004C3C66"/>
    <w:rsid w:val="004C5609"/>
    <w:rsid w:val="004D2FE4"/>
    <w:rsid w:val="004E08B6"/>
    <w:rsid w:val="004E23FF"/>
    <w:rsid w:val="004E3711"/>
    <w:rsid w:val="004F17C7"/>
    <w:rsid w:val="004F60ED"/>
    <w:rsid w:val="005004FD"/>
    <w:rsid w:val="0051105B"/>
    <w:rsid w:val="00515CF8"/>
    <w:rsid w:val="00517B5F"/>
    <w:rsid w:val="00517FA9"/>
    <w:rsid w:val="00520D3B"/>
    <w:rsid w:val="005239D1"/>
    <w:rsid w:val="00524277"/>
    <w:rsid w:val="005253AA"/>
    <w:rsid w:val="005304AE"/>
    <w:rsid w:val="005333C9"/>
    <w:rsid w:val="00533B69"/>
    <w:rsid w:val="00536766"/>
    <w:rsid w:val="0053780C"/>
    <w:rsid w:val="00541976"/>
    <w:rsid w:val="0054257D"/>
    <w:rsid w:val="00543A6E"/>
    <w:rsid w:val="005440AA"/>
    <w:rsid w:val="005712F2"/>
    <w:rsid w:val="005719D4"/>
    <w:rsid w:val="00573601"/>
    <w:rsid w:val="00576C66"/>
    <w:rsid w:val="0058780F"/>
    <w:rsid w:val="005A1D2D"/>
    <w:rsid w:val="005A1E65"/>
    <w:rsid w:val="005B17B6"/>
    <w:rsid w:val="005B6499"/>
    <w:rsid w:val="005C0618"/>
    <w:rsid w:val="005C40B6"/>
    <w:rsid w:val="005C41DA"/>
    <w:rsid w:val="005C78FC"/>
    <w:rsid w:val="005C7DE8"/>
    <w:rsid w:val="005D1C1D"/>
    <w:rsid w:val="005D7262"/>
    <w:rsid w:val="005E1097"/>
    <w:rsid w:val="005E4597"/>
    <w:rsid w:val="005F32A5"/>
    <w:rsid w:val="005F41CD"/>
    <w:rsid w:val="006049A7"/>
    <w:rsid w:val="00605DD3"/>
    <w:rsid w:val="00606550"/>
    <w:rsid w:val="00610D4E"/>
    <w:rsid w:val="00614636"/>
    <w:rsid w:val="00615BC6"/>
    <w:rsid w:val="00615D13"/>
    <w:rsid w:val="00616E4A"/>
    <w:rsid w:val="00620B10"/>
    <w:rsid w:val="006266CB"/>
    <w:rsid w:val="0062672A"/>
    <w:rsid w:val="00637888"/>
    <w:rsid w:val="00640260"/>
    <w:rsid w:val="00641569"/>
    <w:rsid w:val="00643351"/>
    <w:rsid w:val="006456B4"/>
    <w:rsid w:val="00647592"/>
    <w:rsid w:val="0066119D"/>
    <w:rsid w:val="00662529"/>
    <w:rsid w:val="0066552D"/>
    <w:rsid w:val="00667CE4"/>
    <w:rsid w:val="00667DCD"/>
    <w:rsid w:val="006708C2"/>
    <w:rsid w:val="006777FB"/>
    <w:rsid w:val="00690ADD"/>
    <w:rsid w:val="006A5AED"/>
    <w:rsid w:val="006A5B50"/>
    <w:rsid w:val="006B0022"/>
    <w:rsid w:val="006B7CF1"/>
    <w:rsid w:val="006D4984"/>
    <w:rsid w:val="006D6DE1"/>
    <w:rsid w:val="006D70A3"/>
    <w:rsid w:val="006E02F8"/>
    <w:rsid w:val="006E1F3A"/>
    <w:rsid w:val="006E4B70"/>
    <w:rsid w:val="006E4F82"/>
    <w:rsid w:val="006E561B"/>
    <w:rsid w:val="006F135A"/>
    <w:rsid w:val="006F5EA4"/>
    <w:rsid w:val="006F6945"/>
    <w:rsid w:val="00703AEF"/>
    <w:rsid w:val="0072097E"/>
    <w:rsid w:val="00726251"/>
    <w:rsid w:val="00734EDE"/>
    <w:rsid w:val="0073796F"/>
    <w:rsid w:val="00751C7C"/>
    <w:rsid w:val="007613E7"/>
    <w:rsid w:val="007633C2"/>
    <w:rsid w:val="00771E25"/>
    <w:rsid w:val="00773523"/>
    <w:rsid w:val="007779B4"/>
    <w:rsid w:val="0078194F"/>
    <w:rsid w:val="00787F14"/>
    <w:rsid w:val="007944D0"/>
    <w:rsid w:val="007A09A9"/>
    <w:rsid w:val="007A5293"/>
    <w:rsid w:val="007A62BE"/>
    <w:rsid w:val="007B25A2"/>
    <w:rsid w:val="007B2DAD"/>
    <w:rsid w:val="007B2F4C"/>
    <w:rsid w:val="007B749C"/>
    <w:rsid w:val="007C33AE"/>
    <w:rsid w:val="007E07A1"/>
    <w:rsid w:val="007F2D98"/>
    <w:rsid w:val="007F4358"/>
    <w:rsid w:val="007F45AB"/>
    <w:rsid w:val="007F6C6B"/>
    <w:rsid w:val="007F761E"/>
    <w:rsid w:val="00810433"/>
    <w:rsid w:val="00824960"/>
    <w:rsid w:val="00830AC4"/>
    <w:rsid w:val="008348DF"/>
    <w:rsid w:val="0083750B"/>
    <w:rsid w:val="00847CC9"/>
    <w:rsid w:val="008567BB"/>
    <w:rsid w:val="00866C97"/>
    <w:rsid w:val="008673A6"/>
    <w:rsid w:val="00875C3F"/>
    <w:rsid w:val="00886091"/>
    <w:rsid w:val="008937A7"/>
    <w:rsid w:val="008943E2"/>
    <w:rsid w:val="00894602"/>
    <w:rsid w:val="008A31BE"/>
    <w:rsid w:val="008A5AAF"/>
    <w:rsid w:val="008B039A"/>
    <w:rsid w:val="008B1F06"/>
    <w:rsid w:val="008B1F36"/>
    <w:rsid w:val="008B7260"/>
    <w:rsid w:val="008C04FF"/>
    <w:rsid w:val="008C586B"/>
    <w:rsid w:val="008C629B"/>
    <w:rsid w:val="008D308E"/>
    <w:rsid w:val="008D3E09"/>
    <w:rsid w:val="008D56BA"/>
    <w:rsid w:val="008D5EC7"/>
    <w:rsid w:val="008D764D"/>
    <w:rsid w:val="008F0F1A"/>
    <w:rsid w:val="008F52AA"/>
    <w:rsid w:val="008F6547"/>
    <w:rsid w:val="008F730E"/>
    <w:rsid w:val="00901EBE"/>
    <w:rsid w:val="009105E0"/>
    <w:rsid w:val="00910F0B"/>
    <w:rsid w:val="00911621"/>
    <w:rsid w:val="0091436D"/>
    <w:rsid w:val="00917447"/>
    <w:rsid w:val="00934BAA"/>
    <w:rsid w:val="00936E3B"/>
    <w:rsid w:val="009522B9"/>
    <w:rsid w:val="009525B9"/>
    <w:rsid w:val="009529B6"/>
    <w:rsid w:val="00952F53"/>
    <w:rsid w:val="0095722C"/>
    <w:rsid w:val="00957CEC"/>
    <w:rsid w:val="00962412"/>
    <w:rsid w:val="0097166A"/>
    <w:rsid w:val="00975DCB"/>
    <w:rsid w:val="0099240F"/>
    <w:rsid w:val="00992961"/>
    <w:rsid w:val="00992A91"/>
    <w:rsid w:val="00993EEF"/>
    <w:rsid w:val="009A3215"/>
    <w:rsid w:val="009A63E9"/>
    <w:rsid w:val="009B5231"/>
    <w:rsid w:val="009C14BE"/>
    <w:rsid w:val="009E6205"/>
    <w:rsid w:val="009E765A"/>
    <w:rsid w:val="009F2412"/>
    <w:rsid w:val="009F6D46"/>
    <w:rsid w:val="009F7C1C"/>
    <w:rsid w:val="00A00872"/>
    <w:rsid w:val="00A07EC4"/>
    <w:rsid w:val="00A204E1"/>
    <w:rsid w:val="00A2087A"/>
    <w:rsid w:val="00A24041"/>
    <w:rsid w:val="00A26179"/>
    <w:rsid w:val="00A34E5E"/>
    <w:rsid w:val="00A43A82"/>
    <w:rsid w:val="00A45AF8"/>
    <w:rsid w:val="00A5084B"/>
    <w:rsid w:val="00A55DA7"/>
    <w:rsid w:val="00A6443A"/>
    <w:rsid w:val="00A755BB"/>
    <w:rsid w:val="00A75824"/>
    <w:rsid w:val="00A758DE"/>
    <w:rsid w:val="00A766F0"/>
    <w:rsid w:val="00A76F46"/>
    <w:rsid w:val="00A77450"/>
    <w:rsid w:val="00A77F77"/>
    <w:rsid w:val="00A90C84"/>
    <w:rsid w:val="00A90EC6"/>
    <w:rsid w:val="00A91528"/>
    <w:rsid w:val="00A953D8"/>
    <w:rsid w:val="00AA49AA"/>
    <w:rsid w:val="00AB7531"/>
    <w:rsid w:val="00AB7BC5"/>
    <w:rsid w:val="00AC5352"/>
    <w:rsid w:val="00AC56D5"/>
    <w:rsid w:val="00AC7F2D"/>
    <w:rsid w:val="00AD584D"/>
    <w:rsid w:val="00AE2013"/>
    <w:rsid w:val="00AE4AF0"/>
    <w:rsid w:val="00AE6C64"/>
    <w:rsid w:val="00AF161F"/>
    <w:rsid w:val="00AF2611"/>
    <w:rsid w:val="00AF5D86"/>
    <w:rsid w:val="00AF6E24"/>
    <w:rsid w:val="00B003C3"/>
    <w:rsid w:val="00B07A76"/>
    <w:rsid w:val="00B14EF0"/>
    <w:rsid w:val="00B2029C"/>
    <w:rsid w:val="00B30C53"/>
    <w:rsid w:val="00B33BD8"/>
    <w:rsid w:val="00B3633D"/>
    <w:rsid w:val="00B37047"/>
    <w:rsid w:val="00B40909"/>
    <w:rsid w:val="00B434E5"/>
    <w:rsid w:val="00B51F58"/>
    <w:rsid w:val="00B61D2B"/>
    <w:rsid w:val="00B65646"/>
    <w:rsid w:val="00B80EC1"/>
    <w:rsid w:val="00B8318F"/>
    <w:rsid w:val="00B9518A"/>
    <w:rsid w:val="00B9606E"/>
    <w:rsid w:val="00B96ADB"/>
    <w:rsid w:val="00B9796F"/>
    <w:rsid w:val="00BA2E61"/>
    <w:rsid w:val="00BA5E42"/>
    <w:rsid w:val="00BA6DF2"/>
    <w:rsid w:val="00BB07FF"/>
    <w:rsid w:val="00BC41E9"/>
    <w:rsid w:val="00BC79DC"/>
    <w:rsid w:val="00BD0173"/>
    <w:rsid w:val="00BD4C9A"/>
    <w:rsid w:val="00BD50F2"/>
    <w:rsid w:val="00BE356E"/>
    <w:rsid w:val="00BF0EF6"/>
    <w:rsid w:val="00BF13A2"/>
    <w:rsid w:val="00BF684F"/>
    <w:rsid w:val="00BF730D"/>
    <w:rsid w:val="00C101BF"/>
    <w:rsid w:val="00C11732"/>
    <w:rsid w:val="00C145C7"/>
    <w:rsid w:val="00C17809"/>
    <w:rsid w:val="00C246AC"/>
    <w:rsid w:val="00C26124"/>
    <w:rsid w:val="00C2678D"/>
    <w:rsid w:val="00C30192"/>
    <w:rsid w:val="00C31A27"/>
    <w:rsid w:val="00C44988"/>
    <w:rsid w:val="00C544E6"/>
    <w:rsid w:val="00C547BA"/>
    <w:rsid w:val="00C5779C"/>
    <w:rsid w:val="00C6021F"/>
    <w:rsid w:val="00C6227F"/>
    <w:rsid w:val="00C627B0"/>
    <w:rsid w:val="00C761B1"/>
    <w:rsid w:val="00C764C5"/>
    <w:rsid w:val="00C87503"/>
    <w:rsid w:val="00C957D7"/>
    <w:rsid w:val="00CA4678"/>
    <w:rsid w:val="00CA6AAE"/>
    <w:rsid w:val="00CC77A9"/>
    <w:rsid w:val="00CD2248"/>
    <w:rsid w:val="00CD3687"/>
    <w:rsid w:val="00CD54C7"/>
    <w:rsid w:val="00CF1C35"/>
    <w:rsid w:val="00CF425A"/>
    <w:rsid w:val="00CF64C4"/>
    <w:rsid w:val="00D05C74"/>
    <w:rsid w:val="00D14444"/>
    <w:rsid w:val="00D16146"/>
    <w:rsid w:val="00D1786D"/>
    <w:rsid w:val="00D179B7"/>
    <w:rsid w:val="00D2434C"/>
    <w:rsid w:val="00D25957"/>
    <w:rsid w:val="00D25A82"/>
    <w:rsid w:val="00D30E98"/>
    <w:rsid w:val="00D40885"/>
    <w:rsid w:val="00D51371"/>
    <w:rsid w:val="00D55E14"/>
    <w:rsid w:val="00D55FA7"/>
    <w:rsid w:val="00D6072E"/>
    <w:rsid w:val="00D61E68"/>
    <w:rsid w:val="00D62516"/>
    <w:rsid w:val="00D717B8"/>
    <w:rsid w:val="00D75D4F"/>
    <w:rsid w:val="00D96654"/>
    <w:rsid w:val="00DA1CCE"/>
    <w:rsid w:val="00DA276D"/>
    <w:rsid w:val="00DA3275"/>
    <w:rsid w:val="00DA4E85"/>
    <w:rsid w:val="00DB0768"/>
    <w:rsid w:val="00DB1ECA"/>
    <w:rsid w:val="00DB6C0D"/>
    <w:rsid w:val="00DC2EA6"/>
    <w:rsid w:val="00DC32FC"/>
    <w:rsid w:val="00DC4729"/>
    <w:rsid w:val="00DC5AB5"/>
    <w:rsid w:val="00DC6B5D"/>
    <w:rsid w:val="00DC7E08"/>
    <w:rsid w:val="00DD7CF6"/>
    <w:rsid w:val="00DE22D1"/>
    <w:rsid w:val="00DE2AEB"/>
    <w:rsid w:val="00DE2F64"/>
    <w:rsid w:val="00DE420C"/>
    <w:rsid w:val="00DF35FB"/>
    <w:rsid w:val="00E00748"/>
    <w:rsid w:val="00E02FAA"/>
    <w:rsid w:val="00E042A5"/>
    <w:rsid w:val="00E04A2C"/>
    <w:rsid w:val="00E06D8F"/>
    <w:rsid w:val="00E10DAE"/>
    <w:rsid w:val="00E322E9"/>
    <w:rsid w:val="00E32495"/>
    <w:rsid w:val="00E47E26"/>
    <w:rsid w:val="00E53E27"/>
    <w:rsid w:val="00E55610"/>
    <w:rsid w:val="00E578EB"/>
    <w:rsid w:val="00E57B5F"/>
    <w:rsid w:val="00E6087B"/>
    <w:rsid w:val="00E7028C"/>
    <w:rsid w:val="00E77A37"/>
    <w:rsid w:val="00E81166"/>
    <w:rsid w:val="00E85EBB"/>
    <w:rsid w:val="00E921B9"/>
    <w:rsid w:val="00E92836"/>
    <w:rsid w:val="00EB0EBA"/>
    <w:rsid w:val="00EB2285"/>
    <w:rsid w:val="00EC0DC2"/>
    <w:rsid w:val="00EC1203"/>
    <w:rsid w:val="00EC4788"/>
    <w:rsid w:val="00EC5329"/>
    <w:rsid w:val="00EC7AED"/>
    <w:rsid w:val="00ED056A"/>
    <w:rsid w:val="00ED5320"/>
    <w:rsid w:val="00EF2D50"/>
    <w:rsid w:val="00EF4729"/>
    <w:rsid w:val="00EF7F9B"/>
    <w:rsid w:val="00F1245D"/>
    <w:rsid w:val="00F12BF2"/>
    <w:rsid w:val="00F133C2"/>
    <w:rsid w:val="00F1769C"/>
    <w:rsid w:val="00F20C47"/>
    <w:rsid w:val="00F21669"/>
    <w:rsid w:val="00F22E20"/>
    <w:rsid w:val="00F32C49"/>
    <w:rsid w:val="00F33DA7"/>
    <w:rsid w:val="00F4325E"/>
    <w:rsid w:val="00F46CFC"/>
    <w:rsid w:val="00F47B24"/>
    <w:rsid w:val="00F52BEB"/>
    <w:rsid w:val="00F53431"/>
    <w:rsid w:val="00F55EF1"/>
    <w:rsid w:val="00F74653"/>
    <w:rsid w:val="00F7741D"/>
    <w:rsid w:val="00F83A57"/>
    <w:rsid w:val="00F85A63"/>
    <w:rsid w:val="00F85EC5"/>
    <w:rsid w:val="00F87043"/>
    <w:rsid w:val="00F87CAC"/>
    <w:rsid w:val="00F92CF7"/>
    <w:rsid w:val="00F96D6F"/>
    <w:rsid w:val="00FA0151"/>
    <w:rsid w:val="00FA5FBA"/>
    <w:rsid w:val="00FA7B1F"/>
    <w:rsid w:val="00FB302C"/>
    <w:rsid w:val="00FB37F2"/>
    <w:rsid w:val="00FB4CBF"/>
    <w:rsid w:val="00FC0982"/>
    <w:rsid w:val="00FC1057"/>
    <w:rsid w:val="00FC27DE"/>
    <w:rsid w:val="00FC3DE9"/>
    <w:rsid w:val="00FC4A2C"/>
    <w:rsid w:val="00FC519E"/>
    <w:rsid w:val="00FC6466"/>
    <w:rsid w:val="00FD2B7A"/>
    <w:rsid w:val="00FD3C6D"/>
    <w:rsid w:val="00FD49AF"/>
    <w:rsid w:val="00FE0564"/>
    <w:rsid w:val="00FF495D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  <w14:docId w14:val="5359597E"/>
  <w15:docId w15:val="{5B94B15B-2523-4304-ACCA-36224EE1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FettLinks0cmHngend1cm">
    <w:name w:val="Formatvorlage Fett Links:  0 cm Hängend:  1 cm"/>
    <w:basedOn w:val="Standard"/>
    <w:rsid w:val="00E578EB"/>
    <w:rPr>
      <w:b/>
      <w:bCs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E042A5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Sprechblasentext">
    <w:name w:val="Balloon Text"/>
    <w:basedOn w:val="Standard"/>
    <w:semiHidden/>
    <w:rsid w:val="00253DB2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758DE"/>
  </w:style>
  <w:style w:type="character" w:styleId="Funotenzeichen">
    <w:name w:val="footnote reference"/>
    <w:semiHidden/>
    <w:rsid w:val="00A758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5</Pages>
  <Words>854</Words>
  <Characters>7932</Characters>
  <Application>Microsoft Office Word</Application>
  <DocSecurity>0</DocSecurity>
  <Lines>66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Richtlinien Vergabeverfahren</vt:lpstr>
    </vt:vector>
  </TitlesOfParts>
  <Company>BBR</Company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Richtlinien Vergabeverfahren</dc:title>
  <dc:creator>Dorothea Fenner</dc:creator>
  <cp:lastModifiedBy>Karl, Gisela (StMB)</cp:lastModifiedBy>
  <cp:revision>10</cp:revision>
  <cp:lastPrinted>2020-06-29T11:56:00Z</cp:lastPrinted>
  <dcterms:created xsi:type="dcterms:W3CDTF">2019-07-30T09:12:00Z</dcterms:created>
  <dcterms:modified xsi:type="dcterms:W3CDTF">2020-08-31T08:20:00Z</dcterms:modified>
</cp:coreProperties>
</file>